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3B" w:rsidRDefault="0040353B" w:rsidP="003C124A">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В редакции с учетом последних изменений </w:t>
      </w:r>
    </w:p>
    <w:p w:rsidR="00B1104E" w:rsidRPr="003C124A" w:rsidRDefault="0040353B"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w:t>
      </w:r>
      <w:r w:rsidR="00B1104E" w:rsidRPr="003C124A">
        <w:rPr>
          <w:rFonts w:ascii="Times New Roman" w:hAnsi="Times New Roman"/>
          <w:sz w:val="24"/>
          <w:szCs w:val="24"/>
        </w:rPr>
        <w:t>постановлени</w:t>
      </w:r>
      <w:r>
        <w:rPr>
          <w:rFonts w:ascii="Times New Roman" w:hAnsi="Times New Roman"/>
          <w:sz w:val="24"/>
          <w:szCs w:val="24"/>
        </w:rPr>
        <w:t>е</w:t>
      </w:r>
      <w:r w:rsidR="00B1104E" w:rsidRPr="003C124A">
        <w:rPr>
          <w:rFonts w:ascii="Times New Roman" w:hAnsi="Times New Roman"/>
          <w:sz w:val="24"/>
          <w:szCs w:val="24"/>
        </w:rPr>
        <w:t xml:space="preserve"> Администрации Муромцевского </w:t>
      </w:r>
    </w:p>
    <w:p w:rsidR="00B1104E" w:rsidRPr="003C124A" w:rsidRDefault="00B1104E" w:rsidP="003C124A">
      <w:pPr>
        <w:autoSpaceDE w:val="0"/>
        <w:autoSpaceDN w:val="0"/>
        <w:adjustRightInd w:val="0"/>
        <w:spacing w:after="0" w:line="240" w:lineRule="auto"/>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B1104E" w:rsidRPr="003C124A" w:rsidRDefault="00B1104E" w:rsidP="003C124A">
      <w:pPr>
        <w:autoSpaceDE w:val="0"/>
        <w:autoSpaceDN w:val="0"/>
        <w:adjustRightInd w:val="0"/>
        <w:spacing w:after="0" w:line="240" w:lineRule="auto"/>
        <w:jc w:val="right"/>
        <w:rPr>
          <w:rFonts w:ascii="Times New Roman" w:hAnsi="Times New Roman"/>
          <w:sz w:val="24"/>
          <w:szCs w:val="24"/>
        </w:rPr>
      </w:pPr>
      <w:r w:rsidRPr="00363BC1">
        <w:rPr>
          <w:rFonts w:ascii="Times New Roman" w:hAnsi="Times New Roman"/>
          <w:sz w:val="24"/>
          <w:szCs w:val="24"/>
        </w:rPr>
        <w:t xml:space="preserve">от </w:t>
      </w:r>
      <w:r w:rsidR="000B736F">
        <w:rPr>
          <w:rFonts w:ascii="Times New Roman" w:hAnsi="Times New Roman"/>
          <w:sz w:val="24"/>
          <w:szCs w:val="24"/>
        </w:rPr>
        <w:t>14.03</w:t>
      </w:r>
      <w:r w:rsidR="007F6A78">
        <w:rPr>
          <w:rFonts w:ascii="Times New Roman" w:hAnsi="Times New Roman"/>
          <w:sz w:val="24"/>
          <w:szCs w:val="24"/>
        </w:rPr>
        <w:t>.2023</w:t>
      </w:r>
      <w:r w:rsidRPr="00363BC1">
        <w:rPr>
          <w:rFonts w:ascii="Times New Roman" w:hAnsi="Times New Roman"/>
          <w:sz w:val="24"/>
          <w:szCs w:val="24"/>
        </w:rPr>
        <w:t xml:space="preserve"> </w:t>
      </w:r>
      <w:r w:rsidRPr="00F53C87">
        <w:rPr>
          <w:rFonts w:ascii="Times New Roman" w:hAnsi="Times New Roman"/>
          <w:sz w:val="24"/>
          <w:szCs w:val="24"/>
        </w:rPr>
        <w:t xml:space="preserve">года № </w:t>
      </w:r>
      <w:r w:rsidR="000B736F">
        <w:rPr>
          <w:rFonts w:ascii="Times New Roman" w:hAnsi="Times New Roman"/>
          <w:sz w:val="24"/>
          <w:szCs w:val="24"/>
        </w:rPr>
        <w:t>89</w:t>
      </w:r>
      <w:r w:rsidR="00EB3F37" w:rsidRPr="00F53C87">
        <w:rPr>
          <w:rFonts w:ascii="Times New Roman" w:hAnsi="Times New Roman"/>
          <w:sz w:val="24"/>
          <w:szCs w:val="24"/>
        </w:rPr>
        <w:t>-п</w:t>
      </w:r>
      <w:r w:rsidR="0040353B" w:rsidRPr="00F53C87">
        <w:rPr>
          <w:rFonts w:ascii="Times New Roman" w:hAnsi="Times New Roman"/>
          <w:sz w:val="24"/>
          <w:szCs w:val="24"/>
        </w:rPr>
        <w:t>)</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Общий объем средств на финансирование муниципальной программы составляет </w:t>
            </w:r>
            <w:r w:rsidR="005A00D0" w:rsidRPr="005A00D0">
              <w:rPr>
                <w:rFonts w:ascii="Times New Roman" w:hAnsi="Times New Roman"/>
                <w:sz w:val="24"/>
                <w:szCs w:val="24"/>
              </w:rPr>
              <w:t>832 244 491,58</w:t>
            </w:r>
            <w:r w:rsidRPr="005A00D0">
              <w:rPr>
                <w:rFonts w:ascii="Times New Roman" w:hAnsi="Times New Roman"/>
                <w:sz w:val="24"/>
                <w:szCs w:val="24"/>
              </w:rPr>
              <w:t xml:space="preserve"> рубл</w:t>
            </w:r>
            <w:r w:rsidR="005A00D0" w:rsidRPr="005A00D0">
              <w:rPr>
                <w:rFonts w:ascii="Times New Roman" w:hAnsi="Times New Roman"/>
                <w:sz w:val="24"/>
                <w:szCs w:val="24"/>
              </w:rPr>
              <w:t>ь</w:t>
            </w:r>
            <w:r w:rsidRPr="005A00D0">
              <w:rPr>
                <w:rFonts w:ascii="Times New Roman" w:hAnsi="Times New Roman"/>
                <w:sz w:val="24"/>
                <w:szCs w:val="24"/>
              </w:rPr>
              <w:t>, в том числе:</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2022 год –  </w:t>
            </w:r>
            <w:r w:rsidR="005A00D0" w:rsidRPr="005A00D0">
              <w:rPr>
                <w:rFonts w:ascii="Times New Roman" w:hAnsi="Times New Roman"/>
                <w:sz w:val="24"/>
                <w:szCs w:val="24"/>
              </w:rPr>
              <w:t>166 173 582,85</w:t>
            </w:r>
            <w:r w:rsidRPr="005A00D0">
              <w:rPr>
                <w:rFonts w:ascii="Times New Roman" w:hAnsi="Times New Roman"/>
                <w:sz w:val="24"/>
                <w:szCs w:val="24"/>
              </w:rPr>
              <w:t xml:space="preserve"> рубл</w:t>
            </w:r>
            <w:r w:rsidR="005A00D0" w:rsidRPr="005A00D0">
              <w:rPr>
                <w:rFonts w:ascii="Times New Roman" w:hAnsi="Times New Roman"/>
                <w:sz w:val="24"/>
                <w:szCs w:val="24"/>
              </w:rPr>
              <w:t>я</w:t>
            </w:r>
            <w:r w:rsidRPr="005A00D0">
              <w:rPr>
                <w:rFonts w:ascii="Times New Roman" w:hAnsi="Times New Roman"/>
                <w:sz w:val="24"/>
                <w:szCs w:val="24"/>
              </w:rPr>
              <w:t>;</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2023 год –  </w:t>
            </w:r>
            <w:r w:rsidR="005A00D0" w:rsidRPr="005A00D0">
              <w:rPr>
                <w:rFonts w:ascii="Times New Roman" w:hAnsi="Times New Roman"/>
                <w:sz w:val="24"/>
                <w:szCs w:val="24"/>
              </w:rPr>
              <w:t>115 438 889,64</w:t>
            </w:r>
            <w:r w:rsidRPr="005A00D0">
              <w:rPr>
                <w:rFonts w:ascii="Times New Roman" w:hAnsi="Times New Roman"/>
                <w:sz w:val="24"/>
                <w:szCs w:val="24"/>
              </w:rPr>
              <w:t xml:space="preserve">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2024 год –  104 329 033,04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2025 год – 105 169 559,60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2026 год – 67 888 685,29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2027 год – 68 178 685,29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2028 год – 68 068 685,29 рублей; </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2029 год – 68 318 685,29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2030 год – 68 678 685,29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5A00D0" w:rsidRPr="005A00D0">
              <w:rPr>
                <w:rFonts w:ascii="Times New Roman" w:hAnsi="Times New Roman"/>
                <w:sz w:val="24"/>
                <w:szCs w:val="24"/>
              </w:rPr>
              <w:t>511 224 088,53</w:t>
            </w:r>
            <w:r w:rsidRPr="005A00D0">
              <w:rPr>
                <w:rFonts w:ascii="Times New Roman" w:hAnsi="Times New Roman"/>
                <w:sz w:val="24"/>
                <w:szCs w:val="24"/>
              </w:rPr>
              <w:t xml:space="preserve"> рублей, в том числе: </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2022 год – </w:t>
            </w:r>
            <w:r w:rsidR="005A00D0" w:rsidRPr="005A00D0">
              <w:rPr>
                <w:rFonts w:ascii="Times New Roman" w:hAnsi="Times New Roman"/>
                <w:sz w:val="24"/>
                <w:szCs w:val="24"/>
              </w:rPr>
              <w:t>82 661 934,97</w:t>
            </w:r>
            <w:r w:rsidRPr="005A00D0">
              <w:rPr>
                <w:rFonts w:ascii="Times New Roman" w:hAnsi="Times New Roman"/>
                <w:sz w:val="24"/>
                <w:szCs w:val="24"/>
              </w:rPr>
              <w:t xml:space="preserve"> рубл</w:t>
            </w:r>
            <w:r w:rsidR="005A00D0" w:rsidRPr="005A00D0">
              <w:rPr>
                <w:rFonts w:ascii="Times New Roman" w:hAnsi="Times New Roman"/>
                <w:sz w:val="24"/>
                <w:szCs w:val="24"/>
              </w:rPr>
              <w:t>я</w:t>
            </w:r>
            <w:r w:rsidRPr="005A00D0">
              <w:rPr>
                <w:rFonts w:ascii="Times New Roman" w:hAnsi="Times New Roman"/>
                <w:sz w:val="24"/>
                <w:szCs w:val="24"/>
              </w:rPr>
              <w:t>;</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2023 год – </w:t>
            </w:r>
            <w:r w:rsidR="005A00D0" w:rsidRPr="005A00D0">
              <w:rPr>
                <w:rFonts w:ascii="Times New Roman" w:hAnsi="Times New Roman"/>
                <w:sz w:val="24"/>
                <w:szCs w:val="24"/>
              </w:rPr>
              <w:t>76 661 585,96</w:t>
            </w:r>
            <w:r w:rsidRPr="005A00D0">
              <w:rPr>
                <w:rFonts w:ascii="Times New Roman" w:hAnsi="Times New Roman"/>
                <w:sz w:val="24"/>
                <w:szCs w:val="24"/>
              </w:rPr>
              <w:t xml:space="preserve">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2024 год – 72 956 430,70 рублей; </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2025 год – 73 904 189,30 рублей; </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2026 год – 40 669 989,52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2027 год – 40 959 989,52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2028 год – 40 849 989,52 рублей; </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2029 год – 41 099 989,52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2030 год – 41 459 989,52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5A00D0" w:rsidRPr="005A00D0">
              <w:rPr>
                <w:rFonts w:ascii="Times New Roman" w:hAnsi="Times New Roman"/>
                <w:sz w:val="24"/>
                <w:szCs w:val="24"/>
              </w:rPr>
              <w:t>297 761 474,41</w:t>
            </w:r>
            <w:r w:rsidRPr="005A00D0">
              <w:rPr>
                <w:rFonts w:ascii="Times New Roman" w:hAnsi="Times New Roman"/>
                <w:sz w:val="24"/>
                <w:szCs w:val="24"/>
              </w:rPr>
              <w:t xml:space="preserve"> рубля, в том числе:                    </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2022 год –  </w:t>
            </w:r>
            <w:r w:rsidR="005A00D0" w:rsidRPr="005A00D0">
              <w:rPr>
                <w:rFonts w:ascii="Times New Roman" w:hAnsi="Times New Roman"/>
                <w:sz w:val="24"/>
                <w:szCs w:val="24"/>
              </w:rPr>
              <w:t>60 252 999,84</w:t>
            </w:r>
            <w:r w:rsidRPr="005A00D0">
              <w:rPr>
                <w:rFonts w:ascii="Times New Roman" w:hAnsi="Times New Roman"/>
                <w:sz w:val="24"/>
                <w:szCs w:val="24"/>
              </w:rPr>
              <w:t xml:space="preserve">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2023 год –  38 777 231,36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2024 год – 31 372 527,02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2025 год – 31 265 237,34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2026 год – 27 218 695,77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2027 год – 27 218 695,77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2028 год – 27 218 695,77 рублей; </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lastRenderedPageBreak/>
              <w:t>2029 год – 27 218 695,77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2030 год – 27 218 695,77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23 258 928,64 рублей, в том числе:                    </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2022 год –  23 258 648,04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2023 год –  72,32 рубля;</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2024 год –  75,32 рублей;</w:t>
            </w:r>
          </w:p>
          <w:p w:rsidR="005B5C37" w:rsidRPr="005A00D0" w:rsidRDefault="005B5C37" w:rsidP="005B5C37">
            <w:pPr>
              <w:spacing w:after="0" w:line="240" w:lineRule="auto"/>
              <w:jc w:val="both"/>
              <w:rPr>
                <w:rFonts w:ascii="Times New Roman" w:hAnsi="Times New Roman"/>
                <w:sz w:val="24"/>
                <w:szCs w:val="24"/>
              </w:rPr>
            </w:pPr>
            <w:r w:rsidRPr="005A00D0">
              <w:rPr>
                <w:rFonts w:ascii="Times New Roman" w:hAnsi="Times New Roman"/>
                <w:sz w:val="24"/>
                <w:szCs w:val="24"/>
              </w:rPr>
              <w:t>2025 год –  132,96 рублей</w:t>
            </w:r>
          </w:p>
          <w:p w:rsidR="000E348C" w:rsidRPr="000B736F" w:rsidRDefault="000E348C" w:rsidP="000E348C">
            <w:pPr>
              <w:spacing w:after="0" w:line="240" w:lineRule="auto"/>
              <w:jc w:val="both"/>
              <w:rPr>
                <w:rFonts w:ascii="Times New Roman" w:hAnsi="Times New Roman"/>
                <w:sz w:val="24"/>
                <w:szCs w:val="24"/>
                <w:highlight w:val="yellow"/>
              </w:rPr>
            </w:pPr>
            <w:r w:rsidRPr="005A00D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63BC1" w:rsidRDefault="00363BC1" w:rsidP="003C124A">
            <w:pPr>
              <w:pStyle w:val="ConsPlusCell"/>
              <w:jc w:val="both"/>
              <w:rPr>
                <w:sz w:val="24"/>
                <w:szCs w:val="24"/>
              </w:rPr>
            </w:pPr>
            <w:r w:rsidRPr="00363BC1">
              <w:rPr>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63BC1">
              <w:rPr>
                <w:rFonts w:ascii="Times New Roman" w:hAnsi="Times New Roman"/>
                <w:sz w:val="24"/>
                <w:szCs w:val="24"/>
              </w:rPr>
              <w:t>7</w:t>
            </w:r>
            <w:r w:rsidR="009061E6" w:rsidRPr="00363BC1">
              <w:rPr>
                <w:rFonts w:ascii="Times New Roman" w:hAnsi="Times New Roman"/>
                <w:sz w:val="24"/>
                <w:szCs w:val="24"/>
              </w:rPr>
              <w:t xml:space="preserve">. </w:t>
            </w:r>
            <w:r w:rsidR="00603A66" w:rsidRPr="00363BC1">
              <w:rPr>
                <w:rFonts w:ascii="Times New Roman" w:hAnsi="Times New Roman"/>
                <w:sz w:val="24"/>
                <w:szCs w:val="24"/>
              </w:rPr>
              <w:t>Обеспечение ввода</w:t>
            </w:r>
            <w:r w:rsidR="00603A66" w:rsidRPr="003C124A">
              <w:rPr>
                <w:rFonts w:ascii="Times New Roman" w:hAnsi="Times New Roman"/>
                <w:sz w:val="24"/>
                <w:szCs w:val="24"/>
              </w:rPr>
              <w:t xml:space="preserve"> в эксплуатацию жилья на территории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 xml:space="preserve">Число субъектов малого и среднего предпринимательства в расчете на 10 тыс. человек </w:t>
            </w:r>
            <w:r w:rsidRPr="003C124A">
              <w:rPr>
                <w:sz w:val="24"/>
                <w:szCs w:val="24"/>
              </w:rPr>
              <w:lastRenderedPageBreak/>
              <w:t>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 xml:space="preserve">является  одним из приоритетных направлений муниципальной программы.  Реализация программы направлена на </w:t>
      </w:r>
      <w:r w:rsidR="00480434" w:rsidRPr="003C124A">
        <w:rPr>
          <w:rFonts w:ascii="Times New Roman" w:hAnsi="Times New Roman" w:cs="Times New Roman"/>
          <w:sz w:val="24"/>
          <w:szCs w:val="24"/>
        </w:rPr>
        <w:lastRenderedPageBreak/>
        <w:t>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lastRenderedPageBreak/>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lastRenderedPageBreak/>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w:t>
      </w:r>
      <w:r w:rsidR="00D43B62" w:rsidRPr="003C124A">
        <w:rPr>
          <w:rFonts w:ascii="Times New Roman" w:hAnsi="Times New Roman"/>
          <w:sz w:val="24"/>
          <w:szCs w:val="24"/>
        </w:rPr>
        <w:lastRenderedPageBreak/>
        <w:t xml:space="preserve">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Общий объем средств на финансирование муниципальной программы составляет 832 244 491,58 рубль, в том числе:</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2022 год –  166 173 582,85 рубля;</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2023 год –  115 438 889,64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2024 год –  104 329 033,04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2025 год – 105 169 559,60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2026 год – 67 888 685,29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2027 год – 68 178 685,29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 xml:space="preserve">2028 год – 68 068 685,29 рублей; </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2029 год – 68 318 685,29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2030 год – 68 678 685,29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 xml:space="preserve">Общий объем расходов местного бюджета на реализацию муниципальной программы составляет 511 224 088,53 рублей, в том числе: </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2022 год – 82 661 934,97 рубля;</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2023 год – 76 661 585,96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 xml:space="preserve">2024 год – 72 956 430,70 рублей; </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 xml:space="preserve">2025 год – 73 904 189,30 рублей; </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2026 год – 40 669 989,52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2027 год – 40 959 989,52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 xml:space="preserve">2028 год – 40 849 989,52 рублей; </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2029 год – 41 099 989,52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2030 год – 41 459 989,52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297 761 474,41 рубля, в том числе:                    </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2022 год –  60 252 999,84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2023 год –  38 777 231,36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2024 год – 31 372 527,02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2025 год – 31 265 237,34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2026 год – 27 218 695,77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2027 год – 27 218 695,77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 xml:space="preserve">2028 год – 27 218 695,77 рублей; </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2029 год – 27 218 695,77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2030 год – 27 218 695,77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23 258 928,64 рублей, в том числе:                    </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2022 год –  23 258 648,04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2023 год –  72,32 рубля;</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2024 год –  75,32 рублей;</w:t>
      </w:r>
    </w:p>
    <w:p w:rsidR="005A00D0" w:rsidRPr="005A00D0" w:rsidRDefault="005A00D0" w:rsidP="005A00D0">
      <w:pPr>
        <w:spacing w:after="0" w:line="240" w:lineRule="auto"/>
        <w:jc w:val="both"/>
        <w:rPr>
          <w:rFonts w:ascii="Times New Roman" w:hAnsi="Times New Roman"/>
          <w:sz w:val="24"/>
          <w:szCs w:val="24"/>
        </w:rPr>
      </w:pPr>
      <w:r w:rsidRPr="005A00D0">
        <w:rPr>
          <w:rFonts w:ascii="Times New Roman" w:hAnsi="Times New Roman"/>
          <w:sz w:val="24"/>
          <w:szCs w:val="24"/>
        </w:rPr>
        <w:t>2025 год –  132,96 рублей</w:t>
      </w:r>
    </w:p>
    <w:p w:rsidR="002F48D5" w:rsidRPr="002F48D5" w:rsidRDefault="002F48D5" w:rsidP="005B5C37">
      <w:pPr>
        <w:spacing w:after="0" w:line="240" w:lineRule="auto"/>
        <w:jc w:val="both"/>
        <w:rPr>
          <w:rFonts w:ascii="Times New Roman" w:hAnsi="Times New Roman"/>
          <w:sz w:val="24"/>
          <w:szCs w:val="24"/>
        </w:rPr>
      </w:pPr>
      <w:r w:rsidRPr="002F48D5">
        <w:rPr>
          <w:rFonts w:ascii="Times New Roman" w:hAnsi="Times New Roman"/>
          <w:sz w:val="24"/>
          <w:szCs w:val="24"/>
        </w:rPr>
        <w:tab/>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5"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Pr="003C124A">
        <w:rPr>
          <w:rFonts w:ascii="Times New Roman" w:hAnsi="Times New Roman"/>
          <w:sz w:val="24"/>
          <w:szCs w:val="24"/>
        </w:rPr>
        <w:t xml:space="preserve"> в срок </w:t>
      </w:r>
      <w:r w:rsidRPr="003C124A">
        <w:rPr>
          <w:rFonts w:ascii="Times New Roman" w:hAnsi="Times New Roman"/>
          <w:sz w:val="24"/>
          <w:szCs w:val="24"/>
        </w:rPr>
        <w:b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w:t>
      </w:r>
      <w:r w:rsidR="002F5600" w:rsidRPr="003C124A">
        <w:rPr>
          <w:rFonts w:ascii="Times New Roman" w:hAnsi="Times New Roman"/>
          <w:sz w:val="24"/>
          <w:szCs w:val="24"/>
        </w:rPr>
        <w:lastRenderedPageBreak/>
        <w:t>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DA5521" w:rsidRPr="003C124A" w:rsidRDefault="00DA5521" w:rsidP="00DA5521">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DA5521" w:rsidRPr="003C124A" w:rsidRDefault="00DA5521" w:rsidP="00DA5521">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DA5521" w:rsidRPr="003C124A" w:rsidRDefault="00DA5521" w:rsidP="00DA5521">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DA5521" w:rsidRPr="002F48D5" w:rsidRDefault="00DA5521" w:rsidP="00DA5521">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DA5521" w:rsidRPr="002F48D5" w:rsidRDefault="00DA5521" w:rsidP="00DA5521">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DA5521" w:rsidRPr="002F48D5" w:rsidRDefault="00DA5521" w:rsidP="00DA5521">
      <w:pPr>
        <w:autoSpaceDE w:val="0"/>
        <w:autoSpaceDN w:val="0"/>
        <w:adjustRightInd w:val="0"/>
        <w:spacing w:after="0" w:line="240" w:lineRule="auto"/>
        <w:jc w:val="center"/>
        <w:rPr>
          <w:rFonts w:ascii="Times New Roman" w:eastAsia="Calibri" w:hAnsi="Times New Roman"/>
          <w:sz w:val="24"/>
          <w:szCs w:val="24"/>
        </w:rPr>
      </w:pPr>
    </w:p>
    <w:p w:rsidR="00DA5521" w:rsidRPr="002F48D5" w:rsidRDefault="00DA5521" w:rsidP="00DA5521">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DA5521" w:rsidRPr="002F48D5" w:rsidRDefault="00DA5521" w:rsidP="00DA5521">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DA5521" w:rsidRPr="002F48D5" w:rsidRDefault="00DA5521" w:rsidP="00DA5521">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DA5521" w:rsidRPr="002F48D5" w:rsidRDefault="00DA5521" w:rsidP="00DA5521">
      <w:pPr>
        <w:pStyle w:val="ConsPlusNonformat"/>
        <w:jc w:val="center"/>
        <w:rPr>
          <w:rFonts w:ascii="Times New Roman" w:hAnsi="Times New Roman" w:cs="Times New Roman"/>
          <w:sz w:val="24"/>
          <w:szCs w:val="24"/>
        </w:rPr>
      </w:pPr>
    </w:p>
    <w:p w:rsidR="00DA5521" w:rsidRPr="002F48D5" w:rsidRDefault="00DA5521" w:rsidP="00DA5521">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DA5521" w:rsidRPr="002F48D5" w:rsidRDefault="00DA5521" w:rsidP="00DA5521">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DA5521" w:rsidRPr="002F48D5" w:rsidTr="0096576C">
        <w:tc>
          <w:tcPr>
            <w:tcW w:w="4503" w:type="dxa"/>
            <w:vAlign w:val="center"/>
          </w:tcPr>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DA5521" w:rsidRPr="002F48D5" w:rsidRDefault="00DA5521" w:rsidP="0096576C">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DA5521" w:rsidRPr="002F48D5" w:rsidTr="0096576C">
        <w:tc>
          <w:tcPr>
            <w:tcW w:w="4503" w:type="dxa"/>
            <w:vAlign w:val="center"/>
          </w:tcPr>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DA5521" w:rsidRPr="002F48D5" w:rsidRDefault="00DA5521" w:rsidP="0096576C">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DA5521" w:rsidRPr="002F48D5" w:rsidTr="0096576C">
        <w:tc>
          <w:tcPr>
            <w:tcW w:w="4503" w:type="dxa"/>
          </w:tcPr>
          <w:p w:rsidR="00DA5521" w:rsidRPr="002F48D5" w:rsidRDefault="00DA5521" w:rsidP="0096576C">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DA5521" w:rsidRPr="002F48D5" w:rsidRDefault="00DA5521" w:rsidP="0096576C">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DA5521" w:rsidRPr="002F48D5" w:rsidTr="0096576C">
        <w:tc>
          <w:tcPr>
            <w:tcW w:w="4503" w:type="dxa"/>
          </w:tcPr>
          <w:p w:rsidR="00DA5521" w:rsidRPr="002F48D5" w:rsidRDefault="00DA5521" w:rsidP="0096576C">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DA5521" w:rsidRPr="002F48D5" w:rsidRDefault="00DA5521" w:rsidP="0096576C">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DA5521" w:rsidRPr="002F48D5" w:rsidTr="0096576C">
        <w:tc>
          <w:tcPr>
            <w:tcW w:w="4503" w:type="dxa"/>
          </w:tcPr>
          <w:p w:rsidR="00DA5521" w:rsidRPr="002F48D5" w:rsidRDefault="00DA5521" w:rsidP="0096576C">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DA5521" w:rsidRPr="002F48D5" w:rsidRDefault="00DA5521" w:rsidP="0096576C">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DA5521" w:rsidRPr="002F48D5" w:rsidTr="0096576C">
        <w:tc>
          <w:tcPr>
            <w:tcW w:w="4503" w:type="dxa"/>
          </w:tcPr>
          <w:p w:rsidR="00DA5521" w:rsidRPr="002F48D5" w:rsidRDefault="00DA5521" w:rsidP="0096576C">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DA5521" w:rsidRPr="002F48D5" w:rsidRDefault="00DA5521" w:rsidP="0096576C">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DA5521" w:rsidRPr="002F48D5" w:rsidTr="0096576C">
        <w:trPr>
          <w:trHeight w:val="401"/>
        </w:trPr>
        <w:tc>
          <w:tcPr>
            <w:tcW w:w="4503" w:type="dxa"/>
          </w:tcPr>
          <w:p w:rsidR="00DA5521" w:rsidRPr="002F48D5" w:rsidRDefault="00DA5521" w:rsidP="0096576C">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DA5521" w:rsidRPr="002F48D5" w:rsidTr="0096576C">
        <w:trPr>
          <w:trHeight w:val="328"/>
        </w:trPr>
        <w:tc>
          <w:tcPr>
            <w:tcW w:w="4503" w:type="dxa"/>
          </w:tcPr>
          <w:p w:rsidR="00DA5521" w:rsidRPr="002F48D5" w:rsidRDefault="00DA5521" w:rsidP="0096576C">
            <w:pPr>
              <w:spacing w:after="0"/>
              <w:jc w:val="both"/>
              <w:rPr>
                <w:rFonts w:ascii="Times New Roman" w:hAnsi="Times New Roman"/>
                <w:sz w:val="24"/>
                <w:szCs w:val="24"/>
              </w:rPr>
            </w:pPr>
            <w:r w:rsidRPr="002F48D5">
              <w:rPr>
                <w:rFonts w:ascii="Times New Roman" w:hAnsi="Times New Roman"/>
                <w:sz w:val="24"/>
                <w:szCs w:val="24"/>
              </w:rPr>
              <w:lastRenderedPageBreak/>
              <w:t xml:space="preserve">Задачи подпрограммы </w:t>
            </w:r>
          </w:p>
        </w:tc>
        <w:tc>
          <w:tcPr>
            <w:tcW w:w="4961" w:type="dxa"/>
          </w:tcPr>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2F48D5">
              <w:rPr>
                <w:rFonts w:ascii="Times New Roman" w:hAnsi="Times New Roman"/>
                <w:sz w:val="24"/>
                <w:szCs w:val="24"/>
              </w:rPr>
              <w:t>Муромцевском</w:t>
            </w:r>
            <w:proofErr w:type="spellEnd"/>
            <w:r w:rsidRPr="002F48D5">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tc>
      </w:tr>
      <w:tr w:rsidR="00DA5521" w:rsidRPr="002F48D5" w:rsidTr="0096576C">
        <w:trPr>
          <w:trHeight w:val="647"/>
        </w:trPr>
        <w:tc>
          <w:tcPr>
            <w:tcW w:w="4503" w:type="dxa"/>
          </w:tcPr>
          <w:p w:rsidR="00DA5521" w:rsidRPr="002F48D5" w:rsidRDefault="00DA5521" w:rsidP="0096576C">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Перечень основных мероприятий и (или) ведомственных целевых программ</w:t>
            </w:r>
          </w:p>
        </w:tc>
        <w:tc>
          <w:tcPr>
            <w:tcW w:w="4961" w:type="dxa"/>
          </w:tcPr>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DA5521" w:rsidRPr="002F48D5" w:rsidRDefault="00DA5521" w:rsidP="0096576C">
            <w:pPr>
              <w:spacing w:after="0" w:line="240" w:lineRule="auto"/>
              <w:jc w:val="both"/>
              <w:rPr>
                <w:rFonts w:ascii="Times New Roman" w:hAnsi="Times New Roman"/>
                <w:sz w:val="24"/>
                <w:szCs w:val="24"/>
              </w:rPr>
            </w:pPr>
            <w:r w:rsidRPr="002F48D5">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tc>
      </w:tr>
      <w:tr w:rsidR="00DA5521" w:rsidRPr="002F48D5" w:rsidTr="0096576C">
        <w:trPr>
          <w:trHeight w:val="701"/>
        </w:trPr>
        <w:tc>
          <w:tcPr>
            <w:tcW w:w="4503" w:type="dxa"/>
          </w:tcPr>
          <w:p w:rsidR="00DA5521" w:rsidRPr="002F48D5" w:rsidRDefault="00DA5521" w:rsidP="0096576C">
            <w:pPr>
              <w:spacing w:after="0"/>
              <w:jc w:val="both"/>
              <w:rPr>
                <w:rFonts w:ascii="Times New Roman" w:hAnsi="Times New Roman"/>
                <w:sz w:val="24"/>
                <w:szCs w:val="24"/>
              </w:rPr>
            </w:pPr>
            <w:r w:rsidRPr="002F48D5">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961" w:type="dxa"/>
          </w:tcPr>
          <w:p w:rsidR="00DA5521" w:rsidRPr="00DA5521" w:rsidRDefault="00DA5521" w:rsidP="0096576C">
            <w:pPr>
              <w:spacing w:after="0"/>
              <w:jc w:val="both"/>
              <w:rPr>
                <w:rFonts w:ascii="Times New Roman" w:hAnsi="Times New Roman"/>
                <w:sz w:val="24"/>
                <w:szCs w:val="24"/>
              </w:rPr>
            </w:pPr>
            <w:r w:rsidRPr="00DA5521">
              <w:rPr>
                <w:rFonts w:ascii="Times New Roman" w:eastAsia="Calibri" w:hAnsi="Times New Roman"/>
                <w:sz w:val="24"/>
                <w:szCs w:val="24"/>
              </w:rPr>
              <w:t>Общий объем финансирования подпрограммы за счет всех источников финансирования составляет 664 265 794,37</w:t>
            </w:r>
            <w:r w:rsidRPr="00DA5521">
              <w:rPr>
                <w:rFonts w:ascii="Times New Roman" w:hAnsi="Times New Roman"/>
                <w:sz w:val="24"/>
                <w:szCs w:val="24"/>
              </w:rPr>
              <w:t xml:space="preserve"> рублей, в том числе по годам:</w:t>
            </w:r>
          </w:p>
          <w:p w:rsidR="00DA5521" w:rsidRPr="00DA5521" w:rsidRDefault="00DA5521" w:rsidP="0096576C">
            <w:pPr>
              <w:spacing w:after="0" w:line="240" w:lineRule="auto"/>
              <w:jc w:val="both"/>
              <w:rPr>
                <w:rFonts w:ascii="Times New Roman" w:hAnsi="Times New Roman"/>
                <w:sz w:val="24"/>
                <w:szCs w:val="24"/>
              </w:rPr>
            </w:pPr>
            <w:r w:rsidRPr="00DA5521">
              <w:rPr>
                <w:rFonts w:ascii="Times New Roman" w:hAnsi="Times New Roman"/>
                <w:sz w:val="24"/>
                <w:szCs w:val="24"/>
              </w:rPr>
              <w:t>2022 год – 103 547 678,41 рублей;</w:t>
            </w:r>
          </w:p>
          <w:p w:rsidR="00DA5521" w:rsidRPr="00DA5521" w:rsidRDefault="00DA5521" w:rsidP="0096576C">
            <w:pPr>
              <w:spacing w:after="0" w:line="240" w:lineRule="auto"/>
              <w:jc w:val="both"/>
              <w:rPr>
                <w:rFonts w:ascii="Times New Roman" w:hAnsi="Times New Roman"/>
                <w:sz w:val="24"/>
                <w:szCs w:val="24"/>
              </w:rPr>
            </w:pPr>
            <w:r w:rsidRPr="00DA5521">
              <w:rPr>
                <w:rFonts w:ascii="Times New Roman" w:hAnsi="Times New Roman"/>
                <w:sz w:val="24"/>
                <w:szCs w:val="24"/>
              </w:rPr>
              <w:t>2023 год – 100 142 174,19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2024 год – 89 598 503,79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2025 год – 90 317 603,03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2026 год – 55 743 966,99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2027 год – 55 933 966,99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2028 год – 56 123 966,99 рублей; </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2029 год – 56 323 966,99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lastRenderedPageBreak/>
              <w:t>2030 год – 56 533 966,99 рублей.</w:t>
            </w:r>
          </w:p>
          <w:p w:rsidR="00DA5521" w:rsidRPr="00DA5521" w:rsidRDefault="00DA5521" w:rsidP="0096576C">
            <w:pPr>
              <w:spacing w:after="0" w:line="240" w:lineRule="auto"/>
              <w:jc w:val="both"/>
              <w:rPr>
                <w:rFonts w:ascii="Times New Roman" w:hAnsi="Times New Roman"/>
                <w:sz w:val="24"/>
                <w:szCs w:val="24"/>
              </w:rPr>
            </w:pPr>
            <w:r w:rsidRPr="00DA5521">
              <w:rPr>
                <w:rFonts w:ascii="Times New Roman" w:hAnsi="Times New Roman"/>
                <w:sz w:val="24"/>
                <w:szCs w:val="24"/>
              </w:rPr>
              <w:t>Общий объем финансирования за счет налоговых и неналоговых доходов, поступлений нецелевого характера из местного  бюджета  составляет 394 329 440,60 рублей, в том числе по годам:</w:t>
            </w:r>
          </w:p>
          <w:p w:rsidR="00DA5521" w:rsidRPr="00DA5521" w:rsidRDefault="00DA5521" w:rsidP="0096576C">
            <w:pPr>
              <w:spacing w:after="0" w:line="240" w:lineRule="auto"/>
              <w:jc w:val="both"/>
              <w:rPr>
                <w:rFonts w:ascii="Times New Roman" w:hAnsi="Times New Roman"/>
                <w:sz w:val="24"/>
                <w:szCs w:val="24"/>
              </w:rPr>
            </w:pPr>
            <w:r w:rsidRPr="00DA5521">
              <w:rPr>
                <w:rFonts w:ascii="Times New Roman" w:hAnsi="Times New Roman"/>
                <w:sz w:val="24"/>
                <w:szCs w:val="24"/>
              </w:rPr>
              <w:t>2022 год – 66 972 667,23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62 173 321,54 рубль;</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2024 год – 59 007 284,14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2025 год – 59 728 502,74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2026 год – 28 902 132,99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2027 год – 29 092 132,99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2028 год – 29 282 132,99 рубля; </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2029 год – 29 482 132,99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2030 год – 29 692 132,99 рубля</w:t>
            </w:r>
          </w:p>
          <w:p w:rsidR="00DA5521" w:rsidRPr="00DA5521" w:rsidRDefault="00DA5521" w:rsidP="0096576C">
            <w:pPr>
              <w:spacing w:after="0" w:line="240" w:lineRule="auto"/>
              <w:jc w:val="both"/>
              <w:rPr>
                <w:rFonts w:ascii="Times New Roman" w:hAnsi="Times New Roman"/>
                <w:sz w:val="24"/>
                <w:szCs w:val="24"/>
              </w:rPr>
            </w:pPr>
            <w:r w:rsidRPr="00DA5521">
              <w:rPr>
                <w:rFonts w:ascii="Times New Roman" w:hAnsi="Times New Roman"/>
                <w:sz w:val="24"/>
                <w:szCs w:val="24"/>
              </w:rPr>
              <w:t>Общий объем финансирования за счет поступлений целевого характера из областного бюджета составляет 269 880 786,54 рублей, в том числе по годам:</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2022 год – 36 519 724,55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37 968 780,33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2024 год – 30 591 144,33 рубля;</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2025 год – 30 591 967,33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2026 год – 26 841 834,00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2027 год – 26 841 834,00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2028 год – 26 841 834,00 рублей; </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2029 год – 26 841 834,00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2030 год – 26 841 834,00 рублей</w:t>
            </w:r>
          </w:p>
          <w:p w:rsidR="00DA5521" w:rsidRPr="00DA5521" w:rsidRDefault="00DA5521" w:rsidP="0096576C">
            <w:pPr>
              <w:spacing w:after="0" w:line="240" w:lineRule="auto"/>
              <w:jc w:val="both"/>
              <w:rPr>
                <w:rFonts w:ascii="Times New Roman" w:hAnsi="Times New Roman"/>
                <w:sz w:val="24"/>
                <w:szCs w:val="24"/>
              </w:rPr>
            </w:pPr>
            <w:r w:rsidRPr="00DA5521">
              <w:rPr>
                <w:rFonts w:ascii="Times New Roman" w:hAnsi="Times New Roman"/>
                <w:sz w:val="24"/>
                <w:szCs w:val="24"/>
              </w:rPr>
              <w:t>Общий объем финансирования за счет поступлений целевого характера из федерального бюджета составляет 55 567,23 рублей, в том числе по годам:</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DA5521" w:rsidRPr="00DA5521" w:rsidRDefault="00DA5521" w:rsidP="0096576C">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2024 год – 75,32 рублей.</w:t>
            </w:r>
          </w:p>
          <w:p w:rsidR="00DA5521" w:rsidRPr="00DA5521" w:rsidRDefault="00DA5521" w:rsidP="0096576C">
            <w:pPr>
              <w:autoSpaceDE w:val="0"/>
              <w:autoSpaceDN w:val="0"/>
              <w:adjustRightInd w:val="0"/>
              <w:spacing w:after="0" w:line="240" w:lineRule="auto"/>
              <w:ind w:firstLine="709"/>
              <w:jc w:val="both"/>
              <w:rPr>
                <w:rFonts w:ascii="Times New Roman" w:hAnsi="Times New Roman"/>
                <w:sz w:val="24"/>
                <w:szCs w:val="24"/>
              </w:rPr>
            </w:pPr>
            <w:r w:rsidRPr="00DA552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DA5521" w:rsidRPr="002F48D5" w:rsidTr="0096576C">
        <w:trPr>
          <w:trHeight w:val="697"/>
        </w:trPr>
        <w:tc>
          <w:tcPr>
            <w:tcW w:w="4503" w:type="dxa"/>
          </w:tcPr>
          <w:p w:rsidR="00DA5521" w:rsidRPr="002F48D5" w:rsidRDefault="00DA5521" w:rsidP="0096576C">
            <w:pPr>
              <w:spacing w:after="0"/>
              <w:jc w:val="both"/>
              <w:rPr>
                <w:rFonts w:ascii="Times New Roman" w:hAnsi="Times New Roman"/>
                <w:sz w:val="24"/>
                <w:szCs w:val="24"/>
              </w:rPr>
            </w:pPr>
            <w:r w:rsidRPr="002F48D5">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DA5521" w:rsidRPr="002F48D5" w:rsidRDefault="00DA5521" w:rsidP="0096576C">
            <w:pPr>
              <w:pStyle w:val="a5"/>
              <w:spacing w:after="0" w:line="240" w:lineRule="auto"/>
              <w:ind w:left="0"/>
              <w:jc w:val="both"/>
              <w:rPr>
                <w:rFonts w:ascii="Times New Roman" w:hAnsi="Times New Roman"/>
                <w:sz w:val="24"/>
                <w:szCs w:val="24"/>
              </w:rPr>
            </w:pPr>
            <w:r w:rsidRPr="002F48D5">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DA5521" w:rsidRPr="002F48D5" w:rsidRDefault="00DA5521" w:rsidP="0096576C">
            <w:pPr>
              <w:pStyle w:val="a5"/>
              <w:spacing w:after="0" w:line="240" w:lineRule="auto"/>
              <w:ind w:left="0"/>
              <w:jc w:val="both"/>
              <w:rPr>
                <w:rFonts w:ascii="Times New Roman" w:hAnsi="Times New Roman"/>
                <w:sz w:val="24"/>
                <w:szCs w:val="24"/>
              </w:rPr>
            </w:pPr>
            <w:r w:rsidRPr="002F48D5">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2F48D5">
              <w:rPr>
                <w:rFonts w:ascii="Times New Roman" w:hAnsi="Times New Roman"/>
                <w:sz w:val="24"/>
                <w:szCs w:val="24"/>
              </w:rPr>
              <w:t>антикоррупционной</w:t>
            </w:r>
            <w:proofErr w:type="spellEnd"/>
            <w:r w:rsidRPr="002F48D5">
              <w:rPr>
                <w:rFonts w:ascii="Times New Roman" w:hAnsi="Times New Roman"/>
                <w:sz w:val="24"/>
                <w:szCs w:val="24"/>
              </w:rPr>
              <w:t xml:space="preserve"> экспертизы на уровне 100 %.</w:t>
            </w:r>
          </w:p>
          <w:p w:rsidR="00DA5521" w:rsidRPr="002F48D5" w:rsidRDefault="00DA5521" w:rsidP="0096576C">
            <w:pPr>
              <w:pStyle w:val="a5"/>
              <w:spacing w:after="0" w:line="240" w:lineRule="auto"/>
              <w:ind w:left="0"/>
              <w:jc w:val="both"/>
              <w:rPr>
                <w:rFonts w:ascii="Times New Roman" w:hAnsi="Times New Roman"/>
                <w:sz w:val="24"/>
                <w:szCs w:val="24"/>
              </w:rPr>
            </w:pPr>
            <w:r w:rsidRPr="002F48D5">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2F48D5">
              <w:rPr>
                <w:rFonts w:ascii="Times New Roman" w:hAnsi="Times New Roman"/>
                <w:sz w:val="24"/>
                <w:szCs w:val="24"/>
              </w:rPr>
              <w:t>Муромцевском</w:t>
            </w:r>
            <w:proofErr w:type="spellEnd"/>
            <w:r w:rsidRPr="002F48D5">
              <w:rPr>
                <w:rFonts w:ascii="Times New Roman" w:hAnsi="Times New Roman"/>
                <w:sz w:val="24"/>
                <w:szCs w:val="24"/>
              </w:rPr>
              <w:t xml:space="preserve"> муниципальном районе </w:t>
            </w:r>
            <w:r w:rsidRPr="002F48D5">
              <w:rPr>
                <w:rFonts w:ascii="Times New Roman" w:hAnsi="Times New Roman"/>
                <w:sz w:val="24"/>
                <w:szCs w:val="24"/>
              </w:rPr>
              <w:lastRenderedPageBreak/>
              <w:t>Омской области.</w:t>
            </w:r>
          </w:p>
          <w:p w:rsidR="00DA5521" w:rsidRPr="002F48D5" w:rsidRDefault="00DA5521" w:rsidP="0096576C">
            <w:pPr>
              <w:pStyle w:val="a5"/>
              <w:spacing w:after="0" w:line="240" w:lineRule="auto"/>
              <w:ind w:left="0"/>
              <w:jc w:val="both"/>
              <w:rPr>
                <w:rFonts w:ascii="Times New Roman" w:hAnsi="Times New Roman"/>
                <w:sz w:val="24"/>
                <w:szCs w:val="24"/>
              </w:rPr>
            </w:pPr>
            <w:r w:rsidRPr="002F48D5">
              <w:rPr>
                <w:rFonts w:ascii="Times New Roman" w:hAnsi="Times New Roman"/>
                <w:sz w:val="24"/>
                <w:szCs w:val="24"/>
              </w:rPr>
              <w:t xml:space="preserve">4. Сохранение долговой нагрузки  в </w:t>
            </w:r>
            <w:proofErr w:type="spellStart"/>
            <w:r w:rsidRPr="002F48D5">
              <w:rPr>
                <w:rFonts w:ascii="Times New Roman" w:hAnsi="Times New Roman"/>
                <w:sz w:val="24"/>
                <w:szCs w:val="24"/>
              </w:rPr>
              <w:t>Муромцевском</w:t>
            </w:r>
            <w:proofErr w:type="spellEnd"/>
            <w:r w:rsidRPr="002F48D5">
              <w:rPr>
                <w:rFonts w:ascii="Times New Roman" w:hAnsi="Times New Roman"/>
                <w:sz w:val="24"/>
                <w:szCs w:val="24"/>
              </w:rPr>
              <w:t xml:space="preserve"> муниципальном районе Омской области равным нулю.</w:t>
            </w:r>
          </w:p>
          <w:p w:rsidR="00DA5521" w:rsidRPr="002F48D5" w:rsidRDefault="00DA5521" w:rsidP="0096576C">
            <w:pPr>
              <w:pStyle w:val="a5"/>
              <w:spacing w:after="0" w:line="240" w:lineRule="auto"/>
              <w:ind w:left="0"/>
              <w:jc w:val="both"/>
              <w:rPr>
                <w:rFonts w:ascii="Times New Roman" w:hAnsi="Times New Roman"/>
                <w:sz w:val="24"/>
                <w:szCs w:val="24"/>
              </w:rPr>
            </w:pPr>
            <w:r w:rsidRPr="002F48D5">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DA5521" w:rsidRPr="002F48D5" w:rsidRDefault="00DA5521" w:rsidP="0096576C">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p>
        </w:tc>
      </w:tr>
    </w:tbl>
    <w:p w:rsidR="00DA5521" w:rsidRPr="002F48D5" w:rsidRDefault="00DA5521" w:rsidP="00DA5521">
      <w:pPr>
        <w:spacing w:after="0" w:line="240" w:lineRule="auto"/>
        <w:ind w:firstLine="709"/>
        <w:jc w:val="center"/>
        <w:rPr>
          <w:rFonts w:ascii="Times New Roman" w:hAnsi="Times New Roman"/>
          <w:sz w:val="24"/>
          <w:szCs w:val="24"/>
        </w:rPr>
      </w:pPr>
    </w:p>
    <w:p w:rsidR="00DA5521" w:rsidRPr="002F48D5" w:rsidRDefault="00DA5521" w:rsidP="00DA5521">
      <w:pPr>
        <w:spacing w:after="0" w:line="240" w:lineRule="auto"/>
        <w:ind w:firstLine="709"/>
        <w:jc w:val="center"/>
        <w:rPr>
          <w:rFonts w:ascii="Times New Roman" w:hAnsi="Times New Roman"/>
          <w:sz w:val="24"/>
          <w:szCs w:val="24"/>
        </w:rPr>
      </w:pPr>
      <w:r w:rsidRPr="002F48D5">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DA5521" w:rsidRPr="002F48D5" w:rsidRDefault="00DA5521" w:rsidP="00DA5521">
      <w:pPr>
        <w:spacing w:after="0" w:line="240" w:lineRule="auto"/>
        <w:ind w:firstLine="709"/>
        <w:jc w:val="both"/>
        <w:rPr>
          <w:rFonts w:ascii="Times New Roman" w:hAnsi="Times New Roman"/>
          <w:sz w:val="24"/>
          <w:szCs w:val="24"/>
        </w:rPr>
      </w:pPr>
    </w:p>
    <w:p w:rsidR="00DA5521" w:rsidRPr="002F48D5" w:rsidRDefault="00DA5521" w:rsidP="00DA5521">
      <w:pPr>
        <w:spacing w:after="0"/>
        <w:ind w:firstLine="709"/>
        <w:jc w:val="both"/>
        <w:rPr>
          <w:rFonts w:ascii="Times New Roman" w:hAnsi="Times New Roman"/>
          <w:sz w:val="24"/>
          <w:szCs w:val="24"/>
        </w:rPr>
      </w:pPr>
      <w:r w:rsidRPr="002F48D5">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2F48D5">
        <w:rPr>
          <w:rFonts w:ascii="Times New Roman" w:hAnsi="Times New Roman"/>
          <w:sz w:val="24"/>
          <w:szCs w:val="24"/>
        </w:rPr>
        <w:t xml:space="preserve"> Достижению данной цели будет способствовать решение следующих задач:</w:t>
      </w:r>
    </w:p>
    <w:p w:rsidR="00DA5521" w:rsidRPr="002F48D5" w:rsidRDefault="00DA5521" w:rsidP="00DA5521">
      <w:pPr>
        <w:spacing w:after="0"/>
        <w:ind w:firstLine="709"/>
        <w:jc w:val="both"/>
        <w:rPr>
          <w:rFonts w:ascii="Times New Roman" w:hAnsi="Times New Roman"/>
          <w:sz w:val="24"/>
          <w:szCs w:val="24"/>
        </w:rPr>
      </w:pPr>
      <w:r w:rsidRPr="002F48D5">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DA5521" w:rsidRPr="002F48D5" w:rsidRDefault="00DA5521" w:rsidP="00DA5521">
      <w:pPr>
        <w:widowControl w:val="0"/>
        <w:autoSpaceDE w:val="0"/>
        <w:autoSpaceDN w:val="0"/>
        <w:adjustRightInd w:val="0"/>
        <w:spacing w:after="0"/>
        <w:ind w:firstLine="709"/>
        <w:jc w:val="both"/>
        <w:rPr>
          <w:rFonts w:ascii="Times New Roman" w:hAnsi="Times New Roman"/>
          <w:sz w:val="24"/>
          <w:szCs w:val="24"/>
        </w:rPr>
      </w:pPr>
      <w:r w:rsidRPr="002F48D5">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DA5521" w:rsidRPr="002F48D5" w:rsidRDefault="00DA5521" w:rsidP="00DA5521">
      <w:pPr>
        <w:widowControl w:val="0"/>
        <w:autoSpaceDE w:val="0"/>
        <w:autoSpaceDN w:val="0"/>
        <w:adjustRightInd w:val="0"/>
        <w:spacing w:after="0"/>
        <w:ind w:firstLine="709"/>
        <w:jc w:val="both"/>
        <w:rPr>
          <w:rFonts w:ascii="Times New Roman" w:hAnsi="Times New Roman"/>
          <w:sz w:val="24"/>
          <w:szCs w:val="24"/>
        </w:rPr>
      </w:pPr>
      <w:r w:rsidRPr="002F48D5">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DA5521" w:rsidRPr="002F48D5" w:rsidRDefault="00DA5521" w:rsidP="00DA5521">
      <w:pPr>
        <w:pStyle w:val="ConsPlusNormal"/>
        <w:jc w:val="both"/>
        <w:rPr>
          <w:rFonts w:ascii="Times New Roman" w:hAnsi="Times New Roman" w:cs="Times New Roman"/>
          <w:sz w:val="24"/>
          <w:szCs w:val="24"/>
        </w:rPr>
      </w:pPr>
      <w:r w:rsidRPr="002F48D5">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DA5521" w:rsidRPr="002F48D5" w:rsidRDefault="00DA5521" w:rsidP="00DA5521">
      <w:pPr>
        <w:autoSpaceDE w:val="0"/>
        <w:autoSpaceDN w:val="0"/>
        <w:adjustRightInd w:val="0"/>
        <w:spacing w:after="0" w:line="240" w:lineRule="auto"/>
        <w:ind w:firstLine="720"/>
        <w:jc w:val="both"/>
        <w:rPr>
          <w:rFonts w:ascii="Times New Roman" w:hAnsi="Times New Roman"/>
          <w:sz w:val="24"/>
          <w:szCs w:val="24"/>
        </w:rPr>
      </w:pPr>
      <w:r w:rsidRPr="002F48D5">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DA5521" w:rsidRPr="002F48D5" w:rsidRDefault="00DA5521" w:rsidP="00DA5521">
      <w:pPr>
        <w:pStyle w:val="a5"/>
        <w:numPr>
          <w:ilvl w:val="0"/>
          <w:numId w:val="6"/>
        </w:numPr>
        <w:spacing w:after="0" w:line="240" w:lineRule="auto"/>
        <w:ind w:left="0" w:firstLine="709"/>
        <w:jc w:val="both"/>
        <w:rPr>
          <w:rFonts w:ascii="Times New Roman" w:hAnsi="Times New Roman"/>
          <w:sz w:val="24"/>
          <w:szCs w:val="24"/>
        </w:rPr>
      </w:pPr>
      <w:r w:rsidRPr="002F48D5">
        <w:rPr>
          <w:rFonts w:ascii="Times New Roman" w:hAnsi="Times New Roman"/>
          <w:sz w:val="24"/>
          <w:szCs w:val="24"/>
        </w:rPr>
        <w:t>противодействие коррупции и снижение административных барьеров;</w:t>
      </w:r>
    </w:p>
    <w:p w:rsidR="00DA5521" w:rsidRPr="002F48D5" w:rsidRDefault="00DA5521" w:rsidP="00DA5521">
      <w:pPr>
        <w:pStyle w:val="a5"/>
        <w:numPr>
          <w:ilvl w:val="0"/>
          <w:numId w:val="6"/>
        </w:numPr>
        <w:spacing w:after="0" w:line="240" w:lineRule="auto"/>
        <w:ind w:left="0" w:firstLine="709"/>
        <w:jc w:val="both"/>
        <w:rPr>
          <w:rFonts w:ascii="Times New Roman" w:hAnsi="Times New Roman"/>
          <w:sz w:val="24"/>
          <w:szCs w:val="24"/>
        </w:rPr>
      </w:pPr>
      <w:r w:rsidRPr="002F48D5">
        <w:rPr>
          <w:rFonts w:ascii="Times New Roman" w:hAnsi="Times New Roman"/>
          <w:sz w:val="24"/>
          <w:szCs w:val="24"/>
        </w:rPr>
        <w:t>совершенствование контрольно-надзорной деятельности;</w:t>
      </w:r>
    </w:p>
    <w:p w:rsidR="00DA5521" w:rsidRPr="002F48D5" w:rsidRDefault="00DA5521" w:rsidP="00DA5521">
      <w:pPr>
        <w:pStyle w:val="a5"/>
        <w:numPr>
          <w:ilvl w:val="0"/>
          <w:numId w:val="6"/>
        </w:numPr>
        <w:spacing w:after="0" w:line="240" w:lineRule="auto"/>
        <w:ind w:left="0" w:firstLine="709"/>
        <w:jc w:val="both"/>
        <w:rPr>
          <w:rFonts w:ascii="Times New Roman" w:hAnsi="Times New Roman"/>
          <w:sz w:val="24"/>
          <w:szCs w:val="24"/>
        </w:rPr>
      </w:pPr>
      <w:r w:rsidRPr="002F48D5">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DA5521" w:rsidRPr="002F48D5" w:rsidRDefault="00DA5521" w:rsidP="00DA5521">
      <w:pPr>
        <w:pStyle w:val="a5"/>
        <w:numPr>
          <w:ilvl w:val="0"/>
          <w:numId w:val="6"/>
        </w:numPr>
        <w:spacing w:after="0" w:line="240" w:lineRule="auto"/>
        <w:ind w:left="0" w:firstLine="709"/>
        <w:jc w:val="both"/>
        <w:rPr>
          <w:rFonts w:ascii="Times New Roman" w:hAnsi="Times New Roman"/>
          <w:sz w:val="24"/>
          <w:szCs w:val="24"/>
        </w:rPr>
      </w:pPr>
      <w:r w:rsidRPr="002F48D5">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w:t>
      </w:r>
      <w:r w:rsidRPr="002F48D5">
        <w:rPr>
          <w:rFonts w:ascii="Times New Roman" w:hAnsi="Times New Roman"/>
          <w:sz w:val="24"/>
          <w:szCs w:val="24"/>
        </w:rPr>
        <w:lastRenderedPageBreak/>
        <w:t>соответствующих критериев для измерения качества, количества и стоимости конечных результатов деятельности организаций и т.д.</w:t>
      </w:r>
    </w:p>
    <w:p w:rsidR="00DA5521" w:rsidRPr="002F48D5" w:rsidRDefault="00DA5521" w:rsidP="00DA5521">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2F48D5">
        <w:rPr>
          <w:rFonts w:ascii="Times New Roman" w:hAnsi="Times New Roman"/>
          <w:sz w:val="24"/>
          <w:szCs w:val="24"/>
        </w:rPr>
        <w:tab/>
      </w:r>
    </w:p>
    <w:p w:rsidR="00DA5521" w:rsidRPr="002F48D5" w:rsidRDefault="00DA5521" w:rsidP="00DA5521">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DA5521" w:rsidRPr="002F48D5" w:rsidRDefault="00DA5521" w:rsidP="00DA5521">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DA5521" w:rsidRPr="002F48D5" w:rsidRDefault="00DA5521" w:rsidP="00DA5521">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DA5521" w:rsidRPr="002F48D5" w:rsidRDefault="00DA5521" w:rsidP="00DA5521">
      <w:pPr>
        <w:spacing w:after="0"/>
        <w:jc w:val="both"/>
        <w:rPr>
          <w:rFonts w:ascii="Times New Roman" w:hAnsi="Times New Roman"/>
          <w:sz w:val="24"/>
          <w:szCs w:val="24"/>
        </w:rPr>
      </w:pPr>
      <w:r w:rsidRPr="002F48D5">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DA5521" w:rsidRPr="002F48D5" w:rsidRDefault="00DA5521" w:rsidP="00DA5521">
      <w:pPr>
        <w:spacing w:after="0"/>
        <w:jc w:val="both"/>
        <w:rPr>
          <w:rFonts w:ascii="Times New Roman" w:hAnsi="Times New Roman"/>
          <w:sz w:val="24"/>
          <w:szCs w:val="24"/>
        </w:rPr>
      </w:pPr>
      <w:r w:rsidRPr="002F48D5">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DA5521" w:rsidRPr="002F48D5" w:rsidRDefault="00DA5521" w:rsidP="00DA5521">
      <w:pPr>
        <w:spacing w:after="0"/>
        <w:jc w:val="both"/>
        <w:rPr>
          <w:rFonts w:ascii="Times New Roman" w:hAnsi="Times New Roman"/>
          <w:sz w:val="24"/>
          <w:szCs w:val="24"/>
        </w:rPr>
      </w:pPr>
      <w:r w:rsidRPr="002F48D5">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DA5521" w:rsidRPr="002F48D5" w:rsidRDefault="00DA5521" w:rsidP="00DA5521">
      <w:pPr>
        <w:spacing w:after="0"/>
        <w:jc w:val="both"/>
        <w:rPr>
          <w:rFonts w:ascii="Times New Roman" w:hAnsi="Times New Roman"/>
          <w:sz w:val="24"/>
          <w:szCs w:val="24"/>
        </w:rPr>
      </w:pPr>
      <w:r w:rsidRPr="002F48D5">
        <w:rPr>
          <w:rFonts w:ascii="Times New Roman" w:hAnsi="Times New Roman"/>
          <w:sz w:val="24"/>
          <w:szCs w:val="24"/>
        </w:rPr>
        <w:tab/>
        <w:t>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DA5521" w:rsidRPr="002F48D5" w:rsidRDefault="00DA5521" w:rsidP="00DA5521">
      <w:pPr>
        <w:spacing w:after="0" w:line="240" w:lineRule="auto"/>
        <w:ind w:firstLine="709"/>
        <w:jc w:val="both"/>
        <w:rPr>
          <w:rFonts w:ascii="Times New Roman" w:hAnsi="Times New Roman"/>
          <w:sz w:val="24"/>
          <w:szCs w:val="24"/>
        </w:rPr>
      </w:pPr>
    </w:p>
    <w:p w:rsidR="00DA5521" w:rsidRPr="002F48D5" w:rsidRDefault="00DA5521" w:rsidP="00DA5521">
      <w:pPr>
        <w:spacing w:after="0" w:line="240" w:lineRule="auto"/>
        <w:ind w:firstLine="709"/>
        <w:jc w:val="center"/>
        <w:rPr>
          <w:rFonts w:ascii="Times New Roman" w:hAnsi="Times New Roman"/>
          <w:sz w:val="24"/>
          <w:szCs w:val="24"/>
        </w:rPr>
      </w:pPr>
      <w:r w:rsidRPr="002F48D5">
        <w:rPr>
          <w:rFonts w:ascii="Times New Roman" w:hAnsi="Times New Roman"/>
          <w:sz w:val="24"/>
          <w:szCs w:val="24"/>
        </w:rPr>
        <w:t>РАЗДЕЛ № 3. Цель и задачи подпрограммы</w:t>
      </w:r>
    </w:p>
    <w:p w:rsidR="00DA5521" w:rsidRPr="002F48D5" w:rsidRDefault="00DA5521" w:rsidP="00DA5521">
      <w:pPr>
        <w:spacing w:after="0" w:line="240" w:lineRule="auto"/>
        <w:ind w:firstLine="709"/>
        <w:jc w:val="both"/>
        <w:rPr>
          <w:rFonts w:ascii="Times New Roman" w:hAnsi="Times New Roman"/>
          <w:sz w:val="24"/>
          <w:szCs w:val="24"/>
        </w:rPr>
      </w:pP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Для достижения поставленной цели необходимо решение следующих задач:</w:t>
      </w:r>
    </w:p>
    <w:p w:rsidR="00DA5521" w:rsidRPr="002F48D5" w:rsidRDefault="00DA5521" w:rsidP="00DA5521">
      <w:pPr>
        <w:spacing w:after="0" w:line="240" w:lineRule="auto"/>
        <w:jc w:val="both"/>
        <w:rPr>
          <w:rFonts w:ascii="Times New Roman" w:hAnsi="Times New Roman"/>
          <w:sz w:val="24"/>
          <w:szCs w:val="24"/>
        </w:rPr>
      </w:pPr>
      <w:r w:rsidRPr="002F48D5">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DA5521" w:rsidRPr="002F48D5" w:rsidRDefault="00DA5521" w:rsidP="00DA5521">
      <w:pPr>
        <w:spacing w:after="0" w:line="240" w:lineRule="auto"/>
        <w:jc w:val="both"/>
        <w:rPr>
          <w:rFonts w:ascii="Times New Roman" w:hAnsi="Times New Roman"/>
          <w:sz w:val="24"/>
          <w:szCs w:val="24"/>
        </w:rPr>
      </w:pPr>
      <w:r w:rsidRPr="002F48D5">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2F48D5">
        <w:rPr>
          <w:rFonts w:ascii="Times New Roman" w:hAnsi="Times New Roman"/>
          <w:sz w:val="24"/>
          <w:szCs w:val="24"/>
        </w:rPr>
        <w:t>Муромцевском</w:t>
      </w:r>
      <w:proofErr w:type="spellEnd"/>
      <w:r w:rsidRPr="002F48D5">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DA5521" w:rsidRPr="002F48D5" w:rsidRDefault="00DA5521" w:rsidP="00DA5521">
      <w:pPr>
        <w:spacing w:after="0" w:line="240" w:lineRule="auto"/>
        <w:jc w:val="both"/>
        <w:rPr>
          <w:rFonts w:ascii="Times New Roman" w:hAnsi="Times New Roman"/>
          <w:sz w:val="24"/>
          <w:szCs w:val="24"/>
        </w:rPr>
      </w:pPr>
      <w:r w:rsidRPr="002F48D5">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DA5521" w:rsidRPr="002F48D5" w:rsidRDefault="00DA5521" w:rsidP="00DA5521">
      <w:pPr>
        <w:spacing w:after="0" w:line="240" w:lineRule="auto"/>
        <w:jc w:val="both"/>
        <w:rPr>
          <w:rFonts w:ascii="Times New Roman" w:hAnsi="Times New Roman"/>
          <w:sz w:val="24"/>
          <w:szCs w:val="24"/>
        </w:rPr>
      </w:pPr>
      <w:r w:rsidRPr="002F48D5">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DA5521" w:rsidRPr="002F48D5" w:rsidRDefault="00DA5521" w:rsidP="00DA5521">
      <w:pPr>
        <w:spacing w:after="0" w:line="240" w:lineRule="auto"/>
        <w:jc w:val="both"/>
        <w:rPr>
          <w:rFonts w:ascii="Times New Roman" w:hAnsi="Times New Roman"/>
          <w:sz w:val="24"/>
          <w:szCs w:val="24"/>
        </w:rPr>
      </w:pPr>
      <w:r w:rsidRPr="002F48D5">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DA5521" w:rsidRPr="002F48D5" w:rsidRDefault="00DA5521" w:rsidP="00DA5521">
      <w:pPr>
        <w:spacing w:after="0" w:line="240" w:lineRule="auto"/>
        <w:jc w:val="both"/>
        <w:rPr>
          <w:rFonts w:ascii="Times New Roman" w:hAnsi="Times New Roman"/>
          <w:sz w:val="24"/>
          <w:szCs w:val="24"/>
        </w:rPr>
      </w:pPr>
    </w:p>
    <w:p w:rsidR="00DA5521" w:rsidRPr="002F48D5" w:rsidRDefault="00DA5521" w:rsidP="00DA5521">
      <w:pPr>
        <w:spacing w:after="0" w:line="240" w:lineRule="auto"/>
        <w:ind w:firstLine="709"/>
        <w:jc w:val="center"/>
        <w:rPr>
          <w:rFonts w:ascii="Times New Roman" w:hAnsi="Times New Roman"/>
          <w:sz w:val="24"/>
          <w:szCs w:val="24"/>
        </w:rPr>
      </w:pPr>
      <w:r w:rsidRPr="002F48D5">
        <w:rPr>
          <w:rFonts w:ascii="Times New Roman" w:hAnsi="Times New Roman"/>
          <w:sz w:val="24"/>
          <w:szCs w:val="24"/>
        </w:rPr>
        <w:t>РАЗДЕЛ № 4. Срок реализации подпрограммы</w:t>
      </w:r>
    </w:p>
    <w:p w:rsidR="00DA5521" w:rsidRPr="002F48D5" w:rsidRDefault="00DA5521" w:rsidP="00DA5521">
      <w:pPr>
        <w:spacing w:after="0" w:line="240" w:lineRule="auto"/>
        <w:ind w:firstLine="709"/>
        <w:jc w:val="center"/>
        <w:rPr>
          <w:rFonts w:ascii="Times New Roman" w:hAnsi="Times New Roman"/>
          <w:sz w:val="24"/>
          <w:szCs w:val="24"/>
        </w:rPr>
      </w:pP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Реализация подпрограммы запланирована на 9 лет, в период с 2022 - 2030 годы.</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Отдельные этапы реализации подпрограммы не предусматриваются.</w:t>
      </w:r>
    </w:p>
    <w:p w:rsidR="00DA5521" w:rsidRPr="002F48D5" w:rsidRDefault="00DA5521" w:rsidP="00DA5521">
      <w:pPr>
        <w:spacing w:after="0" w:line="240" w:lineRule="auto"/>
        <w:ind w:firstLine="709"/>
        <w:jc w:val="both"/>
        <w:rPr>
          <w:rFonts w:ascii="Times New Roman" w:hAnsi="Times New Roman"/>
          <w:sz w:val="24"/>
          <w:szCs w:val="24"/>
        </w:rPr>
      </w:pPr>
    </w:p>
    <w:p w:rsidR="00DA5521" w:rsidRPr="002F48D5" w:rsidRDefault="00DA5521" w:rsidP="00DA5521">
      <w:pPr>
        <w:spacing w:after="0" w:line="240" w:lineRule="auto"/>
        <w:ind w:firstLine="709"/>
        <w:jc w:val="center"/>
        <w:rPr>
          <w:rFonts w:ascii="Times New Roman" w:hAnsi="Times New Roman"/>
          <w:sz w:val="24"/>
          <w:szCs w:val="24"/>
        </w:rPr>
      </w:pPr>
      <w:r w:rsidRPr="002F48D5">
        <w:rPr>
          <w:rFonts w:ascii="Times New Roman" w:hAnsi="Times New Roman"/>
          <w:sz w:val="24"/>
          <w:szCs w:val="24"/>
        </w:rPr>
        <w:t xml:space="preserve">РАЗДЕЛ № 5. Описание входящих в состав подпрограмм основных мероприятий </w:t>
      </w:r>
    </w:p>
    <w:p w:rsidR="00DA5521" w:rsidRPr="002F48D5" w:rsidRDefault="00DA5521" w:rsidP="00DA5521">
      <w:pPr>
        <w:spacing w:after="0" w:line="240" w:lineRule="auto"/>
        <w:ind w:firstLine="709"/>
        <w:jc w:val="center"/>
        <w:rPr>
          <w:rFonts w:ascii="Times New Roman" w:hAnsi="Times New Roman"/>
          <w:sz w:val="24"/>
          <w:szCs w:val="24"/>
        </w:rPr>
      </w:pPr>
    </w:p>
    <w:p w:rsidR="00DA5521" w:rsidRPr="002F48D5" w:rsidRDefault="00DA5521" w:rsidP="00DA5521">
      <w:pPr>
        <w:spacing w:after="0" w:line="240" w:lineRule="auto"/>
        <w:ind w:firstLine="709"/>
        <w:jc w:val="both"/>
        <w:rPr>
          <w:rFonts w:ascii="Times New Roman" w:eastAsia="Calibri" w:hAnsi="Times New Roman"/>
          <w:sz w:val="24"/>
          <w:szCs w:val="24"/>
        </w:rPr>
      </w:pPr>
      <w:r w:rsidRPr="002F48D5">
        <w:rPr>
          <w:rFonts w:ascii="Times New Roman" w:eastAsia="Calibri" w:hAnsi="Times New Roman"/>
          <w:sz w:val="24"/>
          <w:szCs w:val="24"/>
        </w:rPr>
        <w:t xml:space="preserve">В целях решения задач подпрограммы в ее составе формируются и реализуются </w:t>
      </w:r>
      <w:r w:rsidRPr="002F48D5">
        <w:rPr>
          <w:rFonts w:ascii="Times New Roman" w:hAnsi="Times New Roman"/>
          <w:sz w:val="24"/>
          <w:szCs w:val="24"/>
        </w:rPr>
        <w:t>четыре</w:t>
      </w:r>
      <w:r w:rsidRPr="002F48D5">
        <w:rPr>
          <w:rFonts w:ascii="Times New Roman" w:eastAsia="Calibri" w:hAnsi="Times New Roman"/>
          <w:sz w:val="24"/>
          <w:szCs w:val="24"/>
        </w:rPr>
        <w:t xml:space="preserve"> основн</w:t>
      </w:r>
      <w:r w:rsidRPr="002F48D5">
        <w:rPr>
          <w:rFonts w:ascii="Times New Roman" w:hAnsi="Times New Roman"/>
          <w:sz w:val="24"/>
          <w:szCs w:val="24"/>
        </w:rPr>
        <w:t>ых</w:t>
      </w:r>
      <w:r w:rsidRPr="002F48D5">
        <w:rPr>
          <w:rFonts w:ascii="Times New Roman" w:eastAsia="Calibri" w:hAnsi="Times New Roman"/>
          <w:sz w:val="24"/>
          <w:szCs w:val="24"/>
        </w:rPr>
        <w:t xml:space="preserve"> мероприяти</w:t>
      </w:r>
      <w:r w:rsidRPr="002F48D5">
        <w:rPr>
          <w:rFonts w:ascii="Times New Roman" w:hAnsi="Times New Roman"/>
          <w:sz w:val="24"/>
          <w:szCs w:val="24"/>
        </w:rPr>
        <w:t>я</w:t>
      </w:r>
      <w:r w:rsidRPr="002F48D5">
        <w:rPr>
          <w:rFonts w:ascii="Times New Roman" w:eastAsia="Calibri" w:hAnsi="Times New Roman"/>
          <w:sz w:val="24"/>
          <w:szCs w:val="24"/>
        </w:rPr>
        <w:t>. Каждой задаче подпрограм</w:t>
      </w:r>
      <w:r w:rsidRPr="002F48D5">
        <w:rPr>
          <w:rFonts w:ascii="Times New Roman" w:hAnsi="Times New Roman"/>
          <w:sz w:val="24"/>
          <w:szCs w:val="24"/>
        </w:rPr>
        <w:t>м</w:t>
      </w:r>
      <w:r w:rsidRPr="002F48D5">
        <w:rPr>
          <w:rFonts w:ascii="Times New Roman" w:eastAsia="Calibri" w:hAnsi="Times New Roman"/>
          <w:sz w:val="24"/>
          <w:szCs w:val="24"/>
        </w:rPr>
        <w:t xml:space="preserve">ы соответствует </w:t>
      </w:r>
      <w:r w:rsidRPr="002F48D5">
        <w:rPr>
          <w:rFonts w:ascii="Times New Roman" w:hAnsi="Times New Roman"/>
          <w:sz w:val="24"/>
          <w:szCs w:val="24"/>
        </w:rPr>
        <w:t xml:space="preserve">отдельное </w:t>
      </w:r>
      <w:r w:rsidRPr="002F48D5">
        <w:rPr>
          <w:rFonts w:ascii="Times New Roman" w:eastAsia="Calibri" w:hAnsi="Times New Roman"/>
          <w:sz w:val="24"/>
          <w:szCs w:val="24"/>
        </w:rPr>
        <w:t>основное мероприятие.</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eastAsia="Calibri" w:hAnsi="Times New Roman"/>
          <w:sz w:val="24"/>
          <w:szCs w:val="24"/>
        </w:rPr>
        <w:t>Задаче 1 подпрограммы соответствует</w:t>
      </w:r>
      <w:r w:rsidRPr="002F48D5">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eastAsia="Calibri" w:hAnsi="Times New Roman"/>
          <w:sz w:val="24"/>
          <w:szCs w:val="24"/>
        </w:rPr>
        <w:t>Задаче </w:t>
      </w:r>
      <w:r w:rsidRPr="002F48D5">
        <w:rPr>
          <w:rFonts w:ascii="Times New Roman" w:hAnsi="Times New Roman"/>
          <w:sz w:val="24"/>
          <w:szCs w:val="24"/>
        </w:rPr>
        <w:t>2</w:t>
      </w:r>
      <w:r w:rsidRPr="002F48D5">
        <w:rPr>
          <w:rFonts w:ascii="Times New Roman" w:eastAsia="Calibri" w:hAnsi="Times New Roman"/>
          <w:sz w:val="24"/>
          <w:szCs w:val="24"/>
        </w:rPr>
        <w:t> подпрограммы соответствует</w:t>
      </w:r>
      <w:r w:rsidRPr="002F48D5">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DA5521" w:rsidRPr="002F48D5" w:rsidRDefault="00DA5521" w:rsidP="00DA5521">
      <w:pPr>
        <w:spacing w:after="0" w:line="240" w:lineRule="auto"/>
        <w:jc w:val="both"/>
        <w:rPr>
          <w:rFonts w:ascii="Times New Roman" w:hAnsi="Times New Roman"/>
          <w:sz w:val="24"/>
          <w:szCs w:val="24"/>
        </w:rPr>
      </w:pPr>
      <w:r w:rsidRPr="002F48D5">
        <w:rPr>
          <w:rFonts w:ascii="Times New Roman" w:hAnsi="Times New Roman"/>
          <w:sz w:val="24"/>
          <w:szCs w:val="24"/>
        </w:rPr>
        <w:tab/>
        <w:t xml:space="preserve">Задаче 3 подпрограммы </w:t>
      </w:r>
      <w:r w:rsidRPr="002F48D5">
        <w:rPr>
          <w:rFonts w:ascii="Times New Roman" w:eastAsia="Calibri" w:hAnsi="Times New Roman"/>
          <w:sz w:val="24"/>
          <w:szCs w:val="24"/>
        </w:rPr>
        <w:t>соответствует</w:t>
      </w:r>
      <w:r w:rsidRPr="002F48D5">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Задаче 4 подпрограммы </w:t>
      </w:r>
      <w:r w:rsidRPr="002F48D5">
        <w:rPr>
          <w:rFonts w:ascii="Times New Roman" w:eastAsia="Calibri" w:hAnsi="Times New Roman"/>
          <w:sz w:val="24"/>
          <w:szCs w:val="24"/>
        </w:rPr>
        <w:t>соответствует</w:t>
      </w:r>
      <w:r w:rsidRPr="002F48D5">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Задаче 5 подпрограммы </w:t>
      </w:r>
      <w:r w:rsidRPr="002F48D5">
        <w:rPr>
          <w:rFonts w:ascii="Times New Roman" w:eastAsia="Calibri" w:hAnsi="Times New Roman"/>
          <w:sz w:val="24"/>
          <w:szCs w:val="24"/>
        </w:rPr>
        <w:t>соответствует</w:t>
      </w:r>
      <w:r w:rsidRPr="002F48D5">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DA5521" w:rsidRPr="002F48D5" w:rsidRDefault="00DA5521" w:rsidP="00DA5521">
      <w:pPr>
        <w:spacing w:after="0" w:line="240" w:lineRule="auto"/>
        <w:ind w:firstLine="709"/>
        <w:jc w:val="both"/>
        <w:rPr>
          <w:rFonts w:ascii="Times New Roman" w:hAnsi="Times New Roman"/>
          <w:sz w:val="24"/>
          <w:szCs w:val="24"/>
        </w:rPr>
      </w:pPr>
    </w:p>
    <w:p w:rsidR="00DA5521" w:rsidRPr="002F48D5" w:rsidRDefault="00DA5521" w:rsidP="00DA5521">
      <w:pPr>
        <w:spacing w:after="0" w:line="240" w:lineRule="auto"/>
        <w:ind w:firstLine="709"/>
        <w:jc w:val="center"/>
        <w:rPr>
          <w:rFonts w:ascii="Times New Roman" w:hAnsi="Times New Roman"/>
          <w:sz w:val="24"/>
          <w:szCs w:val="24"/>
        </w:rPr>
      </w:pPr>
    </w:p>
    <w:p w:rsidR="00DA5521" w:rsidRPr="002F48D5" w:rsidRDefault="00DA5521" w:rsidP="00DA5521">
      <w:pPr>
        <w:spacing w:after="0" w:line="240" w:lineRule="auto"/>
        <w:ind w:firstLine="709"/>
        <w:jc w:val="center"/>
        <w:rPr>
          <w:rFonts w:ascii="Times New Roman" w:hAnsi="Times New Roman"/>
          <w:sz w:val="24"/>
          <w:szCs w:val="24"/>
        </w:rPr>
      </w:pPr>
      <w:r w:rsidRPr="002F48D5">
        <w:rPr>
          <w:rFonts w:ascii="Times New Roman" w:hAnsi="Times New Roman"/>
          <w:sz w:val="24"/>
          <w:szCs w:val="24"/>
        </w:rPr>
        <w:t>РАЗДЕЛ № 6 Описание мероприятий и целевых индикаторов их выполнения</w:t>
      </w:r>
    </w:p>
    <w:p w:rsidR="00DA5521" w:rsidRPr="002F48D5" w:rsidRDefault="00DA5521" w:rsidP="00DA5521">
      <w:pPr>
        <w:spacing w:after="0" w:line="240" w:lineRule="auto"/>
        <w:ind w:firstLine="709"/>
        <w:jc w:val="center"/>
        <w:rPr>
          <w:rFonts w:ascii="Times New Roman" w:hAnsi="Times New Roman"/>
          <w:sz w:val="24"/>
          <w:szCs w:val="24"/>
        </w:rPr>
      </w:pP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2. Руководство и управление в сфере установленных функций органов местного самоуправления.</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6. Субсидии социально-ориентированным некоммерческим организациям (прочие)</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DA5521" w:rsidRPr="002F48D5"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DA5521" w:rsidRPr="00F913B1"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10. Расходы на проведение выборов органов </w:t>
      </w:r>
      <w:r w:rsidRPr="00F913B1">
        <w:rPr>
          <w:rFonts w:ascii="Times New Roman" w:hAnsi="Times New Roman"/>
          <w:sz w:val="24"/>
          <w:szCs w:val="24"/>
        </w:rPr>
        <w:t>местного самоуправления Муромцевского муниципального района Омской области.</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lastRenderedPageBreak/>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Мероприятие 3. Резервный фонд администрации Муромцевского муниципального района</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F913B1">
        <w:rPr>
          <w:rFonts w:ascii="Times New Roman" w:hAnsi="Times New Roman"/>
          <w:sz w:val="24"/>
          <w:szCs w:val="24"/>
        </w:rPr>
        <w:t>электро</w:t>
      </w:r>
      <w:proofErr w:type="spellEnd"/>
      <w:r w:rsidRPr="00F913B1">
        <w:rPr>
          <w:rFonts w:ascii="Times New Roman" w:hAnsi="Times New Roman"/>
          <w:sz w:val="24"/>
          <w:szCs w:val="24"/>
        </w:rPr>
        <w:t xml:space="preserve">-, тепло-, </w:t>
      </w:r>
      <w:proofErr w:type="spellStart"/>
      <w:r w:rsidRPr="00F913B1">
        <w:rPr>
          <w:rFonts w:ascii="Times New Roman" w:hAnsi="Times New Roman"/>
          <w:sz w:val="24"/>
          <w:szCs w:val="24"/>
        </w:rPr>
        <w:t>газо</w:t>
      </w:r>
      <w:proofErr w:type="spellEnd"/>
      <w:r w:rsidRPr="00F913B1">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 xml:space="preserve">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w:t>
      </w:r>
      <w:proofErr w:type="spellStart"/>
      <w:r w:rsidRPr="00F913B1">
        <w:rPr>
          <w:rFonts w:ascii="Times New Roman" w:hAnsi="Times New Roman"/>
          <w:sz w:val="24"/>
          <w:szCs w:val="24"/>
        </w:rPr>
        <w:t>района,осуществление</w:t>
      </w:r>
      <w:proofErr w:type="spellEnd"/>
      <w:r w:rsidRPr="00F913B1">
        <w:rPr>
          <w:rFonts w:ascii="Times New Roman" w:hAnsi="Times New Roman"/>
          <w:sz w:val="24"/>
          <w:szCs w:val="24"/>
        </w:rPr>
        <w:t xml:space="preserve"> муниципального контроля за сохранностью автомобильных дорог местного значения вне границ населенных пунктов в границах муниципального </w:t>
      </w:r>
      <w:proofErr w:type="spellStart"/>
      <w:r w:rsidRPr="00F913B1">
        <w:rPr>
          <w:rFonts w:ascii="Times New Roman" w:hAnsi="Times New Roman"/>
          <w:sz w:val="24"/>
          <w:szCs w:val="24"/>
        </w:rPr>
        <w:t>района,организация</w:t>
      </w:r>
      <w:proofErr w:type="spellEnd"/>
      <w:r w:rsidRPr="00F913B1">
        <w:rPr>
          <w:rFonts w:ascii="Times New Roman" w:hAnsi="Times New Roman"/>
          <w:sz w:val="24"/>
          <w:szCs w:val="24"/>
        </w:rPr>
        <w:t xml:space="preserve"> дорожного движения и обеспечение безопасности дорожного движения на </w:t>
      </w:r>
      <w:proofErr w:type="spellStart"/>
      <w:r w:rsidRPr="00F913B1">
        <w:rPr>
          <w:rFonts w:ascii="Times New Roman" w:hAnsi="Times New Roman"/>
          <w:sz w:val="24"/>
          <w:szCs w:val="24"/>
        </w:rPr>
        <w:t>них,а</w:t>
      </w:r>
      <w:proofErr w:type="spellEnd"/>
      <w:r w:rsidRPr="00F913B1">
        <w:rPr>
          <w:rFonts w:ascii="Times New Roman" w:hAnsi="Times New Roman"/>
          <w:sz w:val="24"/>
          <w:szCs w:val="24"/>
        </w:rPr>
        <w:t xml:space="preserve">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Мероприятие 8.</w:t>
      </w:r>
      <w:r w:rsidRPr="00F913B1">
        <w:t xml:space="preserve"> </w:t>
      </w:r>
      <w:r w:rsidRPr="00F913B1">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Мероприятие 9.</w:t>
      </w:r>
      <w:r w:rsidRPr="00F913B1">
        <w:t xml:space="preserve"> </w:t>
      </w:r>
      <w:r w:rsidRPr="00F913B1">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w:t>
      </w:r>
      <w:r w:rsidRPr="00F913B1">
        <w:rPr>
          <w:rFonts w:ascii="Times New Roman" w:hAnsi="Times New Roman"/>
          <w:sz w:val="24"/>
          <w:szCs w:val="24"/>
        </w:rPr>
        <w:lastRenderedPageBreak/>
        <w:t>утвержденных постановлением Правительства Российской Федерации от 9 июня 2022 года №1050.</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F913B1">
        <w:rPr>
          <w:rFonts w:ascii="Times New Roman" w:hAnsi="Times New Roman"/>
          <w:sz w:val="24"/>
          <w:szCs w:val="24"/>
        </w:rPr>
        <w:t>КЭиУМС</w:t>
      </w:r>
      <w:proofErr w:type="spellEnd"/>
      <w:r w:rsidRPr="00F913B1">
        <w:rPr>
          <w:rFonts w:ascii="Times New Roman" w:hAnsi="Times New Roman"/>
          <w:sz w:val="24"/>
          <w:szCs w:val="24"/>
        </w:rPr>
        <w:t>.</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 Муромцевского муниципального района Омской области.</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F913B1">
        <w:rPr>
          <w:rFonts w:ascii="Times New Roman" w:hAnsi="Times New Roman"/>
          <w:sz w:val="24"/>
          <w:szCs w:val="24"/>
        </w:rPr>
        <w:t>Муромцевский</w:t>
      </w:r>
      <w:proofErr w:type="spellEnd"/>
      <w:r w:rsidRPr="00F913B1">
        <w:rPr>
          <w:rFonts w:ascii="Times New Roman" w:hAnsi="Times New Roman"/>
          <w:sz w:val="24"/>
          <w:szCs w:val="24"/>
        </w:rPr>
        <w:t xml:space="preserve"> район, р.п. Муромцево, ул. </w:t>
      </w:r>
      <w:proofErr w:type="spellStart"/>
      <w:r w:rsidRPr="00F913B1">
        <w:rPr>
          <w:rFonts w:ascii="Times New Roman" w:hAnsi="Times New Roman"/>
          <w:sz w:val="24"/>
          <w:szCs w:val="24"/>
        </w:rPr>
        <w:t>Лисина</w:t>
      </w:r>
      <w:proofErr w:type="spellEnd"/>
      <w:r w:rsidRPr="00F913B1">
        <w:rPr>
          <w:rFonts w:ascii="Times New Roman" w:hAnsi="Times New Roman"/>
          <w:sz w:val="24"/>
          <w:szCs w:val="24"/>
        </w:rPr>
        <w:t xml:space="preserve">, д.56, </w:t>
      </w:r>
      <w:proofErr w:type="spellStart"/>
      <w:r w:rsidRPr="00F913B1">
        <w:rPr>
          <w:rFonts w:ascii="Times New Roman" w:hAnsi="Times New Roman"/>
          <w:sz w:val="24"/>
          <w:szCs w:val="24"/>
        </w:rPr>
        <w:t>пом</w:t>
      </w:r>
      <w:proofErr w:type="spellEnd"/>
      <w:r w:rsidRPr="00F913B1">
        <w:rPr>
          <w:rFonts w:ascii="Times New Roman" w:hAnsi="Times New Roman"/>
          <w:sz w:val="24"/>
          <w:szCs w:val="24"/>
        </w:rPr>
        <w:t>. 1П.</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DA552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DA5521" w:rsidRPr="00F913B1" w:rsidRDefault="00DA5521" w:rsidP="00DA5521">
      <w:pPr>
        <w:spacing w:after="0" w:line="240" w:lineRule="auto"/>
        <w:ind w:firstLine="709"/>
        <w:jc w:val="both"/>
        <w:rPr>
          <w:rFonts w:ascii="Times New Roman" w:hAnsi="Times New Roman"/>
          <w:color w:val="FF0000"/>
          <w:sz w:val="24"/>
          <w:szCs w:val="24"/>
        </w:rPr>
      </w:pPr>
      <w:r w:rsidRPr="00F913B1">
        <w:rPr>
          <w:rFonts w:ascii="Times New Roman" w:hAnsi="Times New Roman"/>
          <w:color w:val="FF0000"/>
          <w:sz w:val="24"/>
          <w:szCs w:val="24"/>
        </w:rPr>
        <w:t>9. Оформление технических планов в отношении бесхозяйных сетей жилищно-коммунального хозяйства.</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DA5521" w:rsidRPr="00F913B1" w:rsidRDefault="00DA5521" w:rsidP="00DA5521">
      <w:pPr>
        <w:spacing w:after="0" w:line="240" w:lineRule="auto"/>
        <w:ind w:firstLine="709"/>
        <w:jc w:val="both"/>
        <w:rPr>
          <w:rFonts w:ascii="Times New Roman" w:hAnsi="Times New Roman"/>
          <w:sz w:val="24"/>
          <w:szCs w:val="24"/>
        </w:rPr>
      </w:pPr>
      <w:r w:rsidRPr="00F913B1">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DA5521" w:rsidRPr="00F913B1" w:rsidRDefault="00DA5521" w:rsidP="00DA5521">
      <w:pPr>
        <w:spacing w:after="0" w:line="240" w:lineRule="auto"/>
        <w:ind w:firstLine="709"/>
        <w:jc w:val="both"/>
        <w:rPr>
          <w:rFonts w:ascii="Times New Roman" w:hAnsi="Times New Roman"/>
          <w:sz w:val="24"/>
          <w:szCs w:val="24"/>
        </w:rPr>
      </w:pPr>
    </w:p>
    <w:p w:rsidR="00DA5521" w:rsidRPr="00F913B1" w:rsidRDefault="00DA5521" w:rsidP="00DA5521">
      <w:pPr>
        <w:spacing w:after="0" w:line="240" w:lineRule="auto"/>
        <w:ind w:firstLine="709"/>
        <w:jc w:val="both"/>
        <w:rPr>
          <w:rFonts w:ascii="Times New Roman" w:hAnsi="Times New Roman"/>
          <w:sz w:val="24"/>
          <w:szCs w:val="24"/>
        </w:rPr>
      </w:pPr>
    </w:p>
    <w:p w:rsidR="00DA5521" w:rsidRPr="00F913B1" w:rsidRDefault="00DA5521" w:rsidP="00DA5521">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DA5521" w:rsidRPr="00F913B1" w:rsidRDefault="00DA5521" w:rsidP="00DA5521">
      <w:pPr>
        <w:spacing w:after="0" w:line="240" w:lineRule="auto"/>
        <w:ind w:firstLine="709"/>
        <w:jc w:val="center"/>
        <w:rPr>
          <w:rFonts w:ascii="Times New Roman" w:hAnsi="Times New Roman"/>
          <w:sz w:val="24"/>
          <w:szCs w:val="24"/>
        </w:rPr>
      </w:pPr>
    </w:p>
    <w:p w:rsidR="00DA5521" w:rsidRPr="00DA5521" w:rsidRDefault="00DA5521" w:rsidP="00DA5521">
      <w:pPr>
        <w:spacing w:after="0"/>
        <w:jc w:val="both"/>
        <w:rPr>
          <w:rFonts w:ascii="Times New Roman" w:hAnsi="Times New Roman"/>
          <w:sz w:val="24"/>
          <w:szCs w:val="24"/>
        </w:rPr>
      </w:pPr>
      <w:r w:rsidRPr="00DA5521">
        <w:rPr>
          <w:rFonts w:ascii="Times New Roman" w:eastAsia="Calibri" w:hAnsi="Times New Roman"/>
          <w:sz w:val="24"/>
          <w:szCs w:val="24"/>
        </w:rPr>
        <w:t>Общий объем финансирования подпрограммы за счет всех источников финансирования составляет 664 265 794,37</w:t>
      </w:r>
      <w:r w:rsidRPr="00DA5521">
        <w:rPr>
          <w:rFonts w:ascii="Times New Roman" w:hAnsi="Times New Roman"/>
          <w:sz w:val="24"/>
          <w:szCs w:val="24"/>
        </w:rPr>
        <w:t xml:space="preserve"> рублей, в том числе по годам:</w:t>
      </w:r>
    </w:p>
    <w:p w:rsidR="00DA5521" w:rsidRPr="00DA5521" w:rsidRDefault="00DA5521" w:rsidP="00DA5521">
      <w:pPr>
        <w:spacing w:after="0" w:line="240" w:lineRule="auto"/>
        <w:jc w:val="both"/>
        <w:rPr>
          <w:rFonts w:ascii="Times New Roman" w:hAnsi="Times New Roman"/>
          <w:sz w:val="24"/>
          <w:szCs w:val="24"/>
        </w:rPr>
      </w:pPr>
      <w:r w:rsidRPr="00DA5521">
        <w:rPr>
          <w:rFonts w:ascii="Times New Roman" w:hAnsi="Times New Roman"/>
          <w:sz w:val="24"/>
          <w:szCs w:val="24"/>
        </w:rPr>
        <w:t>2022 год – 103 547 678,41 рублей;</w:t>
      </w:r>
    </w:p>
    <w:p w:rsidR="00DA5521" w:rsidRPr="00DA5521" w:rsidRDefault="00DA5521" w:rsidP="00DA5521">
      <w:pPr>
        <w:spacing w:after="0" w:line="240" w:lineRule="auto"/>
        <w:jc w:val="both"/>
        <w:rPr>
          <w:rFonts w:ascii="Times New Roman" w:hAnsi="Times New Roman"/>
          <w:sz w:val="24"/>
          <w:szCs w:val="24"/>
        </w:rPr>
      </w:pPr>
      <w:r w:rsidRPr="00DA5521">
        <w:rPr>
          <w:rFonts w:ascii="Times New Roman" w:hAnsi="Times New Roman"/>
          <w:sz w:val="24"/>
          <w:szCs w:val="24"/>
        </w:rPr>
        <w:lastRenderedPageBreak/>
        <w:t>2023 год – 100 142 174,19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2024 год – 89 598 503,79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2025 год – 90 317 603,03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2026 год – 55 743 966,99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2027 год – 55 933 966,99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2028 год – 56 123 966,99 рублей; </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2029 год – 56 323 966,99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2030 год – 56 533 966,99 рублей.</w:t>
      </w:r>
    </w:p>
    <w:p w:rsidR="00DA5521" w:rsidRPr="00DA5521" w:rsidRDefault="00DA5521" w:rsidP="00DA5521">
      <w:pPr>
        <w:spacing w:after="0" w:line="240" w:lineRule="auto"/>
        <w:jc w:val="both"/>
        <w:rPr>
          <w:rFonts w:ascii="Times New Roman" w:hAnsi="Times New Roman"/>
          <w:sz w:val="24"/>
          <w:szCs w:val="24"/>
        </w:rPr>
      </w:pPr>
      <w:r w:rsidRPr="00DA5521">
        <w:rPr>
          <w:rFonts w:ascii="Times New Roman" w:hAnsi="Times New Roman"/>
          <w:sz w:val="24"/>
          <w:szCs w:val="24"/>
        </w:rPr>
        <w:t>Общий объем финансирования за счет налоговых и неналоговых доходов, поступлений нецелевого характера из местного  бюджета  составляет 394 329 440,60 рублей, в том числе по годам:</w:t>
      </w:r>
    </w:p>
    <w:p w:rsidR="00DA5521" w:rsidRPr="00DA5521" w:rsidRDefault="00DA5521" w:rsidP="00DA5521">
      <w:pPr>
        <w:spacing w:after="0" w:line="240" w:lineRule="auto"/>
        <w:jc w:val="both"/>
        <w:rPr>
          <w:rFonts w:ascii="Times New Roman" w:hAnsi="Times New Roman"/>
          <w:sz w:val="24"/>
          <w:szCs w:val="24"/>
        </w:rPr>
      </w:pPr>
      <w:r w:rsidRPr="00DA5521">
        <w:rPr>
          <w:rFonts w:ascii="Times New Roman" w:hAnsi="Times New Roman"/>
          <w:sz w:val="24"/>
          <w:szCs w:val="24"/>
        </w:rPr>
        <w:t>2022 год – 66 972 667,23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62 173 321,54 рубль;</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2024 год – 59 007 284,14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2025 год – 59 728 502,74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2026 год – 28 902 132,99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2027 год – 29 092 132,99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2028 год – 29 282 132,99 рубля; </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2029 год – 29 482 132,99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2030 год – 29 692 132,99 рубля</w:t>
      </w:r>
    </w:p>
    <w:p w:rsidR="00DA5521" w:rsidRPr="00DA5521" w:rsidRDefault="00DA5521" w:rsidP="00DA5521">
      <w:pPr>
        <w:spacing w:after="0" w:line="240" w:lineRule="auto"/>
        <w:jc w:val="both"/>
        <w:rPr>
          <w:rFonts w:ascii="Times New Roman" w:hAnsi="Times New Roman"/>
          <w:sz w:val="24"/>
          <w:szCs w:val="24"/>
        </w:rPr>
      </w:pPr>
      <w:r w:rsidRPr="00DA5521">
        <w:rPr>
          <w:rFonts w:ascii="Times New Roman" w:hAnsi="Times New Roman"/>
          <w:sz w:val="24"/>
          <w:szCs w:val="24"/>
        </w:rPr>
        <w:t>Общий объем финансирования за счет поступлений целевого характера из областного бюджета составляет 269 880 786,54 рублей, в том числе по годам:</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2022 год – 36 519 724,55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37 968 780,33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2024 год – 30 591 144,33 рубля;</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2025 год – 30 591 967,33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2026 год – 26 841 834,00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2027 год – 26 841 834,00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2028 год – 26 841 834,00 рублей; </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2029 год – 26 841 834,00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2030 год – 26 841 834,00 рублей</w:t>
      </w:r>
    </w:p>
    <w:p w:rsidR="00DA5521" w:rsidRPr="00DA5521" w:rsidRDefault="00DA5521" w:rsidP="00DA5521">
      <w:pPr>
        <w:spacing w:after="0" w:line="240" w:lineRule="auto"/>
        <w:jc w:val="both"/>
        <w:rPr>
          <w:rFonts w:ascii="Times New Roman" w:hAnsi="Times New Roman"/>
          <w:sz w:val="24"/>
          <w:szCs w:val="24"/>
        </w:rPr>
      </w:pPr>
      <w:r w:rsidRPr="00DA5521">
        <w:rPr>
          <w:rFonts w:ascii="Times New Roman" w:hAnsi="Times New Roman"/>
          <w:sz w:val="24"/>
          <w:szCs w:val="24"/>
        </w:rPr>
        <w:t>Общий объем финансирования за счет поступлений целевого характера из федерального бюджета составляет 55 567,23 рублей, в том числе по годам:</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DA5521" w:rsidRPr="00DA5521" w:rsidRDefault="00DA5521" w:rsidP="00DA5521">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2024 год – 75,32 рублей.</w:t>
      </w:r>
    </w:p>
    <w:p w:rsidR="00DA5521" w:rsidRPr="00F913B1" w:rsidRDefault="00DA5521" w:rsidP="00DA5521">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DA5521" w:rsidRPr="00F913B1" w:rsidRDefault="00DA5521" w:rsidP="00DA5521">
      <w:pPr>
        <w:autoSpaceDE w:val="0"/>
        <w:autoSpaceDN w:val="0"/>
        <w:adjustRightInd w:val="0"/>
        <w:spacing w:after="0" w:line="240" w:lineRule="auto"/>
        <w:ind w:firstLine="709"/>
        <w:rPr>
          <w:rFonts w:ascii="Times New Roman" w:hAnsi="Times New Roman"/>
          <w:sz w:val="24"/>
          <w:szCs w:val="24"/>
        </w:rPr>
      </w:pPr>
    </w:p>
    <w:p w:rsidR="00DA5521" w:rsidRPr="00F913B1" w:rsidRDefault="00DA5521" w:rsidP="00DA5521">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DA5521" w:rsidRPr="00F913B1" w:rsidRDefault="00DA5521" w:rsidP="00DA5521">
      <w:pPr>
        <w:spacing w:after="0" w:line="240" w:lineRule="auto"/>
        <w:ind w:firstLine="709"/>
        <w:jc w:val="center"/>
        <w:rPr>
          <w:rFonts w:ascii="Times New Roman" w:hAnsi="Times New Roman"/>
          <w:sz w:val="24"/>
          <w:szCs w:val="24"/>
        </w:rPr>
      </w:pPr>
    </w:p>
    <w:p w:rsidR="00DA5521" w:rsidRPr="00F913B1" w:rsidRDefault="00DA5521" w:rsidP="00DA5521">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DA5521" w:rsidRPr="00F913B1" w:rsidRDefault="00DA5521" w:rsidP="00DA5521">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DA5521" w:rsidRPr="00F913B1" w:rsidRDefault="00DA5521" w:rsidP="00DA5521">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DA5521" w:rsidRPr="00F913B1" w:rsidRDefault="00DA5521" w:rsidP="00DA5521">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DA5521" w:rsidRPr="00F913B1" w:rsidRDefault="00DA5521" w:rsidP="00DA5521">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DA5521" w:rsidRPr="00F913B1" w:rsidRDefault="00DA5521" w:rsidP="00DA5521">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lastRenderedPageBreak/>
        <w:t>5. Обеспечение сохранности и целостности, а также содержания имущества, находящегося в казне Муромцевского муниципального района.</w:t>
      </w:r>
    </w:p>
    <w:p w:rsidR="00DA5521" w:rsidRPr="002F48D5" w:rsidRDefault="00DA5521" w:rsidP="00DA5521">
      <w:pPr>
        <w:spacing w:after="0" w:line="240" w:lineRule="auto"/>
        <w:jc w:val="both"/>
        <w:rPr>
          <w:rFonts w:ascii="Times New Roman" w:hAnsi="Times New Roman"/>
          <w:sz w:val="24"/>
          <w:szCs w:val="24"/>
        </w:rPr>
      </w:pPr>
      <w:r w:rsidRPr="00F913B1">
        <w:rPr>
          <w:rFonts w:ascii="Times New Roman" w:hAnsi="Times New Roman"/>
          <w:sz w:val="24"/>
          <w:szCs w:val="24"/>
        </w:rPr>
        <w:t>6. Создание технической возможности оказания услуг</w:t>
      </w:r>
      <w:r w:rsidRPr="002F48D5">
        <w:rPr>
          <w:rFonts w:ascii="Times New Roman" w:hAnsi="Times New Roman"/>
          <w:sz w:val="24"/>
          <w:szCs w:val="24"/>
        </w:rPr>
        <w:t xml:space="preserve"> сотовой связи (подвижной радиотелефонной связи) в населенных пунктах Муромцевского муниципального района Омской области.</w:t>
      </w:r>
    </w:p>
    <w:p w:rsidR="00DA5521" w:rsidRPr="002F48D5" w:rsidRDefault="00DA5521" w:rsidP="00DA5521">
      <w:pPr>
        <w:spacing w:after="0" w:line="240" w:lineRule="auto"/>
        <w:jc w:val="both"/>
        <w:rPr>
          <w:rFonts w:ascii="Times New Roman" w:hAnsi="Times New Roman"/>
          <w:sz w:val="24"/>
          <w:szCs w:val="24"/>
        </w:rPr>
      </w:pPr>
    </w:p>
    <w:p w:rsidR="00DA5521" w:rsidRPr="002F48D5" w:rsidRDefault="00DA5521" w:rsidP="00DA5521">
      <w:pPr>
        <w:spacing w:after="0" w:line="240" w:lineRule="auto"/>
        <w:ind w:firstLine="709"/>
        <w:jc w:val="center"/>
        <w:rPr>
          <w:rFonts w:ascii="Times New Roman" w:hAnsi="Times New Roman"/>
          <w:sz w:val="24"/>
          <w:szCs w:val="24"/>
        </w:rPr>
      </w:pPr>
      <w:r w:rsidRPr="002F48D5">
        <w:rPr>
          <w:rFonts w:ascii="Times New Roman" w:hAnsi="Times New Roman"/>
          <w:sz w:val="24"/>
          <w:szCs w:val="24"/>
        </w:rPr>
        <w:t>РАЗДЕЛ № 9 Описание системы управления реализацией подпрограммы</w:t>
      </w:r>
    </w:p>
    <w:p w:rsidR="00DA5521" w:rsidRPr="002F48D5" w:rsidRDefault="00DA5521" w:rsidP="00DA5521">
      <w:pPr>
        <w:spacing w:after="0" w:line="240" w:lineRule="auto"/>
        <w:ind w:firstLine="709"/>
        <w:jc w:val="center"/>
        <w:rPr>
          <w:rFonts w:ascii="Times New Roman" w:hAnsi="Times New Roman"/>
          <w:sz w:val="24"/>
          <w:szCs w:val="24"/>
        </w:rPr>
      </w:pPr>
    </w:p>
    <w:p w:rsidR="00DA5521" w:rsidRPr="003C124A" w:rsidRDefault="00DA5521" w:rsidP="00DA5521">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DA5521" w:rsidRPr="003C124A" w:rsidRDefault="00DA5521" w:rsidP="00DA5521">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DA5521" w:rsidRPr="003C124A" w:rsidRDefault="00DA5521" w:rsidP="00DA5521">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DA5521" w:rsidRPr="003C124A" w:rsidRDefault="00DA5521" w:rsidP="00DA5521">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DA5521" w:rsidRPr="003C124A" w:rsidRDefault="00DA5521" w:rsidP="00DA5521">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DA5521" w:rsidRPr="003C124A" w:rsidRDefault="00DA5521" w:rsidP="00DA5521">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DA5521" w:rsidRPr="003C124A" w:rsidRDefault="00DA5521" w:rsidP="00DA5521">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DA5521" w:rsidRPr="003C124A" w:rsidRDefault="00DA5521" w:rsidP="00DA5521">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DA5521" w:rsidRPr="003C124A" w:rsidRDefault="00DA5521" w:rsidP="00DA5521">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DA5521" w:rsidRPr="003C124A" w:rsidRDefault="00DA5521" w:rsidP="00DA5521">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DA5521" w:rsidRPr="003C124A" w:rsidRDefault="00DA5521" w:rsidP="00DA5521">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0B736F" w:rsidRPr="003C124A" w:rsidRDefault="000B736F" w:rsidP="000B736F">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0B736F" w:rsidRPr="003C124A" w:rsidRDefault="000B736F" w:rsidP="000B736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0B736F" w:rsidRPr="003C124A" w:rsidRDefault="000B736F" w:rsidP="000B736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0B736F" w:rsidRPr="003C124A" w:rsidRDefault="000B736F" w:rsidP="000B736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0B736F" w:rsidRPr="003C124A" w:rsidRDefault="000B736F" w:rsidP="000B736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0B736F" w:rsidRPr="003C124A" w:rsidRDefault="000B736F" w:rsidP="000B736F">
      <w:pPr>
        <w:autoSpaceDE w:val="0"/>
        <w:autoSpaceDN w:val="0"/>
        <w:adjustRightInd w:val="0"/>
        <w:spacing w:after="0"/>
        <w:jc w:val="right"/>
        <w:rPr>
          <w:rFonts w:ascii="Times New Roman" w:hAnsi="Times New Roman"/>
          <w:sz w:val="24"/>
          <w:szCs w:val="24"/>
        </w:rPr>
      </w:pPr>
    </w:p>
    <w:p w:rsidR="000B736F" w:rsidRPr="003C124A" w:rsidRDefault="000B736F" w:rsidP="000B736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0B736F" w:rsidRPr="003C124A" w:rsidRDefault="000B736F" w:rsidP="000B736F">
      <w:pPr>
        <w:pStyle w:val="ConsPlusNonformat"/>
        <w:jc w:val="center"/>
        <w:rPr>
          <w:rFonts w:ascii="Times New Roman" w:hAnsi="Times New Roman" w:cs="Times New Roman"/>
          <w:sz w:val="24"/>
          <w:szCs w:val="24"/>
        </w:rPr>
      </w:pPr>
    </w:p>
    <w:p w:rsidR="000B736F" w:rsidRPr="003C124A" w:rsidRDefault="000B736F" w:rsidP="000B736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0B736F" w:rsidRPr="003C124A" w:rsidRDefault="000B736F" w:rsidP="000B736F">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0B736F" w:rsidRPr="003C124A" w:rsidTr="000B736F">
        <w:tc>
          <w:tcPr>
            <w:tcW w:w="5328" w:type="dxa"/>
            <w:vAlign w:val="center"/>
          </w:tcPr>
          <w:p w:rsidR="000B736F" w:rsidRPr="003C124A" w:rsidRDefault="000B736F" w:rsidP="000B736F">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0B736F" w:rsidRPr="003C124A" w:rsidRDefault="000B736F" w:rsidP="000B736F">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0B736F" w:rsidRPr="003C124A" w:rsidTr="000B736F">
        <w:tc>
          <w:tcPr>
            <w:tcW w:w="5328" w:type="dxa"/>
            <w:vAlign w:val="center"/>
          </w:tcPr>
          <w:p w:rsidR="000B736F" w:rsidRPr="003C124A" w:rsidRDefault="000B736F" w:rsidP="000B736F">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0B736F" w:rsidRPr="003C124A" w:rsidRDefault="000B736F" w:rsidP="000B736F">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0B736F" w:rsidRPr="003C124A" w:rsidTr="000B736F">
        <w:tc>
          <w:tcPr>
            <w:tcW w:w="5328" w:type="dxa"/>
          </w:tcPr>
          <w:p w:rsidR="000B736F" w:rsidRPr="003C124A" w:rsidRDefault="000B736F" w:rsidP="000B736F">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0B736F" w:rsidRPr="003C124A" w:rsidRDefault="000B736F" w:rsidP="000B736F">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0B736F" w:rsidRPr="003C124A" w:rsidTr="000B736F">
        <w:tc>
          <w:tcPr>
            <w:tcW w:w="5328" w:type="dxa"/>
          </w:tcPr>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0B736F" w:rsidRPr="003C124A" w:rsidRDefault="000B736F" w:rsidP="000B736F">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0B736F" w:rsidRPr="003C124A" w:rsidTr="000B736F">
        <w:tc>
          <w:tcPr>
            <w:tcW w:w="5328" w:type="dxa"/>
          </w:tcPr>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0B736F" w:rsidRPr="003C124A" w:rsidRDefault="000B736F" w:rsidP="000B736F">
            <w:pPr>
              <w:pStyle w:val="ConsPlusCell"/>
              <w:jc w:val="both"/>
              <w:rPr>
                <w:sz w:val="24"/>
                <w:szCs w:val="24"/>
              </w:rPr>
            </w:pPr>
            <w:r w:rsidRPr="003C124A">
              <w:rPr>
                <w:sz w:val="24"/>
                <w:szCs w:val="24"/>
              </w:rPr>
              <w:t>2022 – 2030 годы</w:t>
            </w:r>
          </w:p>
        </w:tc>
      </w:tr>
      <w:tr w:rsidR="000B736F" w:rsidRPr="003C124A" w:rsidTr="000B736F">
        <w:trPr>
          <w:trHeight w:val="401"/>
        </w:trPr>
        <w:tc>
          <w:tcPr>
            <w:tcW w:w="5328" w:type="dxa"/>
          </w:tcPr>
          <w:p w:rsidR="000B736F" w:rsidRPr="003C124A" w:rsidRDefault="000B736F" w:rsidP="000B736F">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0B736F" w:rsidRPr="003C124A" w:rsidRDefault="000B736F" w:rsidP="000B736F">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0B736F" w:rsidRPr="003C124A" w:rsidTr="000B736F">
        <w:trPr>
          <w:trHeight w:val="328"/>
        </w:trPr>
        <w:tc>
          <w:tcPr>
            <w:tcW w:w="5328" w:type="dxa"/>
          </w:tcPr>
          <w:p w:rsidR="000B736F" w:rsidRPr="003C124A" w:rsidRDefault="000B736F" w:rsidP="000B736F">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0B736F" w:rsidRPr="003C124A" w:rsidRDefault="000B736F" w:rsidP="000B736F">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0B736F" w:rsidRPr="003C124A" w:rsidRDefault="000B736F" w:rsidP="000B736F">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0B736F" w:rsidRPr="003C124A" w:rsidRDefault="000B736F" w:rsidP="000B736F">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0B736F" w:rsidRPr="003C124A" w:rsidRDefault="000B736F" w:rsidP="000B736F">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0B736F" w:rsidRPr="003C124A" w:rsidTr="000B736F">
        <w:trPr>
          <w:trHeight w:val="3605"/>
        </w:trPr>
        <w:tc>
          <w:tcPr>
            <w:tcW w:w="5328" w:type="dxa"/>
          </w:tcPr>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0B736F" w:rsidRPr="003C124A" w:rsidRDefault="000B736F" w:rsidP="000B736F">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0B736F" w:rsidRPr="003C124A" w:rsidRDefault="000B736F" w:rsidP="000B736F">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0B736F" w:rsidRPr="003C124A" w:rsidRDefault="000B736F" w:rsidP="000B736F">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0B736F" w:rsidRPr="003C124A" w:rsidRDefault="000B736F" w:rsidP="000B736F">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0B736F" w:rsidRPr="003C124A" w:rsidTr="000B736F">
        <w:trPr>
          <w:trHeight w:val="701"/>
        </w:trPr>
        <w:tc>
          <w:tcPr>
            <w:tcW w:w="5328" w:type="dxa"/>
          </w:tcPr>
          <w:p w:rsidR="000B736F" w:rsidRPr="003C124A" w:rsidRDefault="000B736F" w:rsidP="000B736F">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45 914 643,85</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233 374,64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50 735,34</w:t>
            </w:r>
            <w:r w:rsidRPr="003D53BE">
              <w:rPr>
                <w:rFonts w:ascii="Times New Roman" w:hAnsi="Times New Roman"/>
                <w:sz w:val="24"/>
                <w:szCs w:val="24"/>
              </w:rPr>
              <w:t xml:space="preserve">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50 735,34</w:t>
            </w:r>
            <w:r w:rsidRPr="003D53BE">
              <w:rPr>
                <w:rFonts w:ascii="Times New Roman" w:hAnsi="Times New Roman"/>
                <w:sz w:val="24"/>
                <w:szCs w:val="24"/>
              </w:rPr>
              <w:t xml:space="preserve">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2026 год – 300 000,00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5 810 442,49</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 xml:space="preserve">, в том числе: </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233 374,64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50 735,34</w:t>
            </w:r>
            <w:r w:rsidRPr="003D53BE">
              <w:rPr>
                <w:rFonts w:ascii="Times New Roman" w:hAnsi="Times New Roman"/>
                <w:sz w:val="24"/>
                <w:szCs w:val="24"/>
              </w:rPr>
              <w:t xml:space="preserve">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50 735,34</w:t>
            </w:r>
            <w:r w:rsidRPr="003D53BE">
              <w:rPr>
                <w:rFonts w:ascii="Times New Roman" w:hAnsi="Times New Roman"/>
                <w:sz w:val="24"/>
                <w:szCs w:val="24"/>
              </w:rPr>
              <w:t xml:space="preserve">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2026 год – 300 000,00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16 900 839,95</w:t>
            </w:r>
            <w:r w:rsidRPr="003D53BE">
              <w:rPr>
                <w:rFonts w:ascii="Times New Roman" w:hAnsi="Times New Roman"/>
                <w:sz w:val="24"/>
                <w:szCs w:val="24"/>
              </w:rPr>
              <w:t xml:space="preserve"> рублей, в том числе:         </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2023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2024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2026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lastRenderedPageBreak/>
              <w:t>2029 год – 0,00 рублей;</w:t>
            </w:r>
          </w:p>
          <w:p w:rsidR="000B736F" w:rsidRDefault="000B736F" w:rsidP="000B736F">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0B736F" w:rsidRPr="003C124A" w:rsidTr="000B736F">
        <w:trPr>
          <w:trHeight w:val="697"/>
        </w:trPr>
        <w:tc>
          <w:tcPr>
            <w:tcW w:w="5328" w:type="dxa"/>
          </w:tcPr>
          <w:p w:rsidR="000B736F" w:rsidRPr="003C124A" w:rsidRDefault="000B736F" w:rsidP="000B736F">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0B736F" w:rsidRPr="003C124A" w:rsidRDefault="000B736F" w:rsidP="000B736F">
      <w:pPr>
        <w:spacing w:after="0"/>
        <w:jc w:val="both"/>
        <w:rPr>
          <w:rFonts w:ascii="Times New Roman" w:hAnsi="Times New Roman"/>
          <w:sz w:val="24"/>
          <w:szCs w:val="24"/>
        </w:rPr>
      </w:pPr>
    </w:p>
    <w:p w:rsidR="000B736F" w:rsidRPr="003C124A" w:rsidRDefault="000B736F" w:rsidP="000B736F">
      <w:pPr>
        <w:autoSpaceDE w:val="0"/>
        <w:autoSpaceDN w:val="0"/>
        <w:adjustRightInd w:val="0"/>
        <w:spacing w:after="0"/>
        <w:jc w:val="center"/>
        <w:rPr>
          <w:rFonts w:ascii="Times New Roman" w:hAnsi="Times New Roman"/>
          <w:sz w:val="24"/>
          <w:szCs w:val="24"/>
        </w:rPr>
      </w:pPr>
    </w:p>
    <w:p w:rsidR="000B736F" w:rsidRPr="003C124A" w:rsidRDefault="000B736F" w:rsidP="000B736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B736F" w:rsidRPr="003C124A" w:rsidRDefault="000B736F" w:rsidP="000B736F">
      <w:pPr>
        <w:autoSpaceDE w:val="0"/>
        <w:autoSpaceDN w:val="0"/>
        <w:adjustRightInd w:val="0"/>
        <w:spacing w:after="0"/>
        <w:jc w:val="both"/>
        <w:rPr>
          <w:rFonts w:ascii="Times New Roman" w:hAnsi="Times New Roman"/>
          <w:sz w:val="24"/>
          <w:szCs w:val="24"/>
          <w:highlight w:val="yellow"/>
        </w:rPr>
      </w:pP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0B736F" w:rsidRPr="003C124A" w:rsidRDefault="000B736F" w:rsidP="000B736F">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6"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w:t>
      </w:r>
      <w:r w:rsidRPr="003C124A">
        <w:rPr>
          <w:rFonts w:ascii="Times New Roman" w:hAnsi="Times New Roman"/>
          <w:sz w:val="24"/>
          <w:szCs w:val="24"/>
        </w:rPr>
        <w:lastRenderedPageBreak/>
        <w:t xml:space="preserve">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7"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8"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0B736F" w:rsidRPr="003C124A" w:rsidRDefault="000B736F" w:rsidP="000B736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0B736F" w:rsidRPr="003C124A" w:rsidRDefault="000B736F" w:rsidP="000B736F">
      <w:pPr>
        <w:spacing w:after="0"/>
        <w:jc w:val="both"/>
        <w:rPr>
          <w:rFonts w:ascii="Times New Roman" w:hAnsi="Times New Roman"/>
          <w:sz w:val="24"/>
          <w:szCs w:val="24"/>
        </w:rPr>
      </w:pPr>
    </w:p>
    <w:p w:rsidR="000B736F" w:rsidRPr="003C124A" w:rsidRDefault="000B736F" w:rsidP="000B736F">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0B736F" w:rsidRPr="003C124A" w:rsidRDefault="000B736F" w:rsidP="000B736F">
      <w:pPr>
        <w:widowControl w:val="0"/>
        <w:autoSpaceDE w:val="0"/>
        <w:autoSpaceDN w:val="0"/>
        <w:adjustRightInd w:val="0"/>
        <w:spacing w:after="0"/>
        <w:jc w:val="both"/>
        <w:outlineLvl w:val="1"/>
        <w:rPr>
          <w:rFonts w:ascii="Times New Roman" w:hAnsi="Times New Roman"/>
          <w:sz w:val="24"/>
          <w:szCs w:val="24"/>
        </w:rPr>
      </w:pPr>
    </w:p>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0B736F" w:rsidRPr="003C124A" w:rsidRDefault="000B736F" w:rsidP="000B736F">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0B736F" w:rsidRPr="003C124A" w:rsidRDefault="000B736F" w:rsidP="000B736F">
      <w:pPr>
        <w:autoSpaceDE w:val="0"/>
        <w:autoSpaceDN w:val="0"/>
        <w:adjustRightInd w:val="0"/>
        <w:spacing w:after="0"/>
        <w:jc w:val="both"/>
        <w:rPr>
          <w:rFonts w:ascii="Times New Roman" w:hAnsi="Times New Roman"/>
          <w:sz w:val="24"/>
          <w:szCs w:val="24"/>
        </w:rPr>
      </w:pPr>
    </w:p>
    <w:p w:rsidR="000B736F" w:rsidRPr="003C124A" w:rsidRDefault="000B736F" w:rsidP="000B736F">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0B736F" w:rsidRPr="003C124A" w:rsidRDefault="000B736F" w:rsidP="000B736F">
      <w:pPr>
        <w:autoSpaceDE w:val="0"/>
        <w:autoSpaceDN w:val="0"/>
        <w:adjustRightInd w:val="0"/>
        <w:spacing w:after="0"/>
        <w:ind w:firstLine="540"/>
        <w:jc w:val="both"/>
        <w:rPr>
          <w:rFonts w:ascii="Times New Roman" w:hAnsi="Times New Roman"/>
          <w:sz w:val="24"/>
          <w:szCs w:val="24"/>
        </w:rPr>
      </w:pPr>
    </w:p>
    <w:p w:rsidR="000B736F" w:rsidRPr="003C124A" w:rsidRDefault="000B736F" w:rsidP="000B736F">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0B736F" w:rsidRPr="003C124A" w:rsidRDefault="000B736F" w:rsidP="000B736F">
      <w:pPr>
        <w:autoSpaceDE w:val="0"/>
        <w:autoSpaceDN w:val="0"/>
        <w:adjustRightInd w:val="0"/>
        <w:spacing w:after="0"/>
        <w:ind w:firstLine="540"/>
        <w:jc w:val="both"/>
        <w:rPr>
          <w:rFonts w:ascii="Times New Roman" w:hAnsi="Times New Roman"/>
          <w:sz w:val="24"/>
          <w:szCs w:val="24"/>
        </w:rPr>
      </w:pPr>
    </w:p>
    <w:p w:rsidR="000B736F" w:rsidRPr="003C124A" w:rsidRDefault="000B736F" w:rsidP="000B736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0B736F" w:rsidRPr="003C124A" w:rsidRDefault="000B736F" w:rsidP="000B736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0B736F" w:rsidRPr="003C124A" w:rsidRDefault="000B736F" w:rsidP="000B736F">
      <w:pPr>
        <w:widowControl w:val="0"/>
        <w:autoSpaceDE w:val="0"/>
        <w:autoSpaceDN w:val="0"/>
        <w:adjustRightInd w:val="0"/>
        <w:spacing w:after="0"/>
        <w:jc w:val="both"/>
        <w:rPr>
          <w:rFonts w:ascii="Times New Roman" w:hAnsi="Times New Roman"/>
          <w:sz w:val="24"/>
          <w:szCs w:val="24"/>
        </w:rPr>
      </w:pPr>
    </w:p>
    <w:p w:rsidR="000B736F" w:rsidRPr="003C124A" w:rsidRDefault="000B736F" w:rsidP="000B736F">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0B736F" w:rsidRPr="003C124A" w:rsidRDefault="000B736F" w:rsidP="000B736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lastRenderedPageBreak/>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0B736F" w:rsidRPr="003C124A" w:rsidRDefault="000B736F" w:rsidP="000B736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0B736F" w:rsidRPr="003C124A" w:rsidRDefault="000B736F" w:rsidP="000B736F">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0B736F" w:rsidRPr="003C124A" w:rsidRDefault="000B736F" w:rsidP="000B736F">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0B736F" w:rsidRPr="003C124A" w:rsidRDefault="000B736F" w:rsidP="000B736F">
      <w:pPr>
        <w:widowControl w:val="0"/>
        <w:autoSpaceDE w:val="0"/>
        <w:autoSpaceDN w:val="0"/>
        <w:adjustRightInd w:val="0"/>
        <w:spacing w:after="0"/>
        <w:jc w:val="both"/>
        <w:rPr>
          <w:rFonts w:ascii="Times New Roman" w:hAnsi="Times New Roman"/>
          <w:sz w:val="24"/>
          <w:szCs w:val="24"/>
        </w:rPr>
      </w:pPr>
    </w:p>
    <w:p w:rsidR="000B736F" w:rsidRPr="003C124A" w:rsidRDefault="000B736F" w:rsidP="000B736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0B736F" w:rsidRPr="003C124A" w:rsidRDefault="000B736F" w:rsidP="000B736F">
      <w:pPr>
        <w:widowControl w:val="0"/>
        <w:autoSpaceDE w:val="0"/>
        <w:autoSpaceDN w:val="0"/>
        <w:adjustRightInd w:val="0"/>
        <w:spacing w:after="0"/>
        <w:jc w:val="center"/>
        <w:rPr>
          <w:rFonts w:ascii="Times New Roman" w:hAnsi="Times New Roman"/>
          <w:sz w:val="24"/>
          <w:szCs w:val="24"/>
        </w:rPr>
      </w:pPr>
    </w:p>
    <w:p w:rsidR="000B736F" w:rsidRPr="00DC1A74" w:rsidRDefault="000B736F" w:rsidP="000B736F">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0B736F" w:rsidRPr="00DC1A74" w:rsidRDefault="000B736F" w:rsidP="000B736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w:t>
      </w:r>
    </w:p>
    <w:p w:rsidR="000B736F" w:rsidRPr="00DC1A74" w:rsidRDefault="000B736F" w:rsidP="000B736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гражданам социальных выплат на строительство (реконструкцию) индивидуального жилья.     </w:t>
      </w:r>
    </w:p>
    <w:p w:rsidR="000B736F" w:rsidRPr="00DC1A74" w:rsidRDefault="000B736F" w:rsidP="000B736F">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«Развитие арендного и некоммерческого жилищного фонда» планируется проведение следующих мероприятий:</w:t>
      </w:r>
    </w:p>
    <w:p w:rsidR="000B736F" w:rsidRPr="00DC1A74" w:rsidRDefault="000B736F" w:rsidP="000B736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0B736F" w:rsidRPr="00DC1A74" w:rsidRDefault="000B736F" w:rsidP="000B736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0B736F" w:rsidRPr="00DC1A74" w:rsidRDefault="000B736F" w:rsidP="000B736F">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0B736F" w:rsidRPr="00DC1A74" w:rsidRDefault="000B736F" w:rsidP="000B736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0B736F" w:rsidRPr="00DC1A74" w:rsidRDefault="000B736F" w:rsidP="000B736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0B736F" w:rsidRPr="00DC1A74" w:rsidRDefault="000B736F" w:rsidP="000B736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0B736F" w:rsidRPr="00DC1A74"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0B736F" w:rsidRPr="00A97C8C" w:rsidRDefault="000B736F" w:rsidP="000B736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0B736F" w:rsidRPr="001B7CF2" w:rsidRDefault="000B736F" w:rsidP="000B736F">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0B736F" w:rsidRPr="001B7CF2" w:rsidRDefault="000B736F" w:rsidP="000B736F">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1B7CF2">
        <w:rPr>
          <w:rFonts w:ascii="Times New Roman" w:hAnsi="Times New Roman"/>
          <w:sz w:val="24"/>
          <w:szCs w:val="24"/>
        </w:rPr>
        <w:t>Муромцевский</w:t>
      </w:r>
      <w:proofErr w:type="spellEnd"/>
      <w:r w:rsidRPr="001B7CF2">
        <w:rPr>
          <w:rFonts w:ascii="Times New Roman" w:hAnsi="Times New Roman"/>
          <w:sz w:val="24"/>
          <w:szCs w:val="24"/>
        </w:rPr>
        <w:t xml:space="preserve"> район. </w:t>
      </w:r>
    </w:p>
    <w:p w:rsidR="000B736F" w:rsidRPr="00DC1A74" w:rsidRDefault="000B736F" w:rsidP="000B736F">
      <w:pPr>
        <w:widowControl w:val="0"/>
        <w:autoSpaceDE w:val="0"/>
        <w:autoSpaceDN w:val="0"/>
        <w:adjustRightInd w:val="0"/>
        <w:spacing w:after="0"/>
        <w:ind w:firstLine="708"/>
        <w:jc w:val="both"/>
        <w:rPr>
          <w:rFonts w:ascii="Times New Roman" w:hAnsi="Times New Roman"/>
          <w:sz w:val="24"/>
          <w:szCs w:val="24"/>
        </w:rPr>
      </w:pPr>
      <w:r w:rsidRPr="001B7CF2">
        <w:rPr>
          <w:rFonts w:ascii="Times New Roman" w:hAnsi="Times New Roman"/>
          <w:sz w:val="24"/>
          <w:szCs w:val="24"/>
        </w:rPr>
        <w:t>В рамках основного мероприятия</w:t>
      </w:r>
      <w:r w:rsidRPr="00DC1A74">
        <w:rPr>
          <w:rFonts w:ascii="Times New Roman" w:hAnsi="Times New Roman"/>
          <w:sz w:val="24"/>
          <w:szCs w:val="24"/>
        </w:rPr>
        <w:t xml:space="preserve"> «Переселение граждан из аварийного жилищного фонда» планируется проведение следующих мероприятий:</w:t>
      </w:r>
    </w:p>
    <w:p w:rsidR="000B736F" w:rsidRPr="00DC1A74" w:rsidRDefault="000B736F" w:rsidP="000B736F">
      <w:pPr>
        <w:spacing w:after="0"/>
        <w:jc w:val="both"/>
        <w:rPr>
          <w:rFonts w:ascii="Times New Roman" w:hAnsi="Times New Roman"/>
          <w:sz w:val="24"/>
          <w:szCs w:val="24"/>
        </w:rPr>
      </w:pPr>
      <w:r w:rsidRPr="00DC1A74">
        <w:rPr>
          <w:rFonts w:ascii="Times New Roman" w:hAnsi="Times New Roman"/>
          <w:sz w:val="24"/>
          <w:szCs w:val="24"/>
        </w:rPr>
        <w:t>-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p w:rsidR="000B736F" w:rsidRPr="006442AA" w:rsidRDefault="000B736F" w:rsidP="000B736F">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0B736F" w:rsidRPr="003C124A" w:rsidRDefault="000B736F" w:rsidP="000B736F">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0B736F" w:rsidRPr="003C124A" w:rsidRDefault="000B736F" w:rsidP="000B736F">
      <w:pPr>
        <w:autoSpaceDE w:val="0"/>
        <w:autoSpaceDN w:val="0"/>
        <w:adjustRightInd w:val="0"/>
        <w:spacing w:after="0"/>
        <w:jc w:val="both"/>
        <w:rPr>
          <w:rFonts w:ascii="Times New Roman" w:hAnsi="Times New Roman"/>
          <w:sz w:val="24"/>
          <w:szCs w:val="24"/>
        </w:rPr>
      </w:pPr>
    </w:p>
    <w:p w:rsidR="000B736F" w:rsidRPr="003C124A" w:rsidRDefault="000B736F" w:rsidP="000B736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45 914 643,85</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lastRenderedPageBreak/>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233 374,64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50 735,34</w:t>
      </w:r>
      <w:r w:rsidRPr="003D53BE">
        <w:rPr>
          <w:rFonts w:ascii="Times New Roman" w:hAnsi="Times New Roman"/>
          <w:sz w:val="24"/>
          <w:szCs w:val="24"/>
        </w:rPr>
        <w:t xml:space="preserve">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50 735,34</w:t>
      </w:r>
      <w:r w:rsidRPr="003D53BE">
        <w:rPr>
          <w:rFonts w:ascii="Times New Roman" w:hAnsi="Times New Roman"/>
          <w:sz w:val="24"/>
          <w:szCs w:val="24"/>
        </w:rPr>
        <w:t xml:space="preserve">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2026 год – 300 000,00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5 810 442,49</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 xml:space="preserve">, в том числе: </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233 374,64</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50 735,34</w:t>
      </w:r>
      <w:r w:rsidRPr="003D53BE">
        <w:rPr>
          <w:rFonts w:ascii="Times New Roman" w:hAnsi="Times New Roman"/>
          <w:sz w:val="24"/>
          <w:szCs w:val="24"/>
        </w:rPr>
        <w:t xml:space="preserve">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50 735,34</w:t>
      </w:r>
      <w:r w:rsidRPr="003D53BE">
        <w:rPr>
          <w:rFonts w:ascii="Times New Roman" w:hAnsi="Times New Roman"/>
          <w:sz w:val="24"/>
          <w:szCs w:val="24"/>
        </w:rPr>
        <w:t xml:space="preserve">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2026 год – 300 000,00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16 900 839,95</w:t>
      </w:r>
      <w:r w:rsidRPr="003D53BE">
        <w:rPr>
          <w:rFonts w:ascii="Times New Roman" w:hAnsi="Times New Roman"/>
          <w:sz w:val="24"/>
          <w:szCs w:val="24"/>
        </w:rPr>
        <w:t xml:space="preserve"> рублей, в том числе:         </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2023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2024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2026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0B736F" w:rsidRDefault="000B736F" w:rsidP="000B736F">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0B736F" w:rsidRPr="003D53BE" w:rsidRDefault="000B736F" w:rsidP="000B736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0B736F" w:rsidRPr="003C124A" w:rsidRDefault="000B736F" w:rsidP="000B736F">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0B736F" w:rsidRPr="003C124A" w:rsidRDefault="000B736F" w:rsidP="000B736F">
      <w:pPr>
        <w:tabs>
          <w:tab w:val="left" w:pos="567"/>
          <w:tab w:val="left" w:pos="993"/>
        </w:tabs>
        <w:spacing w:after="0"/>
        <w:jc w:val="both"/>
        <w:rPr>
          <w:rFonts w:ascii="Times New Roman" w:hAnsi="Times New Roman"/>
          <w:sz w:val="24"/>
          <w:szCs w:val="24"/>
        </w:rPr>
      </w:pPr>
    </w:p>
    <w:p w:rsidR="000B736F" w:rsidRPr="003C124A" w:rsidRDefault="000B736F" w:rsidP="000B736F">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0B736F" w:rsidRPr="003C124A" w:rsidRDefault="000B736F" w:rsidP="000B736F">
      <w:pPr>
        <w:tabs>
          <w:tab w:val="left" w:pos="567"/>
          <w:tab w:val="left" w:pos="993"/>
        </w:tabs>
        <w:spacing w:after="0"/>
        <w:jc w:val="center"/>
        <w:rPr>
          <w:rFonts w:ascii="Times New Roman" w:hAnsi="Times New Roman"/>
          <w:sz w:val="24"/>
          <w:szCs w:val="24"/>
        </w:rPr>
      </w:pPr>
    </w:p>
    <w:p w:rsidR="000B736F" w:rsidRPr="003C124A" w:rsidRDefault="000B736F" w:rsidP="000B736F">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0B736F" w:rsidRPr="003C124A" w:rsidRDefault="000B736F" w:rsidP="000B736F">
      <w:pPr>
        <w:widowControl w:val="0"/>
        <w:autoSpaceDE w:val="0"/>
        <w:autoSpaceDN w:val="0"/>
        <w:adjustRightInd w:val="0"/>
        <w:spacing w:after="0"/>
        <w:jc w:val="both"/>
        <w:outlineLvl w:val="3"/>
        <w:rPr>
          <w:rFonts w:ascii="Times New Roman" w:hAnsi="Times New Roman"/>
          <w:sz w:val="24"/>
          <w:szCs w:val="24"/>
        </w:rPr>
      </w:pPr>
    </w:p>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0B736F" w:rsidRPr="003C124A" w:rsidRDefault="000B736F" w:rsidP="000B736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0B736F" w:rsidRPr="003C124A" w:rsidRDefault="000B736F" w:rsidP="000B736F">
      <w:pPr>
        <w:autoSpaceDE w:val="0"/>
        <w:autoSpaceDN w:val="0"/>
        <w:adjustRightInd w:val="0"/>
        <w:spacing w:after="0"/>
        <w:jc w:val="both"/>
        <w:rPr>
          <w:rFonts w:ascii="Times New Roman" w:hAnsi="Times New Roman"/>
          <w:sz w:val="24"/>
          <w:szCs w:val="24"/>
        </w:rPr>
      </w:pPr>
    </w:p>
    <w:p w:rsidR="000B736F" w:rsidRPr="003C124A" w:rsidRDefault="000B736F" w:rsidP="000B736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0B736F" w:rsidRPr="003C124A" w:rsidRDefault="000B736F" w:rsidP="000B736F">
      <w:pPr>
        <w:autoSpaceDE w:val="0"/>
        <w:autoSpaceDN w:val="0"/>
        <w:adjustRightInd w:val="0"/>
        <w:spacing w:after="0"/>
        <w:ind w:firstLine="709"/>
        <w:jc w:val="center"/>
        <w:rPr>
          <w:rFonts w:ascii="Times New Roman" w:hAnsi="Times New Roman"/>
          <w:sz w:val="24"/>
          <w:szCs w:val="24"/>
        </w:rPr>
      </w:pPr>
    </w:p>
    <w:p w:rsidR="000B736F" w:rsidRPr="003C124A" w:rsidRDefault="000B736F" w:rsidP="000B736F">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0B736F" w:rsidRPr="003C124A" w:rsidRDefault="000B736F" w:rsidP="000B736F">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7F6A78" w:rsidRDefault="007F6A78" w:rsidP="007F6A78"/>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w:t>
            </w:r>
            <w:r w:rsidRPr="003C124A">
              <w:rPr>
                <w:rFonts w:ascii="Times New Roman" w:hAnsi="Times New Roman"/>
                <w:sz w:val="24"/>
                <w:szCs w:val="24"/>
              </w:rPr>
              <w:lastRenderedPageBreak/>
              <w:t xml:space="preserve">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lastRenderedPageBreak/>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0B736F">
              <w:rPr>
                <w:rFonts w:ascii="Times New Roman" w:hAnsi="Times New Roman"/>
                <w:sz w:val="24"/>
                <w:szCs w:val="24"/>
              </w:rPr>
              <w:t>45 029 890,91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5 568 873,46</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6 188 330,81</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5 371 103,91</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5 262 991,23</w:t>
            </w:r>
            <w:r w:rsidRPr="003C124A">
              <w:rPr>
                <w:rFonts w:ascii="Times New Roman" w:hAnsi="Times New Roman"/>
                <w:sz w:val="24"/>
                <w:szCs w:val="24"/>
              </w:rPr>
              <w:t xml:space="preserve"> рубл</w:t>
            </w:r>
            <w:r>
              <w:rPr>
                <w:rFonts w:ascii="Times New Roman" w:hAnsi="Times New Roman"/>
                <w:sz w:val="24"/>
                <w:szCs w:val="24"/>
              </w:rPr>
              <w:t>ь</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2026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D878A1">
              <w:rPr>
                <w:rFonts w:ascii="Times New Roman" w:hAnsi="Times New Roman"/>
                <w:sz w:val="24"/>
                <w:szCs w:val="24"/>
              </w:rPr>
              <w:t>40 162 448,54</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5 379 879,78</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2024 год – </w:t>
            </w:r>
            <w:r>
              <w:rPr>
                <w:rFonts w:ascii="Times New Roman" w:hAnsi="Times New Roman"/>
                <w:sz w:val="24"/>
                <w:szCs w:val="24"/>
              </w:rPr>
              <w:t>4 589 721,22</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4 589 721,22</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2026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D878A1">
              <w:rPr>
                <w:rFonts w:ascii="Times New Roman" w:hAnsi="Times New Roman"/>
                <w:sz w:val="24"/>
                <w:szCs w:val="24"/>
              </w:rPr>
              <w:t>4 867 442,37</w:t>
            </w:r>
            <w:r w:rsidRPr="003C124A">
              <w:rPr>
                <w:rFonts w:ascii="Times New Roman" w:hAnsi="Times New Roman"/>
                <w:sz w:val="24"/>
                <w:szCs w:val="24"/>
              </w:rPr>
              <w:t xml:space="preserve"> рубл</w:t>
            </w:r>
            <w:r w:rsidR="00D878A1">
              <w:rPr>
                <w:rFonts w:ascii="Times New Roman" w:hAnsi="Times New Roman"/>
                <w:sz w:val="24"/>
                <w:szCs w:val="24"/>
              </w:rPr>
              <w:t>я</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720 029,79</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808 451,03</w:t>
            </w:r>
            <w:r w:rsidRPr="003C124A">
              <w:rPr>
                <w:rFonts w:ascii="Times New Roman" w:hAnsi="Times New Roman"/>
                <w:sz w:val="24"/>
                <w:szCs w:val="24"/>
              </w:rPr>
              <w:t xml:space="preserve"> рубл</w:t>
            </w:r>
            <w:r>
              <w:rPr>
                <w:rFonts w:ascii="Times New Roman" w:hAnsi="Times New Roman"/>
                <w:sz w:val="24"/>
                <w:szCs w:val="24"/>
              </w:rPr>
              <w:t>ь</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781 382,69 рубля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673 270,01</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2026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t>2026 год – 9,3 %;</w:t>
            </w:r>
          </w:p>
          <w:p w:rsidR="00116380" w:rsidRPr="003C124A" w:rsidRDefault="00116380" w:rsidP="007F6A78">
            <w:pPr>
              <w:pStyle w:val="ConsPlusCell"/>
              <w:jc w:val="both"/>
              <w:rPr>
                <w:sz w:val="24"/>
                <w:szCs w:val="24"/>
              </w:rPr>
            </w:pPr>
            <w:r w:rsidRPr="003C124A">
              <w:rPr>
                <w:sz w:val="24"/>
                <w:szCs w:val="24"/>
              </w:rPr>
              <w:lastRenderedPageBreak/>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9"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0"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xml:space="preserve">» на сумму 320 млн.руб. мощностью 22 тыс.тонн молока в год. </w:t>
      </w:r>
      <w:r w:rsidRPr="001877B2">
        <w:rPr>
          <w:rFonts w:ascii="Times New Roman" w:hAnsi="Times New Roman"/>
          <w:sz w:val="24"/>
          <w:szCs w:val="24"/>
        </w:rPr>
        <w:lastRenderedPageBreak/>
        <w:t>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2"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w:t>
      </w:r>
      <w:r w:rsidRPr="003C124A">
        <w:rPr>
          <w:rFonts w:ascii="Times New Roman" w:hAnsi="Times New Roman"/>
          <w:sz w:val="24"/>
          <w:szCs w:val="24"/>
        </w:rPr>
        <w:lastRenderedPageBreak/>
        <w:t>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45 029 890,91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5 568 873,46</w:t>
      </w:r>
      <w:r w:rsidRPr="003C124A">
        <w:rPr>
          <w:rFonts w:ascii="Times New Roman" w:hAnsi="Times New Roman"/>
          <w:sz w:val="24"/>
          <w:szCs w:val="24"/>
        </w:rPr>
        <w:t xml:space="preserve"> рубл</w:t>
      </w:r>
      <w:r>
        <w:rPr>
          <w:rFonts w:ascii="Times New Roman" w:hAnsi="Times New Roman"/>
          <w:sz w:val="24"/>
          <w:szCs w:val="24"/>
        </w:rPr>
        <w:t>я</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6 188 330,81</w:t>
      </w:r>
      <w:r w:rsidRPr="003C124A">
        <w:rPr>
          <w:rFonts w:ascii="Times New Roman" w:hAnsi="Times New Roman"/>
          <w:sz w:val="24"/>
          <w:szCs w:val="24"/>
        </w:rPr>
        <w:t xml:space="preserve">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5 371 103,91</w:t>
      </w:r>
      <w:r w:rsidRPr="003C124A">
        <w:rPr>
          <w:rFonts w:ascii="Times New Roman" w:hAnsi="Times New Roman"/>
          <w:sz w:val="24"/>
          <w:szCs w:val="24"/>
        </w:rPr>
        <w:t xml:space="preserve"> рубл</w:t>
      </w:r>
      <w:r>
        <w:rPr>
          <w:rFonts w:ascii="Times New Roman" w:hAnsi="Times New Roman"/>
          <w:sz w:val="24"/>
          <w:szCs w:val="24"/>
        </w:rPr>
        <w:t>я</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5 262 991,23</w:t>
      </w:r>
      <w:r w:rsidRPr="003C124A">
        <w:rPr>
          <w:rFonts w:ascii="Times New Roman" w:hAnsi="Times New Roman"/>
          <w:sz w:val="24"/>
          <w:szCs w:val="24"/>
        </w:rPr>
        <w:t xml:space="preserve"> рубл</w:t>
      </w:r>
      <w:r>
        <w:rPr>
          <w:rFonts w:ascii="Times New Roman" w:hAnsi="Times New Roman"/>
          <w:sz w:val="24"/>
          <w:szCs w:val="24"/>
        </w:rPr>
        <w:t>ь</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2026 год – 4 527 718,30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40 162 448,54</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по годам: </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5 379 879,78</w:t>
      </w:r>
      <w:r w:rsidRPr="003C124A">
        <w:rPr>
          <w:rFonts w:ascii="Times New Roman" w:hAnsi="Times New Roman"/>
          <w:sz w:val="24"/>
          <w:szCs w:val="24"/>
        </w:rPr>
        <w:t xml:space="preserve">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lastRenderedPageBreak/>
        <w:t xml:space="preserve">2024 год – </w:t>
      </w:r>
      <w:r>
        <w:rPr>
          <w:rFonts w:ascii="Times New Roman" w:hAnsi="Times New Roman"/>
          <w:sz w:val="24"/>
          <w:szCs w:val="24"/>
        </w:rPr>
        <w:t>4 589 721,22</w:t>
      </w:r>
      <w:r w:rsidRPr="003C124A">
        <w:rPr>
          <w:rFonts w:ascii="Times New Roman" w:hAnsi="Times New Roman"/>
          <w:sz w:val="24"/>
          <w:szCs w:val="24"/>
        </w:rPr>
        <w:t xml:space="preserve">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4 589 721,22</w:t>
      </w:r>
      <w:r w:rsidRPr="003C124A">
        <w:rPr>
          <w:rFonts w:ascii="Times New Roman" w:hAnsi="Times New Roman"/>
          <w:sz w:val="24"/>
          <w:szCs w:val="24"/>
        </w:rPr>
        <w:t xml:space="preserve">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2026 год – 4 150 856,53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4 867 442,37</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в том числе по годам:</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720 029,79</w:t>
      </w:r>
      <w:r w:rsidRPr="003C124A">
        <w:rPr>
          <w:rFonts w:ascii="Times New Roman" w:hAnsi="Times New Roman"/>
          <w:sz w:val="24"/>
          <w:szCs w:val="24"/>
        </w:rPr>
        <w:t xml:space="preserve"> рубл</w:t>
      </w:r>
      <w:r>
        <w:rPr>
          <w:rFonts w:ascii="Times New Roman" w:hAnsi="Times New Roman"/>
          <w:sz w:val="24"/>
          <w:szCs w:val="24"/>
        </w:rPr>
        <w:t>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808 451,03</w:t>
      </w:r>
      <w:r w:rsidRPr="003C124A">
        <w:rPr>
          <w:rFonts w:ascii="Times New Roman" w:hAnsi="Times New Roman"/>
          <w:sz w:val="24"/>
          <w:szCs w:val="24"/>
        </w:rPr>
        <w:t xml:space="preserve"> рубл</w:t>
      </w:r>
      <w:r>
        <w:rPr>
          <w:rFonts w:ascii="Times New Roman" w:hAnsi="Times New Roman"/>
          <w:sz w:val="24"/>
          <w:szCs w:val="24"/>
        </w:rPr>
        <w:t>ь</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781 382,69 рубля</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673 270,01</w:t>
      </w:r>
      <w:r w:rsidRPr="003C124A">
        <w:rPr>
          <w:rFonts w:ascii="Times New Roman" w:hAnsi="Times New Roman"/>
          <w:sz w:val="24"/>
          <w:szCs w:val="24"/>
        </w:rPr>
        <w:t xml:space="preserve">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2026 год – 376 861,77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D878A1" w:rsidRPr="003C124A" w:rsidRDefault="00D878A1" w:rsidP="00D878A1">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D878A1" w:rsidRDefault="00D878A1" w:rsidP="00D878A1">
      <w:pPr>
        <w:pStyle w:val="ConsPlusNormal"/>
        <w:ind w:firstLine="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lastRenderedPageBreak/>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7D0531" w:rsidRPr="005B5C37" w:rsidRDefault="007D0531" w:rsidP="007D0531">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7D0531" w:rsidRPr="005B5C37" w:rsidRDefault="007D0531" w:rsidP="007D0531">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7D0531" w:rsidRPr="005B5C37" w:rsidRDefault="007D0531" w:rsidP="007D0531">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7D0531" w:rsidRPr="005B5C37" w:rsidRDefault="007D0531" w:rsidP="007D0531">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7D0531" w:rsidRPr="005B5C37" w:rsidRDefault="007D0531" w:rsidP="007D0531">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7D0531" w:rsidRPr="005B5C37" w:rsidRDefault="007D0531" w:rsidP="007D0531">
      <w:pPr>
        <w:pStyle w:val="ConsPlusNonformat"/>
        <w:jc w:val="center"/>
        <w:rPr>
          <w:rFonts w:ascii="Times New Roman" w:hAnsi="Times New Roman" w:cs="Times New Roman"/>
          <w:sz w:val="24"/>
          <w:szCs w:val="24"/>
        </w:rPr>
      </w:pPr>
    </w:p>
    <w:p w:rsidR="007D0531" w:rsidRPr="005B5C37" w:rsidRDefault="007D0531" w:rsidP="007D0531">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7D0531" w:rsidRPr="005B5C37" w:rsidRDefault="007D0531" w:rsidP="007D0531">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7D0531" w:rsidRPr="005B5C37" w:rsidRDefault="007D0531" w:rsidP="007D0531">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7D0531" w:rsidRPr="005B5C37" w:rsidRDefault="007D0531" w:rsidP="007D0531">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7D0531" w:rsidRPr="005B5C37" w:rsidTr="000E348C">
        <w:tc>
          <w:tcPr>
            <w:tcW w:w="5328" w:type="dxa"/>
            <w:vAlign w:val="center"/>
          </w:tcPr>
          <w:p w:rsidR="007D0531" w:rsidRPr="005B5C37" w:rsidRDefault="007D0531" w:rsidP="000E348C">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7D0531" w:rsidRPr="005B5C37" w:rsidTr="000E348C">
        <w:tc>
          <w:tcPr>
            <w:tcW w:w="5328" w:type="dxa"/>
            <w:vAlign w:val="center"/>
          </w:tcPr>
          <w:p w:rsidR="007D0531" w:rsidRPr="005B5C37" w:rsidRDefault="007D0531" w:rsidP="000E348C">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7D0531" w:rsidRPr="005B5C37" w:rsidRDefault="007D0531" w:rsidP="000E348C">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7D0531" w:rsidRPr="005B5C37" w:rsidTr="000E348C">
        <w:tc>
          <w:tcPr>
            <w:tcW w:w="5328" w:type="dxa"/>
          </w:tcPr>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7D0531" w:rsidRPr="005B5C37" w:rsidRDefault="007D0531" w:rsidP="000E348C">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7D0531" w:rsidRPr="005B5C37" w:rsidTr="000E348C">
        <w:tc>
          <w:tcPr>
            <w:tcW w:w="5328" w:type="dxa"/>
          </w:tcPr>
          <w:p w:rsidR="007D0531" w:rsidRPr="005B5C37" w:rsidRDefault="007D0531" w:rsidP="000E348C">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w:t>
            </w:r>
            <w:r w:rsidRPr="005B5C37">
              <w:rPr>
                <w:rFonts w:ascii="Times New Roman" w:hAnsi="Times New Roman"/>
                <w:sz w:val="24"/>
                <w:szCs w:val="24"/>
              </w:rPr>
              <w:lastRenderedPageBreak/>
              <w:t xml:space="preserve">являющегося исполнителем основного мероприятия, исполнителем ведомственной целевой программы </w:t>
            </w:r>
          </w:p>
        </w:tc>
        <w:tc>
          <w:tcPr>
            <w:tcW w:w="4500" w:type="dxa"/>
          </w:tcPr>
          <w:p w:rsidR="007D0531" w:rsidRPr="005B5C37" w:rsidRDefault="007D0531" w:rsidP="000E348C">
            <w:pPr>
              <w:pStyle w:val="ConsPlusCell"/>
              <w:rPr>
                <w:sz w:val="24"/>
                <w:szCs w:val="24"/>
              </w:rPr>
            </w:pPr>
            <w:r w:rsidRPr="005B5C37">
              <w:rPr>
                <w:sz w:val="24"/>
                <w:szCs w:val="24"/>
              </w:rPr>
              <w:lastRenderedPageBreak/>
              <w:t>Отдел по строительству, архитектуре и ЖКХ</w:t>
            </w:r>
          </w:p>
        </w:tc>
      </w:tr>
      <w:tr w:rsidR="007D0531" w:rsidRPr="005B5C37" w:rsidTr="000E348C">
        <w:trPr>
          <w:trHeight w:val="1048"/>
        </w:trPr>
        <w:tc>
          <w:tcPr>
            <w:tcW w:w="5328" w:type="dxa"/>
          </w:tcPr>
          <w:p w:rsidR="007D0531" w:rsidRPr="005B5C37" w:rsidRDefault="007D0531" w:rsidP="000E348C">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7D0531" w:rsidRPr="005B5C37" w:rsidRDefault="007D0531" w:rsidP="000E348C">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7D0531" w:rsidRPr="005B5C37" w:rsidTr="000E348C">
        <w:tc>
          <w:tcPr>
            <w:tcW w:w="5328" w:type="dxa"/>
          </w:tcPr>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7D0531" w:rsidRPr="005B5C37" w:rsidRDefault="007D0531" w:rsidP="000E348C">
            <w:pPr>
              <w:pStyle w:val="ConsPlusCell"/>
              <w:jc w:val="both"/>
              <w:rPr>
                <w:sz w:val="24"/>
                <w:szCs w:val="24"/>
              </w:rPr>
            </w:pPr>
            <w:r w:rsidRPr="005B5C37">
              <w:rPr>
                <w:sz w:val="24"/>
                <w:szCs w:val="24"/>
              </w:rPr>
              <w:t>2022 – 2030 годы</w:t>
            </w:r>
          </w:p>
        </w:tc>
      </w:tr>
      <w:tr w:rsidR="007D0531" w:rsidRPr="005B5C37" w:rsidTr="000E348C">
        <w:trPr>
          <w:trHeight w:val="401"/>
        </w:trPr>
        <w:tc>
          <w:tcPr>
            <w:tcW w:w="5328" w:type="dxa"/>
          </w:tcPr>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7D0531" w:rsidRPr="005B5C37" w:rsidTr="000E348C">
        <w:trPr>
          <w:trHeight w:val="328"/>
        </w:trPr>
        <w:tc>
          <w:tcPr>
            <w:tcW w:w="5328" w:type="dxa"/>
          </w:tcPr>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7D0531" w:rsidRPr="005B5C37" w:rsidTr="000E348C">
        <w:trPr>
          <w:trHeight w:val="1975"/>
        </w:trPr>
        <w:tc>
          <w:tcPr>
            <w:tcW w:w="5328" w:type="dxa"/>
          </w:tcPr>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7D0531" w:rsidRPr="005B5C37" w:rsidTr="000E348C">
        <w:trPr>
          <w:trHeight w:val="701"/>
        </w:trPr>
        <w:tc>
          <w:tcPr>
            <w:tcW w:w="5328" w:type="dxa"/>
          </w:tcPr>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D878A1">
              <w:rPr>
                <w:rFonts w:ascii="Times New Roman" w:hAnsi="Times New Roman"/>
                <w:sz w:val="24"/>
                <w:szCs w:val="24"/>
              </w:rPr>
              <w:t>74 885 778,09</w:t>
            </w:r>
            <w:r w:rsidRPr="005B5C37">
              <w:rPr>
                <w:rFonts w:ascii="Times New Roman" w:hAnsi="Times New Roman"/>
                <w:sz w:val="24"/>
                <w:szCs w:val="24"/>
              </w:rPr>
              <w:t xml:space="preserve"> рублей, в том числе: </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2022 год – </w:t>
            </w:r>
            <w:r w:rsidR="00D878A1">
              <w:rPr>
                <w:rFonts w:ascii="Times New Roman" w:hAnsi="Times New Roman"/>
                <w:sz w:val="24"/>
                <w:szCs w:val="24"/>
              </w:rPr>
              <w:t>11 843 848,09</w:t>
            </w:r>
            <w:r w:rsidRPr="005B5C37">
              <w:rPr>
                <w:rFonts w:ascii="Times New Roman" w:hAnsi="Times New Roman"/>
                <w:sz w:val="24"/>
                <w:szCs w:val="24"/>
              </w:rPr>
              <w:t xml:space="preserve">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BD4E74" w:rsidRPr="005B5C37">
              <w:rPr>
                <w:rFonts w:ascii="Times New Roman" w:hAnsi="Times New Roman"/>
                <w:sz w:val="24"/>
                <w:szCs w:val="24"/>
              </w:rPr>
              <w:t>8</w:t>
            </w:r>
            <w:r w:rsidRPr="005B5C37">
              <w:rPr>
                <w:rFonts w:ascii="Times New Roman" w:hAnsi="Times New Roman"/>
                <w:sz w:val="24"/>
                <w:szCs w:val="24"/>
              </w:rPr>
              <w:t xml:space="preserve"> </w:t>
            </w:r>
            <w:r w:rsidR="00BD4E74" w:rsidRPr="005B5C37">
              <w:rPr>
                <w:rFonts w:ascii="Times New Roman" w:hAnsi="Times New Roman"/>
                <w:sz w:val="24"/>
                <w:szCs w:val="24"/>
              </w:rPr>
              <w:t>6</w:t>
            </w:r>
            <w:r w:rsidR="00255A7A" w:rsidRPr="005B5C37">
              <w:rPr>
                <w:rFonts w:ascii="Times New Roman" w:hAnsi="Times New Roman"/>
                <w:sz w:val="24"/>
                <w:szCs w:val="24"/>
              </w:rPr>
              <w:t>65</w:t>
            </w:r>
            <w:r w:rsidRPr="005B5C37">
              <w:rPr>
                <w:rFonts w:ascii="Times New Roman" w:hAnsi="Times New Roman"/>
                <w:sz w:val="24"/>
                <w:szCs w:val="24"/>
              </w:rPr>
              <w:t xml:space="preserve"> 0</w:t>
            </w:r>
            <w:r w:rsidR="00255A7A" w:rsidRPr="005B5C37">
              <w:rPr>
                <w:rFonts w:ascii="Times New Roman" w:hAnsi="Times New Roman"/>
                <w:sz w:val="24"/>
                <w:szCs w:val="24"/>
              </w:rPr>
              <w:t>1</w:t>
            </w:r>
            <w:r w:rsidRPr="005B5C37">
              <w:rPr>
                <w:rFonts w:ascii="Times New Roman" w:hAnsi="Times New Roman"/>
                <w:sz w:val="24"/>
                <w:szCs w:val="24"/>
              </w:rPr>
              <w:t>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255A7A" w:rsidRPr="005B5C37">
              <w:rPr>
                <w:rFonts w:ascii="Times New Roman" w:hAnsi="Times New Roman"/>
                <w:sz w:val="24"/>
                <w:szCs w:val="24"/>
              </w:rPr>
              <w:t>9 098 690</w:t>
            </w:r>
            <w:r w:rsidRPr="005B5C37">
              <w:rPr>
                <w:rFonts w:ascii="Times New Roman" w:hAnsi="Times New Roman"/>
                <w:sz w:val="24"/>
                <w:szCs w:val="24"/>
              </w:rPr>
              <w:t>,00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255A7A" w:rsidRPr="005B5C37">
              <w:rPr>
                <w:rFonts w:ascii="Times New Roman" w:hAnsi="Times New Roman"/>
                <w:sz w:val="24"/>
                <w:szCs w:val="24"/>
              </w:rPr>
              <w:t>9 328 230</w:t>
            </w:r>
            <w:r w:rsidRPr="005B5C37">
              <w:rPr>
                <w:rFonts w:ascii="Times New Roman" w:hAnsi="Times New Roman"/>
                <w:sz w:val="24"/>
                <w:szCs w:val="24"/>
              </w:rPr>
              <w:t>,00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2026 год – 7 100 000,00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lastRenderedPageBreak/>
              <w:t>2030 год – 7 300 000,00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D878A1">
              <w:rPr>
                <w:rFonts w:ascii="Times New Roman" w:hAnsi="Times New Roman"/>
                <w:sz w:val="24"/>
                <w:szCs w:val="24"/>
              </w:rPr>
              <w:t>69 192 523,06</w:t>
            </w:r>
            <w:r w:rsidRPr="005B5C37">
              <w:rPr>
                <w:rFonts w:ascii="Times New Roman" w:hAnsi="Times New Roman"/>
                <w:sz w:val="24"/>
                <w:szCs w:val="24"/>
              </w:rPr>
              <w:t xml:space="preserve"> рублей, в том числе: </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2022 год – </w:t>
            </w:r>
            <w:r w:rsidR="00D878A1">
              <w:rPr>
                <w:rFonts w:ascii="Times New Roman" w:hAnsi="Times New Roman"/>
                <w:sz w:val="24"/>
                <w:szCs w:val="24"/>
              </w:rPr>
              <w:t>6 150 593,06</w:t>
            </w:r>
            <w:r w:rsidRPr="005B5C37">
              <w:rPr>
                <w:rFonts w:ascii="Times New Roman" w:hAnsi="Times New Roman"/>
                <w:sz w:val="24"/>
                <w:szCs w:val="24"/>
              </w:rPr>
              <w:t xml:space="preserve"> рубл</w:t>
            </w:r>
            <w:r w:rsidR="00D878A1">
              <w:rPr>
                <w:rFonts w:ascii="Times New Roman" w:hAnsi="Times New Roman"/>
                <w:sz w:val="24"/>
                <w:szCs w:val="24"/>
              </w:rPr>
              <w:t>я</w:t>
            </w:r>
            <w:r w:rsidRPr="005B5C37">
              <w:rPr>
                <w:rFonts w:ascii="Times New Roman" w:hAnsi="Times New Roman"/>
                <w:sz w:val="24"/>
                <w:szCs w:val="24"/>
              </w:rPr>
              <w:t>;</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BD4E74" w:rsidRPr="005B5C37">
              <w:rPr>
                <w:rFonts w:ascii="Times New Roman" w:hAnsi="Times New Roman"/>
                <w:sz w:val="24"/>
                <w:szCs w:val="24"/>
              </w:rPr>
              <w:t>8</w:t>
            </w:r>
            <w:r w:rsidRPr="005B5C37">
              <w:rPr>
                <w:rFonts w:ascii="Times New Roman" w:hAnsi="Times New Roman"/>
                <w:sz w:val="24"/>
                <w:szCs w:val="24"/>
              </w:rPr>
              <w:t xml:space="preserve"> </w:t>
            </w:r>
            <w:r w:rsidR="00BD4E74" w:rsidRPr="005B5C37">
              <w:rPr>
                <w:rFonts w:ascii="Times New Roman" w:hAnsi="Times New Roman"/>
                <w:sz w:val="24"/>
                <w:szCs w:val="24"/>
              </w:rPr>
              <w:t>6</w:t>
            </w:r>
            <w:r w:rsidR="00255A7A" w:rsidRPr="005B5C37">
              <w:rPr>
                <w:rFonts w:ascii="Times New Roman" w:hAnsi="Times New Roman"/>
                <w:sz w:val="24"/>
                <w:szCs w:val="24"/>
              </w:rPr>
              <w:t>65</w:t>
            </w:r>
            <w:r w:rsidRPr="005B5C37">
              <w:rPr>
                <w:rFonts w:ascii="Times New Roman" w:hAnsi="Times New Roman"/>
                <w:sz w:val="24"/>
                <w:szCs w:val="24"/>
              </w:rPr>
              <w:t xml:space="preserve"> 0</w:t>
            </w:r>
            <w:r w:rsidR="00255A7A" w:rsidRPr="005B5C37">
              <w:rPr>
                <w:rFonts w:ascii="Times New Roman" w:hAnsi="Times New Roman"/>
                <w:sz w:val="24"/>
                <w:szCs w:val="24"/>
              </w:rPr>
              <w:t>1</w:t>
            </w:r>
            <w:r w:rsidRPr="005B5C37">
              <w:rPr>
                <w:rFonts w:ascii="Times New Roman" w:hAnsi="Times New Roman"/>
                <w:sz w:val="24"/>
                <w:szCs w:val="24"/>
              </w:rPr>
              <w:t>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255A7A" w:rsidRPr="005B5C37">
              <w:rPr>
                <w:rFonts w:ascii="Times New Roman" w:hAnsi="Times New Roman"/>
                <w:sz w:val="24"/>
                <w:szCs w:val="24"/>
              </w:rPr>
              <w:t>9 098 690</w:t>
            </w:r>
            <w:r w:rsidRPr="005B5C37">
              <w:rPr>
                <w:rFonts w:ascii="Times New Roman" w:hAnsi="Times New Roman"/>
                <w:sz w:val="24"/>
                <w:szCs w:val="24"/>
              </w:rPr>
              <w:t>,00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255A7A" w:rsidRPr="005B5C37">
              <w:rPr>
                <w:rFonts w:ascii="Times New Roman" w:hAnsi="Times New Roman"/>
                <w:sz w:val="24"/>
                <w:szCs w:val="24"/>
              </w:rPr>
              <w:t>9 328 230</w:t>
            </w:r>
            <w:r w:rsidRPr="005B5C37">
              <w:rPr>
                <w:rFonts w:ascii="Times New Roman" w:hAnsi="Times New Roman"/>
                <w:sz w:val="24"/>
                <w:szCs w:val="24"/>
              </w:rPr>
              <w:t>,00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2026 год – 7 100 000,00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D878A1">
              <w:rPr>
                <w:rFonts w:ascii="Times New Roman" w:hAnsi="Times New Roman"/>
                <w:sz w:val="24"/>
                <w:szCs w:val="24"/>
              </w:rPr>
              <w:t>5 693 255,03</w:t>
            </w:r>
            <w:r w:rsidRPr="005B5C37">
              <w:rPr>
                <w:rFonts w:ascii="Times New Roman" w:hAnsi="Times New Roman"/>
                <w:sz w:val="24"/>
                <w:szCs w:val="24"/>
              </w:rPr>
              <w:t xml:space="preserve"> рублей, в том числе:         </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 xml:space="preserve">2022 год – </w:t>
            </w:r>
            <w:r w:rsidR="00D878A1">
              <w:rPr>
                <w:rFonts w:ascii="Times New Roman" w:hAnsi="Times New Roman"/>
                <w:sz w:val="24"/>
                <w:szCs w:val="24"/>
              </w:rPr>
              <w:t>5 693 255,03</w:t>
            </w:r>
            <w:r w:rsidRPr="005B5C37">
              <w:rPr>
                <w:rFonts w:ascii="Times New Roman" w:hAnsi="Times New Roman"/>
                <w:sz w:val="24"/>
                <w:szCs w:val="24"/>
              </w:rPr>
              <w:t xml:space="preserve">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2023 год – 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2024 год – 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7D0531" w:rsidRPr="005B5C37" w:rsidTr="000E348C">
        <w:trPr>
          <w:trHeight w:val="697"/>
        </w:trPr>
        <w:tc>
          <w:tcPr>
            <w:tcW w:w="5328" w:type="dxa"/>
          </w:tcPr>
          <w:p w:rsidR="007D0531" w:rsidRPr="005B5C37" w:rsidRDefault="007D0531" w:rsidP="000E348C">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7D0531" w:rsidRPr="005B5C37" w:rsidRDefault="007D0531" w:rsidP="000E348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7D0531" w:rsidRPr="005B5C37" w:rsidRDefault="007D0531" w:rsidP="007D0531">
      <w:pPr>
        <w:spacing w:after="0"/>
        <w:jc w:val="both"/>
        <w:rPr>
          <w:rFonts w:ascii="Times New Roman" w:hAnsi="Times New Roman"/>
          <w:sz w:val="24"/>
          <w:szCs w:val="24"/>
        </w:rPr>
      </w:pPr>
    </w:p>
    <w:p w:rsidR="007D0531" w:rsidRPr="005B5C37" w:rsidRDefault="007D0531" w:rsidP="007D0531">
      <w:pPr>
        <w:autoSpaceDE w:val="0"/>
        <w:autoSpaceDN w:val="0"/>
        <w:adjustRightInd w:val="0"/>
        <w:spacing w:after="0"/>
        <w:jc w:val="center"/>
        <w:rPr>
          <w:rFonts w:ascii="Times New Roman" w:hAnsi="Times New Roman"/>
          <w:sz w:val="24"/>
          <w:szCs w:val="24"/>
        </w:rPr>
      </w:pPr>
    </w:p>
    <w:p w:rsidR="007D0531" w:rsidRPr="005B5C37" w:rsidRDefault="007D0531" w:rsidP="007D0531">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7D0531" w:rsidRPr="005B5C37" w:rsidRDefault="007D0531" w:rsidP="007D0531">
      <w:pPr>
        <w:autoSpaceDE w:val="0"/>
        <w:autoSpaceDN w:val="0"/>
        <w:adjustRightInd w:val="0"/>
        <w:spacing w:after="0"/>
        <w:jc w:val="center"/>
        <w:rPr>
          <w:rFonts w:ascii="Times New Roman" w:hAnsi="Times New Roman"/>
          <w:sz w:val="24"/>
          <w:szCs w:val="24"/>
        </w:rPr>
      </w:pPr>
    </w:p>
    <w:p w:rsidR="007D0531" w:rsidRPr="005B5C37" w:rsidRDefault="007D0531" w:rsidP="007D0531">
      <w:pPr>
        <w:spacing w:after="0"/>
        <w:ind w:firstLine="709"/>
        <w:jc w:val="both"/>
        <w:rPr>
          <w:rFonts w:ascii="Times New Roman" w:hAnsi="Times New Roman"/>
          <w:sz w:val="24"/>
          <w:szCs w:val="24"/>
        </w:rPr>
      </w:pPr>
      <w:r w:rsidRPr="005B5C37">
        <w:rPr>
          <w:rFonts w:ascii="Times New Roman" w:hAnsi="Times New Roman"/>
          <w:sz w:val="24"/>
          <w:szCs w:val="24"/>
        </w:rPr>
        <w:lastRenderedPageBreak/>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7D0531" w:rsidRPr="005B5C37" w:rsidRDefault="007D0531" w:rsidP="007D0531">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7D0531" w:rsidRPr="005B5C37" w:rsidRDefault="007D0531" w:rsidP="007D0531">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7D0531" w:rsidRPr="005B5C37" w:rsidRDefault="007D0531" w:rsidP="007D0531">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7D0531" w:rsidRPr="005B5C37" w:rsidRDefault="007D0531" w:rsidP="007D0531">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7D0531" w:rsidRPr="005B5C37" w:rsidRDefault="007D0531" w:rsidP="007D0531">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7D0531" w:rsidRPr="005B5C37" w:rsidRDefault="007D0531" w:rsidP="007D0531">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7D0531" w:rsidRPr="005B5C37" w:rsidRDefault="007D0531" w:rsidP="007D0531">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7D0531" w:rsidRPr="005B5C37" w:rsidRDefault="007D0531" w:rsidP="007D0531">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7D0531" w:rsidRPr="005B5C37" w:rsidRDefault="007D0531" w:rsidP="007D053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7D0531" w:rsidRPr="005B5C37" w:rsidRDefault="007D0531" w:rsidP="007D0531">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7D0531" w:rsidRPr="005B5C37" w:rsidRDefault="007D0531" w:rsidP="007D0531">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7D0531" w:rsidRPr="005B5C37" w:rsidRDefault="007D0531" w:rsidP="007D0531">
      <w:pPr>
        <w:spacing w:after="0"/>
        <w:jc w:val="both"/>
        <w:rPr>
          <w:rFonts w:ascii="Times New Roman" w:hAnsi="Times New Roman"/>
          <w:sz w:val="24"/>
          <w:szCs w:val="24"/>
        </w:rPr>
      </w:pPr>
    </w:p>
    <w:p w:rsidR="007D0531" w:rsidRPr="005B5C37" w:rsidRDefault="007D0531" w:rsidP="007D0531">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7D0531" w:rsidRPr="005B5C37" w:rsidRDefault="007D0531" w:rsidP="007D0531">
      <w:pPr>
        <w:widowControl w:val="0"/>
        <w:autoSpaceDE w:val="0"/>
        <w:autoSpaceDN w:val="0"/>
        <w:adjustRightInd w:val="0"/>
        <w:spacing w:after="0"/>
        <w:jc w:val="center"/>
        <w:outlineLvl w:val="1"/>
        <w:rPr>
          <w:rFonts w:ascii="Times New Roman" w:hAnsi="Times New Roman"/>
          <w:sz w:val="24"/>
          <w:szCs w:val="24"/>
        </w:rPr>
      </w:pPr>
    </w:p>
    <w:p w:rsidR="007D0531" w:rsidRPr="005B5C37" w:rsidRDefault="007D0531" w:rsidP="007D0531">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7D0531" w:rsidRPr="005B5C37" w:rsidRDefault="007D0531" w:rsidP="007D0531">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7D0531" w:rsidRPr="005B5C37" w:rsidRDefault="007D0531" w:rsidP="007D0531">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7D0531" w:rsidRPr="005B5C37" w:rsidRDefault="007D0531" w:rsidP="007D0531">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7D0531" w:rsidRPr="005B5C37" w:rsidRDefault="007D0531" w:rsidP="007D0531">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7D0531" w:rsidRPr="005B5C37" w:rsidRDefault="007D0531" w:rsidP="007D0531">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7D0531" w:rsidRPr="005B5C37" w:rsidRDefault="007D0531" w:rsidP="007D0531">
      <w:pPr>
        <w:autoSpaceDE w:val="0"/>
        <w:autoSpaceDN w:val="0"/>
        <w:adjustRightInd w:val="0"/>
        <w:spacing w:after="0"/>
        <w:jc w:val="both"/>
        <w:rPr>
          <w:rFonts w:ascii="Times New Roman" w:hAnsi="Times New Roman"/>
          <w:sz w:val="24"/>
          <w:szCs w:val="24"/>
        </w:rPr>
      </w:pPr>
    </w:p>
    <w:p w:rsidR="007D0531" w:rsidRPr="005B5C37" w:rsidRDefault="007D0531" w:rsidP="007D0531">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7D0531" w:rsidRPr="005B5C37" w:rsidRDefault="007D0531" w:rsidP="007D0531">
      <w:pPr>
        <w:autoSpaceDE w:val="0"/>
        <w:autoSpaceDN w:val="0"/>
        <w:adjustRightInd w:val="0"/>
        <w:spacing w:after="0"/>
        <w:ind w:firstLine="540"/>
        <w:jc w:val="both"/>
        <w:rPr>
          <w:rFonts w:ascii="Times New Roman" w:hAnsi="Times New Roman"/>
          <w:sz w:val="24"/>
          <w:szCs w:val="24"/>
        </w:rPr>
      </w:pPr>
    </w:p>
    <w:p w:rsidR="007D0531" w:rsidRPr="005B5C37" w:rsidRDefault="007D0531" w:rsidP="007D0531">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7D0531" w:rsidRPr="005B5C37" w:rsidRDefault="007D0531" w:rsidP="007D0531">
      <w:pPr>
        <w:widowControl w:val="0"/>
        <w:autoSpaceDE w:val="0"/>
        <w:autoSpaceDN w:val="0"/>
        <w:adjustRightInd w:val="0"/>
        <w:spacing w:after="0"/>
        <w:ind w:firstLine="540"/>
        <w:jc w:val="both"/>
        <w:rPr>
          <w:rFonts w:ascii="Times New Roman" w:hAnsi="Times New Roman"/>
          <w:sz w:val="24"/>
          <w:szCs w:val="24"/>
        </w:rPr>
      </w:pPr>
    </w:p>
    <w:p w:rsidR="007D0531" w:rsidRPr="005B5C37" w:rsidRDefault="007D0531" w:rsidP="007D0531">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7D0531" w:rsidRPr="005B5C37" w:rsidRDefault="007D0531" w:rsidP="007D0531">
      <w:pPr>
        <w:widowControl w:val="0"/>
        <w:autoSpaceDE w:val="0"/>
        <w:autoSpaceDN w:val="0"/>
        <w:adjustRightInd w:val="0"/>
        <w:spacing w:after="0"/>
        <w:jc w:val="center"/>
        <w:rPr>
          <w:rFonts w:ascii="Times New Roman" w:hAnsi="Times New Roman"/>
          <w:sz w:val="24"/>
          <w:szCs w:val="24"/>
        </w:rPr>
      </w:pPr>
    </w:p>
    <w:p w:rsidR="007D0531" w:rsidRPr="005B5C37" w:rsidRDefault="007D0531" w:rsidP="007D0531">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7D0531" w:rsidRPr="005B5C37" w:rsidRDefault="007D0531" w:rsidP="007D0531">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7D0531" w:rsidRPr="005B5C37" w:rsidRDefault="007D0531" w:rsidP="007D0531">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7D0531" w:rsidRPr="005B5C37" w:rsidRDefault="007D0531" w:rsidP="007D0531">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7D0531" w:rsidRPr="005B5C37" w:rsidRDefault="007D0531" w:rsidP="007D0531">
      <w:pPr>
        <w:spacing w:after="0"/>
        <w:jc w:val="both"/>
        <w:rPr>
          <w:rFonts w:ascii="Times New Roman" w:hAnsi="Times New Roman"/>
          <w:sz w:val="24"/>
          <w:szCs w:val="24"/>
        </w:rPr>
      </w:pPr>
    </w:p>
    <w:p w:rsidR="007D0531" w:rsidRPr="005B5C37" w:rsidRDefault="007D0531" w:rsidP="007D0531">
      <w:pPr>
        <w:widowControl w:val="0"/>
        <w:autoSpaceDE w:val="0"/>
        <w:autoSpaceDN w:val="0"/>
        <w:adjustRightInd w:val="0"/>
        <w:spacing w:after="0"/>
        <w:jc w:val="center"/>
        <w:rPr>
          <w:rFonts w:ascii="Times New Roman" w:hAnsi="Times New Roman"/>
          <w:sz w:val="24"/>
          <w:szCs w:val="24"/>
        </w:rPr>
      </w:pPr>
    </w:p>
    <w:p w:rsidR="007D0531" w:rsidRPr="005B5C37" w:rsidRDefault="007D0531" w:rsidP="007D0531">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7D0531" w:rsidRPr="005B5C37" w:rsidRDefault="007D0531" w:rsidP="007D0531">
      <w:pPr>
        <w:pStyle w:val="ConsPlusNonformat"/>
        <w:ind w:firstLine="708"/>
        <w:jc w:val="both"/>
        <w:rPr>
          <w:rFonts w:ascii="Times New Roman" w:hAnsi="Times New Roman" w:cs="Times New Roman"/>
          <w:sz w:val="24"/>
          <w:szCs w:val="24"/>
        </w:rPr>
      </w:pPr>
    </w:p>
    <w:p w:rsidR="007D0531" w:rsidRPr="005B5C37" w:rsidRDefault="007D0531" w:rsidP="007D0531">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В рамках основного мероприятия «Содержание дорог местного значения» планируется выполнение следующих мероприятий:</w:t>
      </w:r>
    </w:p>
    <w:p w:rsidR="007D0531" w:rsidRPr="005B5C37" w:rsidRDefault="007D0531" w:rsidP="007D0531">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 xml:space="preserve">- содержание дорог местного значения; </w:t>
      </w:r>
    </w:p>
    <w:p w:rsidR="007D0531" w:rsidRPr="005B5C37" w:rsidRDefault="007D0531" w:rsidP="007D0531">
      <w:pPr>
        <w:pStyle w:val="ConsPlusNonformat"/>
        <w:jc w:val="both"/>
        <w:rPr>
          <w:rFonts w:ascii="Times New Roman" w:hAnsi="Times New Roman" w:cs="Times New Roman"/>
          <w:sz w:val="24"/>
          <w:szCs w:val="24"/>
        </w:rPr>
      </w:pPr>
      <w:r w:rsidRPr="005B5C37">
        <w:rPr>
          <w:rFonts w:ascii="Times New Roman" w:hAnsi="Times New Roman" w:cs="Times New Roman"/>
          <w:sz w:val="24"/>
          <w:szCs w:val="24"/>
        </w:rPr>
        <w:t xml:space="preserve">- ремонт автомобильной дороги общего пользования местного </w:t>
      </w:r>
      <w:proofErr w:type="spellStart"/>
      <w:r w:rsidRPr="005B5C37">
        <w:rPr>
          <w:rFonts w:ascii="Times New Roman" w:hAnsi="Times New Roman" w:cs="Times New Roman"/>
          <w:sz w:val="24"/>
          <w:szCs w:val="24"/>
        </w:rPr>
        <w:t>занчения</w:t>
      </w:r>
      <w:proofErr w:type="spellEnd"/>
      <w:r w:rsidRPr="005B5C37">
        <w:rPr>
          <w:rFonts w:ascii="Times New Roman" w:hAnsi="Times New Roman" w:cs="Times New Roman"/>
          <w:sz w:val="24"/>
          <w:szCs w:val="24"/>
        </w:rPr>
        <w:t xml:space="preserve"> "с. </w:t>
      </w:r>
      <w:proofErr w:type="spellStart"/>
      <w:r w:rsidRPr="005B5C37">
        <w:rPr>
          <w:rFonts w:ascii="Times New Roman" w:hAnsi="Times New Roman" w:cs="Times New Roman"/>
          <w:sz w:val="24"/>
          <w:szCs w:val="24"/>
        </w:rPr>
        <w:t>Артын</w:t>
      </w:r>
      <w:proofErr w:type="spellEnd"/>
      <w:r w:rsidRPr="005B5C37">
        <w:rPr>
          <w:rFonts w:ascii="Times New Roman" w:hAnsi="Times New Roman" w:cs="Times New Roman"/>
          <w:sz w:val="24"/>
          <w:szCs w:val="24"/>
        </w:rPr>
        <w:t xml:space="preserve"> - д. </w:t>
      </w:r>
      <w:proofErr w:type="spellStart"/>
      <w:r w:rsidRPr="005B5C37">
        <w:rPr>
          <w:rFonts w:ascii="Times New Roman" w:hAnsi="Times New Roman" w:cs="Times New Roman"/>
          <w:sz w:val="24"/>
          <w:szCs w:val="24"/>
        </w:rPr>
        <w:t>Карташово</w:t>
      </w:r>
      <w:proofErr w:type="spellEnd"/>
      <w:r w:rsidRPr="005B5C37">
        <w:rPr>
          <w:rFonts w:ascii="Times New Roman" w:hAnsi="Times New Roman" w:cs="Times New Roman"/>
          <w:sz w:val="24"/>
          <w:szCs w:val="24"/>
        </w:rPr>
        <w:t>";</w:t>
      </w:r>
    </w:p>
    <w:p w:rsidR="007D0531" w:rsidRPr="005B5C37" w:rsidRDefault="007D0531" w:rsidP="007D0531">
      <w:pPr>
        <w:pStyle w:val="ConsPlusNonformat"/>
        <w:jc w:val="both"/>
        <w:rPr>
          <w:rFonts w:ascii="Times New Roman" w:hAnsi="Times New Roman" w:cs="Times New Roman"/>
          <w:sz w:val="24"/>
          <w:szCs w:val="24"/>
        </w:rPr>
      </w:pPr>
      <w:r w:rsidRPr="005B5C37">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7D0531" w:rsidRPr="005B5C37" w:rsidRDefault="007D0531" w:rsidP="007D0531">
      <w:pPr>
        <w:pStyle w:val="ConsPlusNonformat"/>
        <w:ind w:firstLine="708"/>
        <w:jc w:val="both"/>
        <w:rPr>
          <w:rFonts w:ascii="Times New Roman" w:hAnsi="Times New Roman" w:cs="Times New Roman"/>
          <w:sz w:val="24"/>
          <w:szCs w:val="24"/>
        </w:rPr>
      </w:pPr>
      <w:r w:rsidRPr="005B5C37">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7D0531" w:rsidRPr="005B5C37" w:rsidRDefault="007D0531" w:rsidP="007D0531">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7D0531" w:rsidRPr="005B5C37" w:rsidRDefault="007D0531" w:rsidP="007D0531">
      <w:pPr>
        <w:pStyle w:val="ConsPlusNonformat"/>
        <w:ind w:firstLine="708"/>
        <w:jc w:val="both"/>
        <w:rPr>
          <w:rFonts w:ascii="Times New Roman" w:hAnsi="Times New Roman" w:cs="Times New Roman"/>
          <w:sz w:val="24"/>
          <w:szCs w:val="24"/>
        </w:rPr>
      </w:pPr>
      <w:r w:rsidRPr="005B5C37">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p>
    <w:p w:rsidR="007D0531" w:rsidRPr="005B5C37" w:rsidRDefault="007D0531" w:rsidP="007D053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7D0531" w:rsidRPr="005B5C37" w:rsidRDefault="007D0531" w:rsidP="007D053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7D0531" w:rsidRPr="005B5C37" w:rsidRDefault="007D0531" w:rsidP="007D053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7D0531" w:rsidRPr="005B5C37" w:rsidRDefault="007D0531" w:rsidP="007D0531">
      <w:pPr>
        <w:pStyle w:val="ConsPlusNormal"/>
        <w:ind w:firstLine="540"/>
        <w:jc w:val="both"/>
        <w:rPr>
          <w:rFonts w:ascii="Times New Roman" w:hAnsi="Times New Roman" w:cs="Times New Roman"/>
          <w:sz w:val="24"/>
          <w:szCs w:val="24"/>
        </w:rPr>
      </w:pPr>
    </w:p>
    <w:p w:rsidR="007D0531" w:rsidRPr="005B5C37" w:rsidRDefault="007D0531" w:rsidP="007D0531">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7D0531" w:rsidRPr="005B5C37" w:rsidRDefault="007D0531" w:rsidP="007D0531">
      <w:pPr>
        <w:autoSpaceDE w:val="0"/>
        <w:autoSpaceDN w:val="0"/>
        <w:adjustRightInd w:val="0"/>
        <w:spacing w:after="0"/>
        <w:jc w:val="center"/>
        <w:rPr>
          <w:rFonts w:ascii="Times New Roman" w:hAnsi="Times New Roman"/>
          <w:sz w:val="24"/>
          <w:szCs w:val="24"/>
        </w:rPr>
      </w:pPr>
    </w:p>
    <w:p w:rsidR="00D878A1" w:rsidRPr="005B5C37" w:rsidRDefault="007D0531" w:rsidP="00D878A1">
      <w:pPr>
        <w:spacing w:after="0"/>
        <w:jc w:val="both"/>
        <w:rPr>
          <w:rFonts w:ascii="Times New Roman" w:hAnsi="Times New Roman"/>
          <w:sz w:val="24"/>
          <w:szCs w:val="24"/>
        </w:rPr>
      </w:pPr>
      <w:r w:rsidRPr="005B5C37">
        <w:rPr>
          <w:rFonts w:ascii="Times New Roman" w:hAnsi="Times New Roman"/>
          <w:sz w:val="24"/>
          <w:szCs w:val="24"/>
        </w:rPr>
        <w:tab/>
      </w:r>
      <w:r w:rsidR="00D878A1" w:rsidRPr="005B5C37">
        <w:rPr>
          <w:rFonts w:ascii="Times New Roman" w:hAnsi="Times New Roman"/>
          <w:sz w:val="24"/>
          <w:szCs w:val="24"/>
        </w:rPr>
        <w:t xml:space="preserve">Общий объем средств на реализацию подпрограммы составляет </w:t>
      </w:r>
      <w:r w:rsidR="00D878A1">
        <w:rPr>
          <w:rFonts w:ascii="Times New Roman" w:hAnsi="Times New Roman"/>
          <w:sz w:val="24"/>
          <w:szCs w:val="24"/>
        </w:rPr>
        <w:t>74 885 778,09</w:t>
      </w:r>
      <w:r w:rsidR="00D878A1" w:rsidRPr="005B5C37">
        <w:rPr>
          <w:rFonts w:ascii="Times New Roman" w:hAnsi="Times New Roman"/>
          <w:sz w:val="24"/>
          <w:szCs w:val="24"/>
        </w:rPr>
        <w:t xml:space="preserve"> рублей, в том числе: </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2023 год – 8 665 010,00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2024 год – 9 098 690,00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2025 год – 9 328 230,00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2026 год – 7 100 000,00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69 192 523,06</w:t>
      </w:r>
      <w:r w:rsidRPr="005B5C37">
        <w:rPr>
          <w:rFonts w:ascii="Times New Roman" w:hAnsi="Times New Roman"/>
          <w:sz w:val="24"/>
          <w:szCs w:val="24"/>
        </w:rPr>
        <w:t xml:space="preserve"> рублей, в том числе: </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2023 год – 8 665 010,00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2024 год – 9 098 690,00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2025 год – 9 328 230,00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2026 год – 7 100 000,00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5 693 255,03</w:t>
      </w:r>
      <w:r w:rsidRPr="005B5C37">
        <w:rPr>
          <w:rFonts w:ascii="Times New Roman" w:hAnsi="Times New Roman"/>
          <w:sz w:val="24"/>
          <w:szCs w:val="24"/>
        </w:rPr>
        <w:t xml:space="preserve"> рублей, в том числе:         </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2023 год – 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2024 год – 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lastRenderedPageBreak/>
        <w:t>2029 год – 0,00 рублей;</w:t>
      </w:r>
    </w:p>
    <w:p w:rsidR="00D878A1" w:rsidRPr="005B5C37" w:rsidRDefault="00D878A1" w:rsidP="00D878A1">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7D0531" w:rsidRPr="003C124A" w:rsidRDefault="007D0531" w:rsidP="007D053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7D0531" w:rsidRPr="003C124A" w:rsidRDefault="007D0531" w:rsidP="007D0531">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3"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7D0531" w:rsidRPr="003C124A" w:rsidRDefault="007D0531" w:rsidP="007D0531">
      <w:pPr>
        <w:tabs>
          <w:tab w:val="left" w:pos="567"/>
          <w:tab w:val="left" w:pos="993"/>
        </w:tabs>
        <w:spacing w:after="0"/>
        <w:jc w:val="both"/>
        <w:rPr>
          <w:rFonts w:ascii="Times New Roman" w:hAnsi="Times New Roman"/>
          <w:sz w:val="24"/>
          <w:szCs w:val="24"/>
        </w:rPr>
      </w:pPr>
    </w:p>
    <w:p w:rsidR="007D0531" w:rsidRPr="003C124A" w:rsidRDefault="007D0531" w:rsidP="007D0531">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7D0531" w:rsidRPr="003C124A" w:rsidRDefault="007D0531" w:rsidP="007D0531">
      <w:pPr>
        <w:widowControl w:val="0"/>
        <w:autoSpaceDE w:val="0"/>
        <w:autoSpaceDN w:val="0"/>
        <w:adjustRightInd w:val="0"/>
        <w:spacing w:after="0"/>
        <w:outlineLvl w:val="3"/>
        <w:rPr>
          <w:rFonts w:ascii="Times New Roman" w:hAnsi="Times New Roman"/>
          <w:sz w:val="24"/>
          <w:szCs w:val="24"/>
        </w:rPr>
      </w:pPr>
    </w:p>
    <w:p w:rsidR="007D0531" w:rsidRPr="003C124A" w:rsidRDefault="007D0531" w:rsidP="007D053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7D0531" w:rsidRPr="003C124A" w:rsidRDefault="007D0531" w:rsidP="007D0531">
      <w:pPr>
        <w:tabs>
          <w:tab w:val="left" w:pos="1134"/>
        </w:tabs>
        <w:spacing w:after="0"/>
        <w:ind w:firstLine="709"/>
        <w:jc w:val="both"/>
        <w:rPr>
          <w:rFonts w:ascii="Times New Roman" w:hAnsi="Times New Roman"/>
          <w:sz w:val="24"/>
          <w:szCs w:val="24"/>
        </w:rPr>
      </w:pP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7D0531" w:rsidRPr="003C124A" w:rsidRDefault="007D0531" w:rsidP="007D053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7D0531" w:rsidRPr="003C124A" w:rsidRDefault="007D0531" w:rsidP="007D0531">
      <w:pPr>
        <w:autoSpaceDE w:val="0"/>
        <w:autoSpaceDN w:val="0"/>
        <w:adjustRightInd w:val="0"/>
        <w:spacing w:after="0"/>
        <w:jc w:val="both"/>
        <w:rPr>
          <w:rFonts w:ascii="Times New Roman" w:hAnsi="Times New Roman"/>
          <w:sz w:val="24"/>
          <w:szCs w:val="24"/>
        </w:rPr>
      </w:pPr>
    </w:p>
    <w:p w:rsidR="007D0531" w:rsidRPr="003C124A" w:rsidRDefault="007D0531" w:rsidP="007D053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7D0531" w:rsidRPr="003C124A" w:rsidRDefault="007D0531" w:rsidP="007D0531">
      <w:pPr>
        <w:autoSpaceDE w:val="0"/>
        <w:autoSpaceDN w:val="0"/>
        <w:adjustRightInd w:val="0"/>
        <w:spacing w:after="0"/>
        <w:ind w:firstLine="709"/>
        <w:jc w:val="center"/>
        <w:rPr>
          <w:rFonts w:ascii="Times New Roman" w:hAnsi="Times New Roman"/>
          <w:sz w:val="24"/>
          <w:szCs w:val="24"/>
        </w:rPr>
      </w:pPr>
    </w:p>
    <w:p w:rsidR="007D0531" w:rsidRPr="003C124A" w:rsidRDefault="007D0531" w:rsidP="007D053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7D0531" w:rsidRPr="003C124A" w:rsidRDefault="007D0531" w:rsidP="007D053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w:t>
      </w:r>
      <w:r w:rsidRPr="003C124A">
        <w:rPr>
          <w:rFonts w:ascii="Times New Roman" w:hAnsi="Times New Roman"/>
          <w:sz w:val="24"/>
          <w:szCs w:val="24"/>
        </w:rPr>
        <w:lastRenderedPageBreak/>
        <w:t xml:space="preserve">№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Создание условий для развития субъектов </w:t>
            </w:r>
            <w:r w:rsidRPr="00A11C14">
              <w:rPr>
                <w:rFonts w:ascii="Times New Roman" w:hAnsi="Times New Roman"/>
                <w:sz w:val="24"/>
                <w:szCs w:val="24"/>
              </w:rPr>
              <w:lastRenderedPageBreak/>
              <w:t>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4"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2 123 384,36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1 704 233,84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lastRenderedPageBreak/>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w:t>
      </w:r>
      <w:r>
        <w:rPr>
          <w:rFonts w:ascii="Times New Roman" w:hAnsi="Times New Roman" w:cs="Times New Roman"/>
          <w:sz w:val="24"/>
          <w:szCs w:val="24"/>
        </w:rPr>
        <w:lastRenderedPageBreak/>
        <w:t>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2 123 384,36</w:t>
      </w:r>
      <w:r w:rsidRPr="003C124A">
        <w:rPr>
          <w:rFonts w:ascii="Times New Roman" w:hAnsi="Times New Roman"/>
          <w:sz w:val="24"/>
          <w:szCs w:val="24"/>
        </w:rPr>
        <w:t xml:space="preserve">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1 704 233,84</w:t>
      </w:r>
      <w:r w:rsidRPr="003C124A">
        <w:rPr>
          <w:rFonts w:ascii="Times New Roman" w:hAnsi="Times New Roman"/>
          <w:sz w:val="24"/>
          <w:szCs w:val="24"/>
        </w:rPr>
        <w:t xml:space="preserve">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7"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lastRenderedPageBreak/>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E10821" w:rsidRPr="00945B36" w:rsidRDefault="00E10821" w:rsidP="00E10821">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E10821" w:rsidRPr="00945B36" w:rsidRDefault="00E10821" w:rsidP="00E10821">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E10821" w:rsidRPr="00945B36" w:rsidRDefault="00E10821" w:rsidP="00E10821">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E10821" w:rsidRPr="00945B36" w:rsidRDefault="00E10821" w:rsidP="00E10821">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E10821" w:rsidRPr="00945B36" w:rsidRDefault="00E10821" w:rsidP="00E10821">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E10821" w:rsidRPr="00945B36" w:rsidRDefault="00E10821" w:rsidP="00E10821">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E10821" w:rsidRPr="00945B36" w:rsidRDefault="00E10821" w:rsidP="00E10821">
      <w:pPr>
        <w:spacing w:after="0"/>
        <w:ind w:firstLine="568"/>
        <w:jc w:val="center"/>
        <w:rPr>
          <w:rFonts w:ascii="Times New Roman" w:hAnsi="Times New Roman"/>
          <w:b/>
          <w:bCs/>
          <w:color w:val="000000" w:themeColor="text1"/>
          <w:sz w:val="24"/>
          <w:szCs w:val="24"/>
        </w:rPr>
      </w:pPr>
    </w:p>
    <w:p w:rsidR="00E10821" w:rsidRPr="00945B36" w:rsidRDefault="00E10821" w:rsidP="00E10821">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E10821" w:rsidRPr="00945B36" w:rsidRDefault="00E10821" w:rsidP="00E10821">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E10821" w:rsidRPr="00945B36" w:rsidRDefault="00E10821" w:rsidP="00E10821">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E10821" w:rsidRPr="00945B36" w:rsidRDefault="00E10821" w:rsidP="00E10821">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w:t>
      </w:r>
      <w:r w:rsidRPr="00945B36">
        <w:rPr>
          <w:rFonts w:ascii="Times New Roman" w:hAnsi="Times New Roman"/>
          <w:color w:val="000000" w:themeColor="text1"/>
          <w:sz w:val="24"/>
          <w:szCs w:val="24"/>
        </w:rPr>
        <w:lastRenderedPageBreak/>
        <w:t xml:space="preserve">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E10821" w:rsidRPr="00945B36" w:rsidRDefault="00E10821" w:rsidP="00E10821">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E10821" w:rsidRPr="003C124A" w:rsidRDefault="00E10821" w:rsidP="00E10821">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E10821" w:rsidRPr="003C124A" w:rsidRDefault="00E10821" w:rsidP="00E10821">
      <w:pPr>
        <w:spacing w:after="0"/>
        <w:ind w:firstLine="567"/>
        <w:contextualSpacing/>
        <w:jc w:val="center"/>
        <w:rPr>
          <w:rFonts w:ascii="Times New Roman" w:hAnsi="Times New Roman"/>
          <w:b/>
          <w:sz w:val="24"/>
          <w:szCs w:val="24"/>
        </w:rPr>
      </w:pPr>
    </w:p>
    <w:p w:rsidR="00E10821" w:rsidRPr="003C124A" w:rsidRDefault="00E10821" w:rsidP="00E10821">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E10821" w:rsidRPr="003C124A" w:rsidRDefault="00E10821" w:rsidP="00E10821">
      <w:pPr>
        <w:spacing w:after="0"/>
        <w:ind w:firstLine="567"/>
        <w:contextualSpacing/>
        <w:jc w:val="center"/>
        <w:rPr>
          <w:rFonts w:ascii="Times New Roman" w:hAnsi="Times New Roman"/>
          <w:b/>
          <w:sz w:val="24"/>
          <w:szCs w:val="24"/>
        </w:rPr>
      </w:pPr>
    </w:p>
    <w:p w:rsidR="00E10821" w:rsidRPr="003C124A" w:rsidRDefault="00E10821" w:rsidP="00E10821">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E10821" w:rsidRPr="003C124A" w:rsidRDefault="00E10821" w:rsidP="00E10821">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E10821" w:rsidRPr="003C124A" w:rsidRDefault="00E10821" w:rsidP="00E10821">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E10821" w:rsidRPr="003C124A" w:rsidRDefault="00E10821" w:rsidP="00E10821">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E10821" w:rsidRPr="003C124A" w:rsidRDefault="00E10821" w:rsidP="00E10821">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E10821" w:rsidRPr="003C124A" w:rsidRDefault="00E10821" w:rsidP="00E10821">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E10821" w:rsidRPr="003C124A" w:rsidRDefault="00E10821" w:rsidP="00E10821">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E10821" w:rsidRPr="003C124A" w:rsidRDefault="00E10821" w:rsidP="00E10821">
      <w:pPr>
        <w:spacing w:after="0"/>
        <w:ind w:firstLine="568"/>
        <w:jc w:val="center"/>
        <w:rPr>
          <w:rFonts w:ascii="Times New Roman" w:hAnsi="Times New Roman"/>
          <w:b/>
          <w:bCs/>
          <w:sz w:val="24"/>
          <w:szCs w:val="24"/>
        </w:rPr>
      </w:pPr>
    </w:p>
    <w:p w:rsidR="00E10821" w:rsidRPr="003C124A" w:rsidRDefault="00E10821" w:rsidP="00E10821">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E10821" w:rsidRPr="003C124A" w:rsidRDefault="00E10821" w:rsidP="00E10821">
      <w:pPr>
        <w:pStyle w:val="aff2"/>
        <w:jc w:val="both"/>
        <w:rPr>
          <w:rFonts w:ascii="Times New Roman" w:hAnsi="Times New Roman"/>
          <w:sz w:val="24"/>
          <w:szCs w:val="24"/>
        </w:rPr>
      </w:pPr>
      <w:r w:rsidRPr="003C124A">
        <w:rPr>
          <w:rFonts w:ascii="Times New Roman" w:hAnsi="Times New Roman"/>
          <w:sz w:val="24"/>
          <w:szCs w:val="24"/>
        </w:rPr>
        <w:lastRenderedPageBreak/>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E10821" w:rsidRPr="003C124A" w:rsidRDefault="00E10821" w:rsidP="00E10821">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поддержки являются:</w:t>
      </w:r>
    </w:p>
    <w:p w:rsidR="00E10821" w:rsidRPr="003C124A" w:rsidRDefault="00E10821" w:rsidP="00E10821">
      <w:pPr>
        <w:pStyle w:val="ConsPlusTitle"/>
        <w:jc w:val="both"/>
        <w:rPr>
          <w:b w:val="0"/>
          <w:bCs w:val="0"/>
        </w:rPr>
      </w:pPr>
      <w:r w:rsidRPr="003C124A">
        <w:rPr>
          <w:b w:val="0"/>
          <w:bCs w:val="0"/>
        </w:rPr>
        <w:t xml:space="preserve">           - граждане, признанные в установленном порядке безработными;</w:t>
      </w:r>
    </w:p>
    <w:p w:rsidR="00E10821" w:rsidRPr="00B36F96" w:rsidRDefault="00E10821" w:rsidP="00E10821">
      <w:pPr>
        <w:pStyle w:val="ConsPlusTitle"/>
        <w:jc w:val="both"/>
        <w:rPr>
          <w:b w:val="0"/>
          <w:bCs w:val="0"/>
          <w:color w:val="FF0000"/>
        </w:rPr>
      </w:pPr>
      <w:r w:rsidRPr="003C124A">
        <w:rPr>
          <w:b w:val="0"/>
          <w:bCs w:val="0"/>
        </w:rPr>
        <w:t xml:space="preserve">           </w:t>
      </w:r>
      <w:r w:rsidRPr="00B36F96">
        <w:rPr>
          <w:b w:val="0"/>
          <w:bCs w:val="0"/>
          <w:color w:val="FF0000"/>
        </w:rPr>
        <w:t>- молодые семьи, имеющие детей</w:t>
      </w:r>
      <w:r>
        <w:rPr>
          <w:b w:val="0"/>
          <w:bCs w:val="0"/>
          <w:color w:val="FF0000"/>
        </w:rPr>
        <w:t>(489-ФЗ от 30.12.2020)</w:t>
      </w:r>
      <w:r w:rsidRPr="00B36F96">
        <w:rPr>
          <w:b w:val="0"/>
          <w:bCs w:val="0"/>
          <w:color w:val="FF0000"/>
        </w:rPr>
        <w:t>,  многодетные семьи, семьи, воспитывающие детей-инвалидов;</w:t>
      </w:r>
    </w:p>
    <w:p w:rsidR="00E10821" w:rsidRPr="003C124A" w:rsidRDefault="00E10821" w:rsidP="00E10821">
      <w:pPr>
        <w:pStyle w:val="ConsPlusTitle"/>
        <w:ind w:firstLine="709"/>
        <w:jc w:val="both"/>
        <w:rPr>
          <w:b w:val="0"/>
          <w:bCs w:val="0"/>
        </w:rPr>
      </w:pPr>
      <w:r w:rsidRPr="003C124A">
        <w:rPr>
          <w:b w:val="0"/>
          <w:bCs w:val="0"/>
        </w:rPr>
        <w:t xml:space="preserve"> -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E10821" w:rsidRPr="003C124A" w:rsidRDefault="00E10821" w:rsidP="00E10821">
      <w:pPr>
        <w:pStyle w:val="ConsPlusTitle"/>
        <w:ind w:firstLine="709"/>
        <w:jc w:val="both"/>
        <w:rPr>
          <w:b w:val="0"/>
          <w:bCs w:val="0"/>
        </w:rPr>
      </w:pPr>
      <w:r w:rsidRPr="003C124A">
        <w:rPr>
          <w:b w:val="0"/>
          <w:bCs w:val="0"/>
        </w:rPr>
        <w:t>-инвалиды и иные лица с ограниченными возможностями;</w:t>
      </w:r>
    </w:p>
    <w:p w:rsidR="00E10821" w:rsidRPr="003C124A" w:rsidRDefault="00E10821" w:rsidP="00E10821">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E10821" w:rsidRPr="003C124A" w:rsidRDefault="00E10821" w:rsidP="00E10821">
      <w:pPr>
        <w:pStyle w:val="ConsPlusTitle"/>
        <w:ind w:firstLine="709"/>
        <w:jc w:val="both"/>
        <w:rPr>
          <w:b w:val="0"/>
          <w:bCs w:val="0"/>
        </w:rPr>
      </w:pPr>
      <w:r w:rsidRPr="003C124A">
        <w:rPr>
          <w:b w:val="0"/>
          <w:bCs w:val="0"/>
        </w:rPr>
        <w:t>- физические лица в возрасте до 30 лет (включительно);</w:t>
      </w:r>
    </w:p>
    <w:p w:rsidR="00E10821" w:rsidRPr="003C124A" w:rsidRDefault="00E10821" w:rsidP="00E10821">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E10821" w:rsidRPr="003C124A" w:rsidRDefault="00E10821" w:rsidP="00E10821">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E10821" w:rsidRPr="003C124A" w:rsidRDefault="00E10821" w:rsidP="00E10821">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E10821" w:rsidRPr="003C124A" w:rsidRDefault="00E10821" w:rsidP="00E10821">
      <w:pPr>
        <w:pStyle w:val="ConsPlusTitle"/>
        <w:ind w:firstLine="709"/>
        <w:rPr>
          <w:b w:val="0"/>
          <w:bCs w:val="0"/>
        </w:rPr>
      </w:pPr>
      <w:r w:rsidRPr="003C124A">
        <w:t>-  </w:t>
      </w:r>
      <w:r w:rsidRPr="003C124A">
        <w:rPr>
          <w:b w:val="0"/>
          <w:bCs w:val="0"/>
        </w:rPr>
        <w:t>обрабатывающее производство;</w:t>
      </w:r>
    </w:p>
    <w:p w:rsidR="00E10821" w:rsidRPr="003C124A" w:rsidRDefault="00E10821" w:rsidP="00E10821">
      <w:pPr>
        <w:pStyle w:val="ConsPlusTitle"/>
        <w:ind w:firstLine="709"/>
        <w:rPr>
          <w:b w:val="0"/>
          <w:bCs w:val="0"/>
        </w:rPr>
      </w:pPr>
      <w:r w:rsidRPr="003C124A">
        <w:rPr>
          <w:b w:val="0"/>
          <w:bCs w:val="0"/>
        </w:rPr>
        <w:t>- сельское хозяйство;</w:t>
      </w:r>
    </w:p>
    <w:p w:rsidR="00E10821" w:rsidRPr="003C124A" w:rsidRDefault="00E10821" w:rsidP="00E10821">
      <w:pPr>
        <w:pStyle w:val="ConsPlusTitle"/>
        <w:ind w:firstLine="709"/>
        <w:rPr>
          <w:b w:val="0"/>
          <w:bCs w:val="0"/>
        </w:rPr>
      </w:pPr>
      <w:r w:rsidRPr="003C124A">
        <w:rPr>
          <w:b w:val="0"/>
          <w:bCs w:val="0"/>
        </w:rPr>
        <w:t>- туристическая деятельность;</w:t>
      </w:r>
    </w:p>
    <w:p w:rsidR="00E10821" w:rsidRPr="003C124A" w:rsidRDefault="00E10821" w:rsidP="00E10821">
      <w:pPr>
        <w:pStyle w:val="ConsPlusTitle"/>
        <w:ind w:firstLine="709"/>
        <w:rPr>
          <w:b w:val="0"/>
          <w:bCs w:val="0"/>
        </w:rPr>
      </w:pPr>
      <w:r w:rsidRPr="003C124A">
        <w:rPr>
          <w:b w:val="0"/>
          <w:bCs w:val="0"/>
        </w:rPr>
        <w:t>- народно-художественные промыслы, ремесленническая деятельность;</w:t>
      </w:r>
    </w:p>
    <w:p w:rsidR="00E10821" w:rsidRPr="003C124A" w:rsidRDefault="00E10821" w:rsidP="00E10821">
      <w:pPr>
        <w:pStyle w:val="ConsPlusTitle"/>
        <w:ind w:firstLine="709"/>
        <w:rPr>
          <w:b w:val="0"/>
          <w:bCs w:val="0"/>
        </w:rPr>
      </w:pPr>
      <w:r w:rsidRPr="003C124A">
        <w:rPr>
          <w:b w:val="0"/>
          <w:bCs w:val="0"/>
        </w:rPr>
        <w:t>- бытовое обслуживание;</w:t>
      </w:r>
    </w:p>
    <w:p w:rsidR="00E10821" w:rsidRPr="003C124A" w:rsidRDefault="00E10821" w:rsidP="00E10821">
      <w:pPr>
        <w:pStyle w:val="ConsPlusTitle"/>
        <w:ind w:firstLine="709"/>
        <w:rPr>
          <w:b w:val="0"/>
          <w:bCs w:val="0"/>
        </w:rPr>
      </w:pPr>
      <w:r w:rsidRPr="003C124A">
        <w:rPr>
          <w:b w:val="0"/>
          <w:bCs w:val="0"/>
        </w:rPr>
        <w:t xml:space="preserve">- общественное питание; </w:t>
      </w:r>
    </w:p>
    <w:p w:rsidR="00E10821" w:rsidRPr="003C124A" w:rsidRDefault="00E10821" w:rsidP="00E10821">
      <w:pPr>
        <w:pStyle w:val="ConsPlusTitle"/>
        <w:ind w:firstLine="709"/>
        <w:rPr>
          <w:b w:val="0"/>
          <w:bCs w:val="0"/>
        </w:rPr>
      </w:pPr>
      <w:r w:rsidRPr="003C124A">
        <w:rPr>
          <w:b w:val="0"/>
          <w:bCs w:val="0"/>
        </w:rPr>
        <w:t>- оказание жилищно-коммунальных услуг;</w:t>
      </w:r>
    </w:p>
    <w:p w:rsidR="00E10821" w:rsidRPr="003C124A" w:rsidRDefault="00E10821" w:rsidP="00E10821">
      <w:pPr>
        <w:pStyle w:val="ConsPlusTitle"/>
        <w:ind w:firstLine="709"/>
        <w:rPr>
          <w:b w:val="0"/>
          <w:bCs w:val="0"/>
        </w:rPr>
      </w:pPr>
      <w:r w:rsidRPr="003C124A">
        <w:rPr>
          <w:b w:val="0"/>
          <w:bCs w:val="0"/>
        </w:rPr>
        <w:t>- оказание транспортных услуг;</w:t>
      </w:r>
    </w:p>
    <w:p w:rsidR="00E10821" w:rsidRPr="003C124A" w:rsidRDefault="00E10821" w:rsidP="00E10821">
      <w:pPr>
        <w:pStyle w:val="ConsPlusTitle"/>
        <w:ind w:firstLine="709"/>
        <w:rPr>
          <w:b w:val="0"/>
          <w:bCs w:val="0"/>
        </w:rPr>
      </w:pPr>
      <w:r w:rsidRPr="003C124A">
        <w:rPr>
          <w:b w:val="0"/>
          <w:bCs w:val="0"/>
        </w:rPr>
        <w:t xml:space="preserve">- строительство; </w:t>
      </w:r>
    </w:p>
    <w:p w:rsidR="00E10821" w:rsidRPr="003C124A" w:rsidRDefault="00E10821" w:rsidP="00E10821">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E10821" w:rsidRPr="003C124A" w:rsidRDefault="00E10821" w:rsidP="00E10821">
      <w:pPr>
        <w:pStyle w:val="ConsPlusTitle"/>
        <w:ind w:firstLine="709"/>
        <w:rPr>
          <w:b w:val="0"/>
          <w:bCs w:val="0"/>
        </w:rPr>
      </w:pPr>
      <w:r w:rsidRPr="003C124A">
        <w:rPr>
          <w:b w:val="0"/>
          <w:bCs w:val="0"/>
        </w:rPr>
        <w:t>- социальное предпринимательство.</w:t>
      </w:r>
    </w:p>
    <w:p w:rsidR="00E10821" w:rsidRPr="003C124A" w:rsidRDefault="00E10821" w:rsidP="00E10821">
      <w:pPr>
        <w:pStyle w:val="ConsPlusTitle"/>
        <w:ind w:firstLine="709"/>
        <w:rPr>
          <w:b w:val="0"/>
          <w:bCs w:val="0"/>
        </w:rPr>
      </w:pPr>
    </w:p>
    <w:p w:rsidR="00E10821" w:rsidRPr="003C124A" w:rsidRDefault="00E10821" w:rsidP="00E10821">
      <w:pPr>
        <w:pStyle w:val="ConsPlusTitle"/>
        <w:ind w:firstLine="709"/>
        <w:jc w:val="center"/>
        <w:rPr>
          <w:bCs w:val="0"/>
        </w:rPr>
      </w:pPr>
      <w:r w:rsidRPr="003C124A">
        <w:rPr>
          <w:bCs w:val="0"/>
        </w:rPr>
        <w:t>2. Порядок проведения конкурсного отбора</w:t>
      </w:r>
    </w:p>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E10821" w:rsidRPr="003C124A" w:rsidRDefault="00E10821" w:rsidP="00E10821">
      <w:pPr>
        <w:pStyle w:val="aa"/>
        <w:spacing w:before="0" w:beforeAutospacing="0" w:after="0" w:afterAutospacing="0"/>
        <w:jc w:val="center"/>
        <w:rPr>
          <w:b/>
        </w:rPr>
      </w:pPr>
      <w:r w:rsidRPr="003C124A">
        <w:rPr>
          <w:b/>
        </w:rPr>
        <w:t>2.1. Подача заявок претендентов для участия в отборе</w:t>
      </w:r>
    </w:p>
    <w:p w:rsidR="00E10821" w:rsidRPr="003C124A" w:rsidRDefault="00E10821" w:rsidP="00E10821">
      <w:pPr>
        <w:pStyle w:val="aa"/>
        <w:spacing w:before="0" w:beforeAutospacing="0" w:after="0" w:afterAutospacing="0"/>
        <w:rPr>
          <w:b/>
        </w:rPr>
      </w:pP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w:t>
      </w:r>
      <w:r w:rsidRPr="003C124A">
        <w:rPr>
          <w:rFonts w:ascii="Times New Roman" w:hAnsi="Times New Roman"/>
          <w:sz w:val="24"/>
          <w:szCs w:val="24"/>
        </w:rPr>
        <w:lastRenderedPageBreak/>
        <w:t>документы возвращаются заявителю, а в журнале регистрации заявок делается отметка об отзыве заявки.</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E10821" w:rsidRPr="003C124A" w:rsidRDefault="00E10821" w:rsidP="00E10821">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E10821" w:rsidRPr="003C124A" w:rsidRDefault="00E10821" w:rsidP="00E10821">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E10821" w:rsidRPr="003C124A" w:rsidRDefault="00E10821" w:rsidP="00E10821">
      <w:pPr>
        <w:spacing w:after="0"/>
        <w:ind w:firstLine="709"/>
        <w:contextualSpacing/>
        <w:jc w:val="both"/>
        <w:rPr>
          <w:rStyle w:val="10"/>
          <w:rFonts w:ascii="Times New Roman" w:eastAsiaTheme="minorEastAsia" w:hAnsi="Times New Roman"/>
          <w:sz w:val="24"/>
          <w:szCs w:val="24"/>
        </w:rPr>
      </w:pPr>
    </w:p>
    <w:p w:rsidR="00E10821" w:rsidRPr="003C124A" w:rsidRDefault="00E10821" w:rsidP="00E10821">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E10821" w:rsidRPr="003C124A" w:rsidRDefault="00E10821" w:rsidP="00E10821">
      <w:pPr>
        <w:spacing w:after="0"/>
        <w:ind w:firstLine="709"/>
        <w:contextualSpacing/>
        <w:jc w:val="both"/>
        <w:rPr>
          <w:rStyle w:val="10"/>
          <w:rFonts w:ascii="Times New Roman" w:eastAsiaTheme="minorEastAsia" w:hAnsi="Times New Roman"/>
          <w:sz w:val="24"/>
          <w:szCs w:val="24"/>
        </w:rPr>
      </w:pPr>
    </w:p>
    <w:p w:rsidR="00E10821" w:rsidRPr="003C124A" w:rsidRDefault="00E10821" w:rsidP="00E10821">
      <w:pPr>
        <w:pStyle w:val="aa"/>
        <w:spacing w:before="0" w:beforeAutospacing="0" w:after="0" w:afterAutospacing="0"/>
      </w:pPr>
      <w:r w:rsidRPr="003C124A">
        <w:tab/>
        <w:t>Не допускаются к участию в отборе претенденты в случае несоответствия претендента следующим требованиям:</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w:t>
      </w:r>
      <w:r w:rsidRPr="00111B5E">
        <w:rPr>
          <w:rFonts w:ascii="Times New Roman" w:hAnsi="Times New Roman" w:cs="Times New Roman"/>
          <w:color w:val="FF0000"/>
          <w:sz w:val="24"/>
          <w:szCs w:val="24"/>
        </w:rPr>
        <w:t>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111B5E">
        <w:rPr>
          <w:rFonts w:ascii="Times New Roman" w:hAnsi="Times New Roman" w:cs="Times New Roman"/>
          <w:color w:val="FF0000"/>
          <w:sz w:val="24"/>
          <w:szCs w:val="24"/>
        </w:rPr>
        <w:t>офшорного</w:t>
      </w:r>
      <w:proofErr w:type="spellEnd"/>
      <w:r w:rsidRPr="00111B5E">
        <w:rPr>
          <w:rFonts w:ascii="Times New Roman" w:hAnsi="Times New Roman" w:cs="Times New Roman"/>
          <w:color w:val="FF0000"/>
          <w:sz w:val="24"/>
          <w:szCs w:val="24"/>
        </w:rPr>
        <w:t xml:space="preserve">) владения активами в Российской Федерации (далее - </w:t>
      </w:r>
      <w:proofErr w:type="spellStart"/>
      <w:r w:rsidRPr="00111B5E">
        <w:rPr>
          <w:rFonts w:ascii="Times New Roman" w:hAnsi="Times New Roman" w:cs="Times New Roman"/>
          <w:color w:val="FF0000"/>
          <w:sz w:val="24"/>
          <w:szCs w:val="24"/>
        </w:rPr>
        <w:t>офшорные</w:t>
      </w:r>
      <w:proofErr w:type="spellEnd"/>
      <w:r w:rsidRPr="00111B5E">
        <w:rPr>
          <w:rFonts w:ascii="Times New Roman" w:hAnsi="Times New Roman" w:cs="Times New Roman"/>
          <w:color w:val="FF0000"/>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111B5E">
        <w:rPr>
          <w:rFonts w:ascii="Times New Roman" w:hAnsi="Times New Roman" w:cs="Times New Roman"/>
          <w:color w:val="FF0000"/>
          <w:sz w:val="24"/>
          <w:szCs w:val="24"/>
        </w:rPr>
        <w:t>офшорных</w:t>
      </w:r>
      <w:proofErr w:type="spellEnd"/>
      <w:r w:rsidRPr="00111B5E">
        <w:rPr>
          <w:rFonts w:ascii="Times New Roman" w:hAnsi="Times New Roman" w:cs="Times New Roman"/>
          <w:color w:val="FF0000"/>
          <w:sz w:val="24"/>
          <w:szCs w:val="24"/>
        </w:rPr>
        <w:t xml:space="preserve"> компаний в совокупности превышает 25 процентов (если иное не предусмотрено законодательством Российской Федерации)</w:t>
      </w:r>
      <w:r w:rsidRPr="00111B5E">
        <w:rPr>
          <w:rFonts w:ascii="Times New Roman" w:hAnsi="Times New Roman" w:cs="Times New Roman"/>
          <w:sz w:val="24"/>
          <w:szCs w:val="24"/>
        </w:rPr>
        <w:t>;</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E10821" w:rsidRPr="003C124A" w:rsidRDefault="00E10821" w:rsidP="00E10821">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E10821" w:rsidRPr="003C124A" w:rsidRDefault="00E10821" w:rsidP="00E10821">
      <w:pPr>
        <w:pStyle w:val="aa"/>
        <w:spacing w:before="0" w:beforeAutospacing="0" w:after="0" w:afterAutospacing="0"/>
        <w:ind w:firstLine="708"/>
      </w:pPr>
      <w:r w:rsidRPr="003C124A">
        <w:t>Отказывается в участии в отборе также следующим претендентам:</w:t>
      </w:r>
    </w:p>
    <w:p w:rsidR="00E10821" w:rsidRPr="003C124A" w:rsidRDefault="00E10821" w:rsidP="00E10821">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E10821" w:rsidRPr="003C124A" w:rsidRDefault="00E10821" w:rsidP="00E10821">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E10821" w:rsidRPr="003C124A" w:rsidRDefault="00E10821" w:rsidP="00E10821">
      <w:pPr>
        <w:pStyle w:val="aa"/>
        <w:spacing w:before="0" w:beforeAutospacing="0" w:after="0" w:afterAutospacing="0"/>
        <w:ind w:firstLine="708"/>
      </w:pPr>
      <w:r w:rsidRPr="003C124A">
        <w:lastRenderedPageBreak/>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E10821" w:rsidRPr="003C124A" w:rsidRDefault="00E10821" w:rsidP="00E10821">
      <w:pPr>
        <w:spacing w:after="0"/>
        <w:ind w:firstLine="568"/>
        <w:jc w:val="center"/>
        <w:rPr>
          <w:rFonts w:ascii="Times New Roman" w:hAnsi="Times New Roman"/>
          <w:sz w:val="24"/>
          <w:szCs w:val="24"/>
        </w:rPr>
      </w:pPr>
    </w:p>
    <w:p w:rsidR="00E10821" w:rsidRPr="003C124A" w:rsidRDefault="00E10821" w:rsidP="00E10821">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E10821" w:rsidRPr="003C124A" w:rsidRDefault="00E10821" w:rsidP="00E10821">
      <w:pPr>
        <w:spacing w:after="0"/>
        <w:ind w:firstLine="568"/>
        <w:jc w:val="both"/>
        <w:rPr>
          <w:rFonts w:ascii="Times New Roman" w:hAnsi="Times New Roman"/>
          <w:sz w:val="24"/>
          <w:szCs w:val="24"/>
        </w:rPr>
      </w:pPr>
      <w:r w:rsidRPr="003C124A">
        <w:rPr>
          <w:rFonts w:ascii="Times New Roman" w:hAnsi="Times New Roman"/>
          <w:sz w:val="24"/>
          <w:szCs w:val="24"/>
        </w:rPr>
        <w:t> </w:t>
      </w:r>
    </w:p>
    <w:p w:rsidR="00E10821" w:rsidRPr="003C124A" w:rsidRDefault="00E10821" w:rsidP="00E10821">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E10821" w:rsidRPr="003C124A" w:rsidRDefault="00E10821" w:rsidP="00E10821">
      <w:pPr>
        <w:pStyle w:val="aa"/>
        <w:spacing w:before="0" w:beforeAutospacing="0" w:after="0" w:afterAutospacing="0"/>
      </w:pPr>
      <w:r w:rsidRPr="003C124A">
        <w:tab/>
        <w:t>Конкурс проходит в четыре этапа:</w:t>
      </w:r>
    </w:p>
    <w:p w:rsidR="00E10821" w:rsidRPr="003C124A" w:rsidRDefault="00E10821" w:rsidP="00E10821">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E10821" w:rsidRPr="003C124A" w:rsidRDefault="00E10821" w:rsidP="00E10821">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E10821" w:rsidRPr="003C124A" w:rsidRDefault="00E10821" w:rsidP="00E10821">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E10821" w:rsidRPr="003C124A" w:rsidRDefault="00E10821" w:rsidP="00E10821">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E10821" w:rsidRPr="003C124A" w:rsidRDefault="00E10821" w:rsidP="00E10821">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E10821" w:rsidRPr="003C124A" w:rsidRDefault="00E10821" w:rsidP="00E10821">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E10821" w:rsidRPr="003C124A" w:rsidRDefault="00E10821" w:rsidP="00E10821">
      <w:pPr>
        <w:pStyle w:val="aa"/>
        <w:spacing w:before="0" w:beforeAutospacing="0" w:after="0" w:afterAutospacing="0"/>
      </w:pPr>
      <w:r w:rsidRPr="003C124A">
        <w:t>- наличие образования по профилю реализуемого бизнес-плана;</w:t>
      </w:r>
    </w:p>
    <w:p w:rsidR="00E10821" w:rsidRPr="003C124A" w:rsidRDefault="00E10821" w:rsidP="00E10821">
      <w:pPr>
        <w:pStyle w:val="aa"/>
        <w:spacing w:before="0" w:beforeAutospacing="0" w:after="0" w:afterAutospacing="0"/>
      </w:pPr>
      <w:r w:rsidRPr="003C124A">
        <w:t>- наличие трудового опыта по профилю реализуемого бизнес-плана;</w:t>
      </w:r>
    </w:p>
    <w:p w:rsidR="00E10821" w:rsidRPr="003C124A" w:rsidRDefault="00E10821" w:rsidP="00E10821">
      <w:pPr>
        <w:pStyle w:val="aa"/>
        <w:spacing w:before="0" w:beforeAutospacing="0" w:after="0" w:afterAutospacing="0"/>
      </w:pPr>
      <w:r w:rsidRPr="003C124A">
        <w:t>- создание новых рабочих мест в период реализации бизнес-плана;</w:t>
      </w:r>
    </w:p>
    <w:p w:rsidR="00E10821" w:rsidRPr="003C124A" w:rsidRDefault="00E10821" w:rsidP="00E10821">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E10821" w:rsidRPr="003C124A" w:rsidRDefault="00E10821" w:rsidP="00E10821">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E10821" w:rsidRPr="003C124A" w:rsidRDefault="00E10821" w:rsidP="00E10821">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E10821" w:rsidRPr="003C124A" w:rsidRDefault="00E10821" w:rsidP="00E10821">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E10821" w:rsidRPr="003C124A" w:rsidRDefault="00E10821" w:rsidP="00E10821">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E10821" w:rsidRPr="003C124A" w:rsidTr="005A00D0">
        <w:tc>
          <w:tcPr>
            <w:tcW w:w="59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E10821" w:rsidRPr="003C124A" w:rsidTr="005A00D0">
        <w:tc>
          <w:tcPr>
            <w:tcW w:w="594" w:type="dxa"/>
            <w:vMerge w:val="restart"/>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E10821" w:rsidRPr="003C124A" w:rsidRDefault="00E10821" w:rsidP="005A00D0">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E10821" w:rsidRPr="003C124A" w:rsidRDefault="00E10821" w:rsidP="005A00D0">
            <w:pPr>
              <w:pStyle w:val="ConsPlusNormal"/>
              <w:ind w:hanging="27"/>
              <w:rPr>
                <w:rFonts w:ascii="Times New Roman" w:hAnsi="Times New Roman" w:cs="Times New Roman"/>
                <w:sz w:val="24"/>
                <w:szCs w:val="24"/>
              </w:rPr>
            </w:pPr>
          </w:p>
          <w:p w:rsidR="00E10821" w:rsidRPr="003C124A" w:rsidRDefault="00E10821" w:rsidP="005A00D0">
            <w:pPr>
              <w:pStyle w:val="ConsPlusNormal"/>
              <w:ind w:hanging="27"/>
              <w:rPr>
                <w:rFonts w:ascii="Times New Roman" w:hAnsi="Times New Roman" w:cs="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ind w:hanging="27"/>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E10821" w:rsidRPr="003C124A" w:rsidTr="005A00D0">
        <w:trPr>
          <w:trHeight w:val="377"/>
        </w:trPr>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ind w:hanging="27"/>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E10821" w:rsidRPr="003C124A" w:rsidTr="005A00D0">
        <w:tc>
          <w:tcPr>
            <w:tcW w:w="594" w:type="dxa"/>
            <w:vMerge w:val="restart"/>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E10821" w:rsidRPr="003C124A" w:rsidRDefault="00E10821" w:rsidP="005A00D0">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E10821" w:rsidRPr="003C124A" w:rsidRDefault="00E10821" w:rsidP="005A00D0">
            <w:pPr>
              <w:pStyle w:val="ConsPlusNormal"/>
              <w:ind w:hanging="27"/>
              <w:rPr>
                <w:rFonts w:ascii="Times New Roman" w:hAnsi="Times New Roman" w:cs="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lastRenderedPageBreak/>
              <w:t>есть</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ind w:hanging="27"/>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E10821" w:rsidRPr="003C124A" w:rsidTr="005A00D0">
        <w:tc>
          <w:tcPr>
            <w:tcW w:w="594" w:type="dxa"/>
            <w:vMerge w:val="restart"/>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33</w:t>
            </w:r>
          </w:p>
        </w:tc>
        <w:tc>
          <w:tcPr>
            <w:tcW w:w="3415" w:type="dxa"/>
            <w:vMerge w:val="restart"/>
          </w:tcPr>
          <w:p w:rsidR="00E10821" w:rsidRPr="003C124A" w:rsidRDefault="00E10821" w:rsidP="005A00D0">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ind w:hanging="27"/>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ind w:hanging="27"/>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ind w:hanging="27"/>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E10821" w:rsidRPr="003C124A" w:rsidTr="005A00D0">
        <w:tc>
          <w:tcPr>
            <w:tcW w:w="594" w:type="dxa"/>
            <w:vMerge w:val="restart"/>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E10821" w:rsidRPr="003C124A" w:rsidRDefault="00E10821" w:rsidP="005A00D0">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ind w:hanging="27"/>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ind w:hanging="27"/>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E10821" w:rsidRPr="003C124A" w:rsidTr="005A00D0">
        <w:tc>
          <w:tcPr>
            <w:tcW w:w="594" w:type="dxa"/>
            <w:vMerge w:val="restart"/>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E10821" w:rsidRPr="003C124A" w:rsidRDefault="00E10821" w:rsidP="005A00D0">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E10821" w:rsidRPr="003C124A" w:rsidTr="005A00D0">
        <w:tc>
          <w:tcPr>
            <w:tcW w:w="594" w:type="dxa"/>
            <w:vMerge w:val="restart"/>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E10821" w:rsidRPr="003C124A" w:rsidRDefault="00E10821" w:rsidP="005A00D0">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E10821" w:rsidRPr="003C124A" w:rsidTr="005A00D0">
        <w:tc>
          <w:tcPr>
            <w:tcW w:w="594" w:type="dxa"/>
            <w:vMerge w:val="restart"/>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E10821" w:rsidRPr="003C124A" w:rsidRDefault="00E10821" w:rsidP="005A00D0">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E10821" w:rsidRPr="003C124A" w:rsidRDefault="00E10821" w:rsidP="005A00D0">
            <w:pPr>
              <w:pStyle w:val="ConsPlusNormal"/>
              <w:ind w:firstLine="0"/>
              <w:rPr>
                <w:rFonts w:ascii="Times New Roman" w:hAnsi="Times New Roman" w:cs="Times New Roman"/>
                <w:sz w:val="24"/>
                <w:szCs w:val="24"/>
              </w:rPr>
            </w:pPr>
          </w:p>
          <w:p w:rsidR="00E10821" w:rsidRPr="003C124A" w:rsidRDefault="00E10821" w:rsidP="005A00D0">
            <w:pPr>
              <w:pStyle w:val="ConsPlusNormal"/>
              <w:ind w:firstLine="0"/>
              <w:rPr>
                <w:rFonts w:ascii="Times New Roman" w:hAnsi="Times New Roman" w:cs="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E10821" w:rsidRPr="003C124A" w:rsidTr="005A00D0">
        <w:tc>
          <w:tcPr>
            <w:tcW w:w="594" w:type="dxa"/>
            <w:vMerge/>
          </w:tcPr>
          <w:p w:rsidR="00E10821" w:rsidRPr="003C124A" w:rsidRDefault="00E10821" w:rsidP="005A00D0">
            <w:pPr>
              <w:spacing w:after="0"/>
              <w:rPr>
                <w:rFonts w:ascii="Times New Roman" w:hAnsi="Times New Roman"/>
                <w:sz w:val="24"/>
                <w:szCs w:val="24"/>
              </w:rPr>
            </w:pPr>
          </w:p>
        </w:tc>
        <w:tc>
          <w:tcPr>
            <w:tcW w:w="3415" w:type="dxa"/>
            <w:vMerge/>
          </w:tcPr>
          <w:p w:rsidR="00E10821" w:rsidRPr="003C124A" w:rsidRDefault="00E10821" w:rsidP="005A00D0">
            <w:pPr>
              <w:spacing w:after="0"/>
              <w:rPr>
                <w:rFonts w:ascii="Times New Roman" w:hAnsi="Times New Roman"/>
                <w:sz w:val="24"/>
                <w:szCs w:val="24"/>
              </w:rPr>
            </w:pPr>
          </w:p>
        </w:tc>
        <w:tc>
          <w:tcPr>
            <w:tcW w:w="4128" w:type="dxa"/>
          </w:tcPr>
          <w:p w:rsidR="00E10821" w:rsidRPr="003C124A" w:rsidRDefault="00E10821" w:rsidP="005A00D0">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E10821" w:rsidRPr="003C124A" w:rsidRDefault="00E10821" w:rsidP="005A00D0">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E10821" w:rsidRPr="003C124A" w:rsidRDefault="00E10821" w:rsidP="00E10821">
      <w:pPr>
        <w:pStyle w:val="aa"/>
        <w:spacing w:before="0" w:beforeAutospacing="0" w:after="0" w:afterAutospacing="0"/>
      </w:pPr>
    </w:p>
    <w:p w:rsidR="00E10821" w:rsidRPr="003C124A" w:rsidRDefault="00E10821" w:rsidP="00E10821">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E10821" w:rsidRPr="003C124A" w:rsidRDefault="00E10821" w:rsidP="00E10821">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w:t>
      </w:r>
      <w:r w:rsidRPr="00400BA7">
        <w:rPr>
          <w:color w:val="FF0000"/>
        </w:rPr>
        <w:t>01.07.2021г. № 184-п</w:t>
      </w:r>
      <w:r w:rsidRPr="003C124A">
        <w:t>.</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E10821" w:rsidRPr="003C124A" w:rsidRDefault="00E10821" w:rsidP="00E10821">
      <w:pPr>
        <w:pStyle w:val="ConsPlusNormal"/>
        <w:ind w:firstLine="540"/>
        <w:jc w:val="both"/>
        <w:rPr>
          <w:rStyle w:val="ab"/>
          <w:rFonts w:ascii="Times New Roman" w:eastAsia="Calibri" w:hAnsi="Times New Roman" w:cs="Times New Roman"/>
          <w:b w:val="0"/>
          <w:bCs w:val="0"/>
          <w:sz w:val="24"/>
          <w:szCs w:val="24"/>
        </w:rPr>
      </w:pPr>
    </w:p>
    <w:p w:rsidR="00E10821" w:rsidRPr="003C124A" w:rsidRDefault="00E10821" w:rsidP="00E10821">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E10821" w:rsidRPr="003C124A" w:rsidRDefault="00E10821" w:rsidP="00E10821">
      <w:pPr>
        <w:spacing w:after="0"/>
        <w:ind w:firstLine="568"/>
        <w:jc w:val="center"/>
        <w:rPr>
          <w:rFonts w:ascii="Times New Roman" w:hAnsi="Times New Roman"/>
          <w:sz w:val="24"/>
          <w:szCs w:val="24"/>
        </w:rPr>
      </w:pPr>
    </w:p>
    <w:p w:rsidR="00E10821" w:rsidRPr="003C124A" w:rsidRDefault="00E10821" w:rsidP="00E10821">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w:t>
      </w:r>
      <w:r w:rsidRPr="003C124A">
        <w:rPr>
          <w:rFonts w:ascii="Times New Roman" w:hAnsi="Times New Roman"/>
          <w:sz w:val="24"/>
          <w:szCs w:val="24"/>
        </w:rPr>
        <w:lastRenderedPageBreak/>
        <w:t xml:space="preserve">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E10821" w:rsidRPr="003C124A" w:rsidRDefault="00E10821" w:rsidP="00E10821">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E10821" w:rsidRPr="003C124A" w:rsidRDefault="00E10821" w:rsidP="00E10821">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E10821" w:rsidRPr="003C124A" w:rsidRDefault="00E10821" w:rsidP="00E10821">
      <w:pPr>
        <w:spacing w:after="0"/>
        <w:ind w:firstLine="709"/>
        <w:contextualSpacing/>
        <w:jc w:val="center"/>
        <w:rPr>
          <w:rFonts w:ascii="Times New Roman" w:hAnsi="Times New Roman"/>
          <w:b/>
          <w:bCs/>
          <w:sz w:val="24"/>
          <w:szCs w:val="24"/>
        </w:rPr>
      </w:pPr>
    </w:p>
    <w:p w:rsidR="00E10821" w:rsidRPr="003C124A" w:rsidRDefault="00E10821" w:rsidP="00E10821">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E10821" w:rsidRPr="003C124A" w:rsidRDefault="00E10821" w:rsidP="00E10821">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E10821" w:rsidRPr="003C124A" w:rsidRDefault="00E10821" w:rsidP="00E10821">
      <w:pPr>
        <w:spacing w:after="0"/>
        <w:ind w:firstLine="568"/>
        <w:jc w:val="center"/>
        <w:rPr>
          <w:rFonts w:ascii="Times New Roman" w:hAnsi="Times New Roman"/>
          <w:b/>
          <w:bCs/>
          <w:sz w:val="24"/>
          <w:szCs w:val="24"/>
        </w:rPr>
      </w:pPr>
    </w:p>
    <w:p w:rsidR="00E10821" w:rsidRPr="003C124A" w:rsidRDefault="00E10821" w:rsidP="00E10821">
      <w:pPr>
        <w:spacing w:after="0"/>
        <w:ind w:firstLine="568"/>
        <w:jc w:val="center"/>
        <w:rPr>
          <w:rFonts w:ascii="Times New Roman" w:hAnsi="Times New Roman"/>
          <w:b/>
          <w:bCs/>
          <w:sz w:val="24"/>
          <w:szCs w:val="24"/>
        </w:rPr>
      </w:pPr>
    </w:p>
    <w:p w:rsidR="00E10821" w:rsidRPr="003C124A" w:rsidRDefault="00E10821" w:rsidP="00E10821">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E10821" w:rsidRPr="003C124A" w:rsidRDefault="00E10821" w:rsidP="00E10821">
      <w:pPr>
        <w:spacing w:after="0"/>
        <w:ind w:firstLine="568"/>
        <w:jc w:val="center"/>
        <w:rPr>
          <w:rFonts w:ascii="Times New Roman" w:hAnsi="Times New Roman"/>
          <w:b/>
          <w:bCs/>
          <w:sz w:val="24"/>
          <w:szCs w:val="24"/>
        </w:rPr>
      </w:pPr>
    </w:p>
    <w:p w:rsidR="00E10821" w:rsidRPr="003C124A" w:rsidRDefault="00E10821" w:rsidP="00E10821">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E10821" w:rsidRPr="003C124A" w:rsidRDefault="00E10821" w:rsidP="00E10821">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E10821" w:rsidRPr="003C124A" w:rsidRDefault="00E10821" w:rsidP="00E10821">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E10821" w:rsidRPr="003C124A" w:rsidRDefault="00E10821" w:rsidP="00E10821">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E10821" w:rsidRPr="003C124A" w:rsidRDefault="00E10821" w:rsidP="00E10821">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E10821" w:rsidRPr="003C124A" w:rsidRDefault="00E10821" w:rsidP="00E10821">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E10821" w:rsidRPr="003C124A" w:rsidRDefault="00E10821" w:rsidP="00E10821">
      <w:pPr>
        <w:spacing w:after="0"/>
        <w:ind w:firstLine="567"/>
        <w:contextualSpacing/>
        <w:jc w:val="both"/>
        <w:rPr>
          <w:rFonts w:ascii="Times New Roman" w:hAnsi="Times New Roman"/>
          <w:sz w:val="24"/>
          <w:szCs w:val="24"/>
        </w:rPr>
      </w:pPr>
    </w:p>
    <w:p w:rsidR="00E10821" w:rsidRPr="003C124A" w:rsidRDefault="00E10821" w:rsidP="00E10821">
      <w:pPr>
        <w:spacing w:after="0"/>
        <w:jc w:val="center"/>
        <w:rPr>
          <w:rFonts w:ascii="Times New Roman" w:hAnsi="Times New Roman"/>
          <w:b/>
          <w:bCs/>
          <w:sz w:val="24"/>
          <w:szCs w:val="24"/>
        </w:rPr>
      </w:pPr>
    </w:p>
    <w:p w:rsidR="00E10821" w:rsidRPr="003C124A" w:rsidRDefault="00E10821" w:rsidP="00E10821">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E10821" w:rsidRPr="003C124A" w:rsidRDefault="00E10821" w:rsidP="00E10821">
      <w:pPr>
        <w:spacing w:after="0"/>
        <w:ind w:firstLine="568"/>
        <w:jc w:val="both"/>
        <w:rPr>
          <w:rFonts w:ascii="Times New Roman" w:hAnsi="Times New Roman"/>
          <w:sz w:val="24"/>
          <w:szCs w:val="24"/>
        </w:rPr>
      </w:pPr>
      <w:r w:rsidRPr="003C124A">
        <w:rPr>
          <w:rFonts w:ascii="Times New Roman" w:hAnsi="Times New Roman"/>
          <w:sz w:val="24"/>
          <w:szCs w:val="24"/>
        </w:rPr>
        <w:t> </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E10821" w:rsidRPr="003C124A" w:rsidRDefault="00E10821" w:rsidP="00E10821">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E10821" w:rsidRPr="00AA41BC" w:rsidRDefault="00E10821" w:rsidP="00E10821">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E10821" w:rsidRDefault="00E10821" w:rsidP="00E10821">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E10821" w:rsidRPr="00AA41BC" w:rsidRDefault="00E10821" w:rsidP="00E10821">
      <w:pPr>
        <w:tabs>
          <w:tab w:val="left" w:pos="426"/>
        </w:tabs>
        <w:spacing w:after="0"/>
        <w:jc w:val="both"/>
        <w:rPr>
          <w:rFonts w:ascii="Times New Roman" w:hAnsi="Times New Roman"/>
          <w:b/>
          <w:bCs/>
          <w:sz w:val="24"/>
          <w:szCs w:val="24"/>
        </w:rPr>
      </w:pPr>
    </w:p>
    <w:p w:rsidR="00E10821" w:rsidRPr="003C124A" w:rsidRDefault="00E10821" w:rsidP="00E10821">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E10821" w:rsidRPr="003C124A" w:rsidRDefault="00E10821" w:rsidP="00E10821">
      <w:pPr>
        <w:spacing w:after="0"/>
        <w:jc w:val="center"/>
        <w:rPr>
          <w:rFonts w:ascii="Times New Roman" w:hAnsi="Times New Roman"/>
          <w:b/>
          <w:bCs/>
          <w:sz w:val="24"/>
          <w:szCs w:val="24"/>
        </w:rPr>
      </w:pPr>
    </w:p>
    <w:p w:rsidR="00E10821" w:rsidRPr="003C124A" w:rsidRDefault="00E10821" w:rsidP="00E10821">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E10821" w:rsidRPr="003C124A" w:rsidRDefault="00E10821" w:rsidP="00E10821">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E10821" w:rsidRPr="003C124A" w:rsidRDefault="00E10821" w:rsidP="00E10821">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E10821" w:rsidRPr="003C124A" w:rsidRDefault="00E10821" w:rsidP="00E10821">
      <w:pPr>
        <w:spacing w:after="0"/>
        <w:ind w:firstLine="709"/>
        <w:jc w:val="both"/>
        <w:rPr>
          <w:rFonts w:ascii="Times New Roman" w:hAnsi="Times New Roman"/>
          <w:sz w:val="24"/>
          <w:szCs w:val="24"/>
        </w:rPr>
      </w:pPr>
    </w:p>
    <w:p w:rsidR="00E10821" w:rsidRPr="003C124A" w:rsidRDefault="00E10821" w:rsidP="00E10821">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E10821" w:rsidRPr="003C124A" w:rsidRDefault="00E10821" w:rsidP="00E10821">
      <w:pPr>
        <w:spacing w:after="0"/>
        <w:ind w:firstLine="709"/>
        <w:jc w:val="both"/>
        <w:rPr>
          <w:rFonts w:ascii="Times New Roman" w:hAnsi="Times New Roman"/>
          <w:sz w:val="24"/>
          <w:szCs w:val="24"/>
        </w:rPr>
      </w:pPr>
    </w:p>
    <w:p w:rsidR="00E10821" w:rsidRPr="003C124A" w:rsidRDefault="00E10821" w:rsidP="00E10821">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E10821" w:rsidRPr="003C124A" w:rsidRDefault="00E10821" w:rsidP="00E10821">
      <w:pPr>
        <w:spacing w:after="0"/>
        <w:ind w:firstLine="709"/>
        <w:jc w:val="center"/>
        <w:rPr>
          <w:rFonts w:ascii="Times New Roman" w:hAnsi="Times New Roman"/>
          <w:b/>
          <w:sz w:val="24"/>
          <w:szCs w:val="24"/>
        </w:rPr>
      </w:pPr>
    </w:p>
    <w:p w:rsidR="00E10821" w:rsidRPr="003C124A" w:rsidRDefault="00E10821" w:rsidP="00E10821">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E10821" w:rsidRPr="003C124A" w:rsidRDefault="00E10821" w:rsidP="00E10821">
      <w:pPr>
        <w:spacing w:after="0"/>
        <w:ind w:firstLine="709"/>
        <w:jc w:val="center"/>
        <w:rPr>
          <w:rFonts w:ascii="Times New Roman" w:hAnsi="Times New Roman"/>
          <w:b/>
          <w:sz w:val="24"/>
          <w:szCs w:val="24"/>
        </w:rPr>
      </w:pP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E10821" w:rsidRPr="003C124A" w:rsidRDefault="00E10821" w:rsidP="00E10821">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E10821" w:rsidRPr="003C124A" w:rsidRDefault="00E10821" w:rsidP="00E10821">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lastRenderedPageBreak/>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E10821" w:rsidRPr="003C124A" w:rsidRDefault="00E10821" w:rsidP="00E10821">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E10821" w:rsidRPr="003C124A" w:rsidRDefault="00E10821" w:rsidP="00E10821">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E10821" w:rsidRPr="003C124A" w:rsidRDefault="00E10821" w:rsidP="00E10821">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E10821" w:rsidRPr="003C124A" w:rsidRDefault="00E10821" w:rsidP="00E10821">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E10821" w:rsidRPr="003C124A" w:rsidRDefault="00E10821" w:rsidP="00E10821">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E10821" w:rsidRPr="003C124A" w:rsidRDefault="00E10821" w:rsidP="00E10821">
      <w:pPr>
        <w:pStyle w:val="ConsPlusNormal"/>
        <w:ind w:firstLine="709"/>
        <w:jc w:val="both"/>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Default="00E10821" w:rsidP="00E10821">
      <w:pPr>
        <w:pStyle w:val="7"/>
        <w:spacing w:before="0" w:after="0"/>
        <w:ind w:left="0"/>
        <w:jc w:val="right"/>
        <w:rPr>
          <w:rFonts w:ascii="Times New Roman" w:hAnsi="Times New Roman" w:cs="Times New Roman"/>
          <w:sz w:val="24"/>
          <w:szCs w:val="24"/>
        </w:rPr>
      </w:pPr>
    </w:p>
    <w:p w:rsidR="00E10821" w:rsidRPr="003C124A" w:rsidRDefault="00E10821" w:rsidP="00E10821">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E10821" w:rsidRPr="003C124A" w:rsidRDefault="00E10821" w:rsidP="00E10821">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E10821" w:rsidRPr="003C124A" w:rsidTr="005A00D0">
        <w:trPr>
          <w:trHeight w:val="510"/>
        </w:trPr>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E10821" w:rsidRPr="003C124A" w:rsidRDefault="00E10821" w:rsidP="005A00D0">
            <w:pPr>
              <w:spacing w:after="0"/>
              <w:jc w:val="center"/>
              <w:rPr>
                <w:rFonts w:ascii="Times New Roman" w:hAnsi="Times New Roman"/>
                <w:sz w:val="24"/>
                <w:szCs w:val="24"/>
              </w:rPr>
            </w:pPr>
          </w:p>
        </w:tc>
      </w:tr>
      <w:tr w:rsidR="00E10821" w:rsidRPr="003C124A" w:rsidTr="005A00D0">
        <w:trPr>
          <w:trHeight w:val="510"/>
        </w:trPr>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E10821" w:rsidRPr="003C124A" w:rsidRDefault="00E10821" w:rsidP="005A00D0">
            <w:pPr>
              <w:spacing w:after="0"/>
              <w:jc w:val="center"/>
              <w:rPr>
                <w:rFonts w:ascii="Times New Roman" w:hAnsi="Times New Roman"/>
                <w:sz w:val="24"/>
                <w:szCs w:val="24"/>
              </w:rPr>
            </w:pPr>
          </w:p>
        </w:tc>
      </w:tr>
      <w:tr w:rsidR="00E10821" w:rsidRPr="003C124A" w:rsidTr="005A00D0">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E10821" w:rsidRPr="003C124A" w:rsidRDefault="00E10821" w:rsidP="005A00D0">
            <w:pPr>
              <w:spacing w:after="0"/>
              <w:jc w:val="center"/>
              <w:rPr>
                <w:rFonts w:ascii="Times New Roman" w:hAnsi="Times New Roman"/>
                <w:sz w:val="24"/>
                <w:szCs w:val="24"/>
              </w:rPr>
            </w:pPr>
          </w:p>
        </w:tc>
      </w:tr>
      <w:tr w:rsidR="00E10821" w:rsidRPr="003C124A" w:rsidTr="005A00D0">
        <w:trPr>
          <w:trHeight w:val="510"/>
        </w:trPr>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E10821" w:rsidRPr="003C124A" w:rsidRDefault="00E10821" w:rsidP="005A00D0">
            <w:pPr>
              <w:spacing w:after="0"/>
              <w:jc w:val="center"/>
              <w:rPr>
                <w:rFonts w:ascii="Times New Roman" w:hAnsi="Times New Roman"/>
                <w:sz w:val="24"/>
                <w:szCs w:val="24"/>
              </w:rPr>
            </w:pPr>
          </w:p>
        </w:tc>
      </w:tr>
      <w:tr w:rsidR="00E10821" w:rsidRPr="003C124A" w:rsidTr="005A00D0">
        <w:trPr>
          <w:trHeight w:val="510"/>
        </w:trPr>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E10821" w:rsidRPr="003C124A" w:rsidRDefault="00E10821" w:rsidP="005A00D0">
            <w:pPr>
              <w:spacing w:after="0"/>
              <w:jc w:val="center"/>
              <w:rPr>
                <w:rFonts w:ascii="Times New Roman" w:hAnsi="Times New Roman"/>
                <w:sz w:val="24"/>
                <w:szCs w:val="24"/>
              </w:rPr>
            </w:pPr>
          </w:p>
        </w:tc>
      </w:tr>
      <w:tr w:rsidR="00E10821" w:rsidRPr="003C124A" w:rsidTr="005A00D0">
        <w:trPr>
          <w:trHeight w:val="510"/>
        </w:trPr>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E10821" w:rsidRPr="003C124A" w:rsidRDefault="00E10821" w:rsidP="005A00D0">
            <w:pPr>
              <w:spacing w:after="0"/>
              <w:jc w:val="center"/>
              <w:rPr>
                <w:rFonts w:ascii="Times New Roman" w:hAnsi="Times New Roman"/>
                <w:sz w:val="24"/>
                <w:szCs w:val="24"/>
              </w:rPr>
            </w:pPr>
          </w:p>
        </w:tc>
      </w:tr>
      <w:tr w:rsidR="00E10821" w:rsidRPr="003C124A" w:rsidTr="005A00D0">
        <w:trPr>
          <w:trHeight w:val="510"/>
        </w:trPr>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E10821" w:rsidRPr="003C124A" w:rsidRDefault="00E10821" w:rsidP="005A00D0">
            <w:pPr>
              <w:spacing w:after="0"/>
              <w:jc w:val="center"/>
              <w:rPr>
                <w:rFonts w:ascii="Times New Roman" w:hAnsi="Times New Roman"/>
                <w:sz w:val="24"/>
                <w:szCs w:val="24"/>
              </w:rPr>
            </w:pPr>
          </w:p>
          <w:p w:rsidR="00E10821" w:rsidRPr="003C124A" w:rsidRDefault="00E10821" w:rsidP="005A00D0">
            <w:pPr>
              <w:spacing w:after="0"/>
              <w:rPr>
                <w:rFonts w:ascii="Times New Roman" w:hAnsi="Times New Roman"/>
                <w:sz w:val="24"/>
                <w:szCs w:val="24"/>
              </w:rPr>
            </w:pPr>
          </w:p>
        </w:tc>
      </w:tr>
      <w:tr w:rsidR="00E10821" w:rsidRPr="003C124A" w:rsidTr="005A00D0">
        <w:trPr>
          <w:trHeight w:val="510"/>
        </w:trPr>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E10821" w:rsidRPr="003C124A" w:rsidRDefault="00E10821" w:rsidP="005A00D0">
            <w:pPr>
              <w:spacing w:after="0"/>
              <w:jc w:val="center"/>
              <w:rPr>
                <w:rFonts w:ascii="Times New Roman" w:hAnsi="Times New Roman"/>
                <w:sz w:val="24"/>
                <w:szCs w:val="24"/>
              </w:rPr>
            </w:pPr>
          </w:p>
        </w:tc>
      </w:tr>
      <w:tr w:rsidR="00E10821" w:rsidRPr="003C124A" w:rsidTr="005A00D0">
        <w:trPr>
          <w:trHeight w:val="510"/>
        </w:trPr>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E10821" w:rsidRPr="003C124A" w:rsidRDefault="00E10821" w:rsidP="005A00D0">
            <w:pPr>
              <w:spacing w:after="0"/>
              <w:jc w:val="center"/>
              <w:rPr>
                <w:rFonts w:ascii="Times New Roman" w:hAnsi="Times New Roman"/>
                <w:sz w:val="24"/>
                <w:szCs w:val="24"/>
              </w:rPr>
            </w:pPr>
          </w:p>
        </w:tc>
      </w:tr>
      <w:tr w:rsidR="00E10821" w:rsidRPr="003C124A" w:rsidTr="005A00D0">
        <w:trPr>
          <w:trHeight w:val="510"/>
        </w:trPr>
        <w:tc>
          <w:tcPr>
            <w:tcW w:w="648" w:type="dxa"/>
            <w:vAlign w:val="center"/>
          </w:tcPr>
          <w:p w:rsidR="00E10821" w:rsidRPr="003C124A" w:rsidRDefault="00E10821" w:rsidP="005A00D0">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E10821" w:rsidRPr="003C124A" w:rsidRDefault="00E10821" w:rsidP="005A00D0">
            <w:pPr>
              <w:spacing w:after="0"/>
              <w:jc w:val="center"/>
              <w:rPr>
                <w:rFonts w:ascii="Times New Roman" w:hAnsi="Times New Roman"/>
                <w:sz w:val="24"/>
                <w:szCs w:val="24"/>
              </w:rPr>
            </w:pPr>
          </w:p>
        </w:tc>
      </w:tr>
      <w:tr w:rsidR="00E10821" w:rsidRPr="003C124A" w:rsidTr="005A00D0">
        <w:trPr>
          <w:trHeight w:val="510"/>
        </w:trPr>
        <w:tc>
          <w:tcPr>
            <w:tcW w:w="648" w:type="dxa"/>
            <w:vAlign w:val="center"/>
          </w:tcPr>
          <w:p w:rsidR="00E10821" w:rsidRPr="003C124A" w:rsidRDefault="00E10821" w:rsidP="005A00D0">
            <w:pPr>
              <w:numPr>
                <w:ilvl w:val="0"/>
                <w:numId w:val="8"/>
              </w:numPr>
              <w:spacing w:after="0" w:line="240" w:lineRule="auto"/>
              <w:ind w:left="0"/>
              <w:rPr>
                <w:rFonts w:ascii="Times New Roman" w:hAnsi="Times New Roman"/>
                <w:sz w:val="24"/>
                <w:szCs w:val="24"/>
              </w:rPr>
            </w:pPr>
          </w:p>
        </w:tc>
        <w:tc>
          <w:tcPr>
            <w:tcW w:w="6120" w:type="dxa"/>
            <w:vAlign w:val="center"/>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E10821" w:rsidRPr="003C124A" w:rsidRDefault="00E10821" w:rsidP="005A00D0">
            <w:pPr>
              <w:spacing w:after="0"/>
              <w:jc w:val="center"/>
              <w:rPr>
                <w:rFonts w:ascii="Times New Roman" w:hAnsi="Times New Roman"/>
                <w:sz w:val="24"/>
                <w:szCs w:val="24"/>
              </w:rPr>
            </w:pPr>
          </w:p>
        </w:tc>
      </w:tr>
    </w:tbl>
    <w:p w:rsidR="00E10821" w:rsidRDefault="00E10821" w:rsidP="00E10821">
      <w:pPr>
        <w:pStyle w:val="4"/>
        <w:spacing w:before="0" w:after="0"/>
        <w:jc w:val="center"/>
        <w:rPr>
          <w:rFonts w:ascii="Times New Roman" w:hAnsi="Times New Roman"/>
          <w:sz w:val="24"/>
          <w:szCs w:val="24"/>
        </w:rPr>
      </w:pPr>
    </w:p>
    <w:p w:rsidR="00E10821" w:rsidRPr="003C124A" w:rsidRDefault="00E10821" w:rsidP="00E10821">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E10821" w:rsidRPr="003C124A" w:rsidRDefault="00E10821" w:rsidP="00E10821">
      <w:pPr>
        <w:spacing w:after="0"/>
        <w:jc w:val="center"/>
        <w:rPr>
          <w:rFonts w:ascii="Times New Roman" w:hAnsi="Times New Roman"/>
          <w:sz w:val="24"/>
          <w:szCs w:val="24"/>
        </w:rPr>
      </w:pPr>
    </w:p>
    <w:p w:rsidR="00E10821" w:rsidRPr="003C124A" w:rsidRDefault="00E10821" w:rsidP="00E10821">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E10821" w:rsidRPr="003C124A" w:rsidRDefault="00E10821" w:rsidP="00E10821">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E10821" w:rsidRPr="003C124A" w:rsidTr="005A00D0">
        <w:tc>
          <w:tcPr>
            <w:tcW w:w="3348" w:type="dxa"/>
            <w:gridSpan w:val="2"/>
            <w:tcBorders>
              <w:bottom w:val="single" w:sz="4" w:space="0" w:color="auto"/>
            </w:tcBorders>
          </w:tcPr>
          <w:p w:rsidR="00E10821" w:rsidRPr="003C124A" w:rsidRDefault="00E10821" w:rsidP="005A00D0">
            <w:pPr>
              <w:pStyle w:val="aff3"/>
              <w:rPr>
                <w:szCs w:val="24"/>
              </w:rPr>
            </w:pPr>
          </w:p>
        </w:tc>
        <w:tc>
          <w:tcPr>
            <w:tcW w:w="236" w:type="dxa"/>
          </w:tcPr>
          <w:p w:rsidR="00E10821" w:rsidRPr="003C124A" w:rsidRDefault="00E10821" w:rsidP="005A00D0">
            <w:pPr>
              <w:pStyle w:val="aff3"/>
              <w:rPr>
                <w:szCs w:val="24"/>
              </w:rPr>
            </w:pPr>
          </w:p>
        </w:tc>
        <w:tc>
          <w:tcPr>
            <w:tcW w:w="3191" w:type="dxa"/>
            <w:tcBorders>
              <w:left w:val="nil"/>
              <w:bottom w:val="single" w:sz="4" w:space="0" w:color="auto"/>
            </w:tcBorders>
          </w:tcPr>
          <w:p w:rsidR="00E10821" w:rsidRPr="003C124A" w:rsidRDefault="00E10821" w:rsidP="005A00D0">
            <w:pPr>
              <w:pStyle w:val="aff3"/>
              <w:rPr>
                <w:szCs w:val="24"/>
              </w:rPr>
            </w:pPr>
          </w:p>
        </w:tc>
        <w:tc>
          <w:tcPr>
            <w:tcW w:w="236" w:type="dxa"/>
          </w:tcPr>
          <w:p w:rsidR="00E10821" w:rsidRPr="003C124A" w:rsidRDefault="00E10821" w:rsidP="005A00D0">
            <w:pPr>
              <w:pStyle w:val="aff3"/>
              <w:rPr>
                <w:szCs w:val="24"/>
              </w:rPr>
            </w:pPr>
          </w:p>
        </w:tc>
        <w:tc>
          <w:tcPr>
            <w:tcW w:w="3474" w:type="dxa"/>
            <w:tcBorders>
              <w:bottom w:val="single" w:sz="4" w:space="0" w:color="auto"/>
            </w:tcBorders>
          </w:tcPr>
          <w:p w:rsidR="00E10821" w:rsidRPr="003C124A" w:rsidRDefault="00E10821" w:rsidP="005A00D0">
            <w:pPr>
              <w:pStyle w:val="aff3"/>
              <w:rPr>
                <w:szCs w:val="24"/>
              </w:rPr>
            </w:pPr>
          </w:p>
        </w:tc>
      </w:tr>
      <w:tr w:rsidR="00E10821" w:rsidRPr="003C124A" w:rsidTr="005A00D0">
        <w:tc>
          <w:tcPr>
            <w:tcW w:w="3348" w:type="dxa"/>
            <w:gridSpan w:val="2"/>
            <w:tcBorders>
              <w:top w:val="single" w:sz="4" w:space="0" w:color="auto"/>
            </w:tcBorders>
            <w:vAlign w:val="center"/>
          </w:tcPr>
          <w:p w:rsidR="00E10821" w:rsidRPr="003C124A" w:rsidRDefault="00E10821" w:rsidP="005A00D0">
            <w:pPr>
              <w:pStyle w:val="aff3"/>
              <w:jc w:val="center"/>
              <w:rPr>
                <w:szCs w:val="24"/>
              </w:rPr>
            </w:pPr>
            <w:r w:rsidRPr="003C124A">
              <w:rPr>
                <w:szCs w:val="24"/>
              </w:rPr>
              <w:t>(должность)</w:t>
            </w:r>
          </w:p>
        </w:tc>
        <w:tc>
          <w:tcPr>
            <w:tcW w:w="236" w:type="dxa"/>
            <w:vAlign w:val="center"/>
          </w:tcPr>
          <w:p w:rsidR="00E10821" w:rsidRPr="003C124A" w:rsidRDefault="00E10821" w:rsidP="005A00D0">
            <w:pPr>
              <w:pStyle w:val="aff3"/>
              <w:jc w:val="center"/>
              <w:rPr>
                <w:szCs w:val="24"/>
              </w:rPr>
            </w:pPr>
          </w:p>
        </w:tc>
        <w:tc>
          <w:tcPr>
            <w:tcW w:w="3191" w:type="dxa"/>
            <w:vAlign w:val="center"/>
          </w:tcPr>
          <w:p w:rsidR="00E10821" w:rsidRPr="003C124A" w:rsidRDefault="00E10821" w:rsidP="005A00D0">
            <w:pPr>
              <w:pStyle w:val="aff3"/>
              <w:jc w:val="center"/>
              <w:rPr>
                <w:szCs w:val="24"/>
              </w:rPr>
            </w:pPr>
            <w:r w:rsidRPr="003C124A">
              <w:rPr>
                <w:szCs w:val="24"/>
              </w:rPr>
              <w:t>(подпись)</w:t>
            </w:r>
          </w:p>
        </w:tc>
        <w:tc>
          <w:tcPr>
            <w:tcW w:w="236" w:type="dxa"/>
            <w:vAlign w:val="center"/>
          </w:tcPr>
          <w:p w:rsidR="00E10821" w:rsidRPr="003C124A" w:rsidRDefault="00E10821" w:rsidP="005A00D0">
            <w:pPr>
              <w:pStyle w:val="aff3"/>
              <w:jc w:val="center"/>
              <w:rPr>
                <w:szCs w:val="24"/>
              </w:rPr>
            </w:pPr>
          </w:p>
        </w:tc>
        <w:tc>
          <w:tcPr>
            <w:tcW w:w="3474" w:type="dxa"/>
            <w:vAlign w:val="center"/>
          </w:tcPr>
          <w:p w:rsidR="00E10821" w:rsidRPr="003C124A" w:rsidRDefault="00E10821" w:rsidP="005A00D0">
            <w:pPr>
              <w:pStyle w:val="aff3"/>
              <w:jc w:val="center"/>
              <w:rPr>
                <w:szCs w:val="24"/>
              </w:rPr>
            </w:pPr>
            <w:r w:rsidRPr="003C124A">
              <w:rPr>
                <w:szCs w:val="24"/>
              </w:rPr>
              <w:t>(Ф.И.О.)</w:t>
            </w:r>
          </w:p>
        </w:tc>
      </w:tr>
      <w:tr w:rsidR="00E10821" w:rsidRPr="003C124A" w:rsidTr="005A00D0">
        <w:tc>
          <w:tcPr>
            <w:tcW w:w="2808" w:type="dxa"/>
            <w:tcBorders>
              <w:bottom w:val="single" w:sz="4" w:space="0" w:color="auto"/>
            </w:tcBorders>
            <w:vAlign w:val="center"/>
          </w:tcPr>
          <w:p w:rsidR="00E10821" w:rsidRPr="003C124A" w:rsidRDefault="00E10821" w:rsidP="005A00D0">
            <w:pPr>
              <w:pStyle w:val="aff3"/>
              <w:rPr>
                <w:szCs w:val="24"/>
              </w:rPr>
            </w:pPr>
            <w:r w:rsidRPr="003C124A">
              <w:rPr>
                <w:i w:val="0"/>
                <w:szCs w:val="24"/>
              </w:rPr>
              <w:t>«       »                  20     г.</w:t>
            </w:r>
          </w:p>
        </w:tc>
        <w:tc>
          <w:tcPr>
            <w:tcW w:w="776" w:type="dxa"/>
            <w:gridSpan w:val="2"/>
            <w:vAlign w:val="center"/>
          </w:tcPr>
          <w:p w:rsidR="00E10821" w:rsidRPr="003C124A" w:rsidRDefault="00E10821" w:rsidP="005A00D0">
            <w:pPr>
              <w:pStyle w:val="aff3"/>
              <w:jc w:val="center"/>
              <w:rPr>
                <w:szCs w:val="24"/>
              </w:rPr>
            </w:pPr>
          </w:p>
        </w:tc>
        <w:tc>
          <w:tcPr>
            <w:tcW w:w="3191" w:type="dxa"/>
            <w:vAlign w:val="center"/>
          </w:tcPr>
          <w:p w:rsidR="00E10821" w:rsidRPr="003C124A" w:rsidRDefault="00E10821" w:rsidP="005A00D0">
            <w:pPr>
              <w:pStyle w:val="aff3"/>
              <w:jc w:val="center"/>
              <w:rPr>
                <w:szCs w:val="24"/>
              </w:rPr>
            </w:pPr>
            <w:r w:rsidRPr="003C124A">
              <w:rPr>
                <w:szCs w:val="24"/>
              </w:rPr>
              <w:t>м.п.</w:t>
            </w:r>
          </w:p>
        </w:tc>
        <w:tc>
          <w:tcPr>
            <w:tcW w:w="236" w:type="dxa"/>
            <w:vAlign w:val="center"/>
          </w:tcPr>
          <w:p w:rsidR="00E10821" w:rsidRPr="003C124A" w:rsidRDefault="00E10821" w:rsidP="005A00D0">
            <w:pPr>
              <w:pStyle w:val="aff3"/>
              <w:jc w:val="center"/>
              <w:rPr>
                <w:szCs w:val="24"/>
              </w:rPr>
            </w:pPr>
          </w:p>
        </w:tc>
        <w:tc>
          <w:tcPr>
            <w:tcW w:w="3474" w:type="dxa"/>
            <w:vAlign w:val="center"/>
          </w:tcPr>
          <w:p w:rsidR="00E10821" w:rsidRPr="003C124A" w:rsidRDefault="00E10821" w:rsidP="005A00D0">
            <w:pPr>
              <w:pStyle w:val="aff3"/>
              <w:jc w:val="center"/>
              <w:rPr>
                <w:szCs w:val="24"/>
              </w:rPr>
            </w:pPr>
          </w:p>
        </w:tc>
      </w:tr>
    </w:tbl>
    <w:p w:rsidR="00E10821" w:rsidRPr="003C124A" w:rsidRDefault="00E10821" w:rsidP="00E10821">
      <w:pPr>
        <w:pStyle w:val="aff3"/>
        <w:ind w:firstLine="708"/>
        <w:rPr>
          <w:i w:val="0"/>
          <w:szCs w:val="24"/>
        </w:rPr>
      </w:pPr>
    </w:p>
    <w:tbl>
      <w:tblPr>
        <w:tblW w:w="10485" w:type="dxa"/>
        <w:tblLook w:val="01E0"/>
      </w:tblPr>
      <w:tblGrid>
        <w:gridCol w:w="3348"/>
        <w:gridCol w:w="236"/>
        <w:gridCol w:w="2460"/>
        <w:gridCol w:w="731"/>
        <w:gridCol w:w="236"/>
        <w:gridCol w:w="3410"/>
        <w:gridCol w:w="64"/>
      </w:tblGrid>
      <w:tr w:rsidR="00E10821" w:rsidRPr="003C124A" w:rsidTr="005A00D0">
        <w:trPr>
          <w:gridAfter w:val="1"/>
          <w:wAfter w:w="64" w:type="dxa"/>
          <w:trHeight w:val="602"/>
        </w:trPr>
        <w:tc>
          <w:tcPr>
            <w:tcW w:w="10421" w:type="dxa"/>
            <w:gridSpan w:val="6"/>
            <w:tcBorders>
              <w:top w:val="dashed" w:sz="8" w:space="0" w:color="auto"/>
            </w:tcBorders>
            <w:vAlign w:val="center"/>
          </w:tcPr>
          <w:p w:rsidR="00E10821" w:rsidRPr="003C124A" w:rsidRDefault="00E10821" w:rsidP="005A00D0">
            <w:pPr>
              <w:pStyle w:val="aff3"/>
              <w:jc w:val="center"/>
              <w:rPr>
                <w:b/>
                <w:szCs w:val="24"/>
              </w:rPr>
            </w:pPr>
            <w:r w:rsidRPr="003C124A">
              <w:rPr>
                <w:b/>
                <w:i w:val="0"/>
                <w:szCs w:val="24"/>
              </w:rPr>
              <w:t>заполняется должностным лицом, принявшим заявление</w:t>
            </w:r>
          </w:p>
        </w:tc>
      </w:tr>
      <w:tr w:rsidR="00E10821" w:rsidRPr="003C124A" w:rsidTr="005A00D0">
        <w:trPr>
          <w:gridAfter w:val="1"/>
          <w:wAfter w:w="64" w:type="dxa"/>
        </w:trPr>
        <w:tc>
          <w:tcPr>
            <w:tcW w:w="3348" w:type="dxa"/>
            <w:tcBorders>
              <w:bottom w:val="single" w:sz="4" w:space="0" w:color="auto"/>
            </w:tcBorders>
          </w:tcPr>
          <w:p w:rsidR="00E10821" w:rsidRPr="003C124A" w:rsidRDefault="00E10821" w:rsidP="005A00D0">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E10821" w:rsidRPr="003C124A" w:rsidRDefault="00E10821" w:rsidP="005A00D0">
            <w:pPr>
              <w:pStyle w:val="aff3"/>
              <w:jc w:val="left"/>
              <w:rPr>
                <w:szCs w:val="24"/>
              </w:rPr>
            </w:pPr>
            <w:r w:rsidRPr="003C124A">
              <w:rPr>
                <w:szCs w:val="24"/>
              </w:rPr>
              <w:t>«       »                  20     г.</w:t>
            </w:r>
          </w:p>
        </w:tc>
        <w:tc>
          <w:tcPr>
            <w:tcW w:w="4377" w:type="dxa"/>
            <w:gridSpan w:val="3"/>
          </w:tcPr>
          <w:p w:rsidR="00E10821" w:rsidRPr="003C124A" w:rsidRDefault="00E10821" w:rsidP="005A00D0">
            <w:pPr>
              <w:pStyle w:val="aff3"/>
              <w:rPr>
                <w:szCs w:val="24"/>
              </w:rPr>
            </w:pPr>
          </w:p>
        </w:tc>
      </w:tr>
      <w:tr w:rsidR="00E10821" w:rsidRPr="003C124A" w:rsidTr="005A00D0">
        <w:trPr>
          <w:gridAfter w:val="1"/>
          <w:wAfter w:w="64" w:type="dxa"/>
        </w:trPr>
        <w:tc>
          <w:tcPr>
            <w:tcW w:w="3348" w:type="dxa"/>
            <w:tcBorders>
              <w:bottom w:val="single" w:sz="4" w:space="0" w:color="auto"/>
            </w:tcBorders>
          </w:tcPr>
          <w:p w:rsidR="00E10821" w:rsidRPr="003C124A" w:rsidRDefault="00E10821" w:rsidP="005A00D0">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E10821" w:rsidRPr="003C124A" w:rsidRDefault="00E10821" w:rsidP="005A00D0">
            <w:pPr>
              <w:pStyle w:val="aff3"/>
              <w:jc w:val="left"/>
              <w:rPr>
                <w:szCs w:val="24"/>
              </w:rPr>
            </w:pPr>
            <w:r w:rsidRPr="003C124A">
              <w:rPr>
                <w:szCs w:val="24"/>
              </w:rPr>
              <w:t xml:space="preserve">               час.            мин.</w:t>
            </w:r>
          </w:p>
        </w:tc>
        <w:tc>
          <w:tcPr>
            <w:tcW w:w="4377" w:type="dxa"/>
            <w:gridSpan w:val="3"/>
          </w:tcPr>
          <w:p w:rsidR="00E10821" w:rsidRPr="003C124A" w:rsidRDefault="00E10821" w:rsidP="005A00D0">
            <w:pPr>
              <w:pStyle w:val="aff3"/>
              <w:rPr>
                <w:szCs w:val="24"/>
              </w:rPr>
            </w:pPr>
          </w:p>
        </w:tc>
      </w:tr>
      <w:tr w:rsidR="00E10821" w:rsidRPr="003C124A" w:rsidTr="005A00D0">
        <w:trPr>
          <w:gridAfter w:val="1"/>
          <w:wAfter w:w="64" w:type="dxa"/>
        </w:trPr>
        <w:tc>
          <w:tcPr>
            <w:tcW w:w="6044" w:type="dxa"/>
            <w:gridSpan w:val="3"/>
            <w:tcBorders>
              <w:bottom w:val="single" w:sz="4" w:space="0" w:color="auto"/>
            </w:tcBorders>
          </w:tcPr>
          <w:p w:rsidR="00E10821" w:rsidRPr="003C124A" w:rsidRDefault="00E10821" w:rsidP="005A00D0">
            <w:pPr>
              <w:pStyle w:val="aff3"/>
              <w:rPr>
                <w:szCs w:val="24"/>
              </w:rPr>
            </w:pPr>
            <w:r w:rsidRPr="003C124A">
              <w:rPr>
                <w:szCs w:val="24"/>
              </w:rPr>
              <w:t>Регистрационный номер</w:t>
            </w:r>
          </w:p>
        </w:tc>
        <w:tc>
          <w:tcPr>
            <w:tcW w:w="4377" w:type="dxa"/>
            <w:gridSpan w:val="3"/>
            <w:tcBorders>
              <w:left w:val="nil"/>
            </w:tcBorders>
          </w:tcPr>
          <w:p w:rsidR="00E10821" w:rsidRPr="003C124A" w:rsidRDefault="00E10821" w:rsidP="005A00D0">
            <w:pPr>
              <w:pStyle w:val="aff3"/>
              <w:rPr>
                <w:szCs w:val="24"/>
              </w:rPr>
            </w:pPr>
          </w:p>
        </w:tc>
      </w:tr>
      <w:tr w:rsidR="00E10821" w:rsidRPr="003C124A" w:rsidTr="005A00D0">
        <w:tc>
          <w:tcPr>
            <w:tcW w:w="3348" w:type="dxa"/>
            <w:tcBorders>
              <w:bottom w:val="single" w:sz="4" w:space="0" w:color="auto"/>
            </w:tcBorders>
          </w:tcPr>
          <w:p w:rsidR="00E10821" w:rsidRPr="003C124A" w:rsidRDefault="00E10821" w:rsidP="005A00D0">
            <w:pPr>
              <w:pStyle w:val="aff3"/>
              <w:rPr>
                <w:szCs w:val="24"/>
              </w:rPr>
            </w:pPr>
          </w:p>
        </w:tc>
        <w:tc>
          <w:tcPr>
            <w:tcW w:w="236" w:type="dxa"/>
            <w:tcBorders>
              <w:top w:val="single" w:sz="4" w:space="0" w:color="auto"/>
            </w:tcBorders>
          </w:tcPr>
          <w:p w:rsidR="00E10821" w:rsidRPr="003C124A" w:rsidRDefault="00E10821" w:rsidP="005A00D0">
            <w:pPr>
              <w:pStyle w:val="aff3"/>
              <w:rPr>
                <w:szCs w:val="24"/>
              </w:rPr>
            </w:pPr>
          </w:p>
        </w:tc>
        <w:tc>
          <w:tcPr>
            <w:tcW w:w="3191" w:type="dxa"/>
            <w:gridSpan w:val="2"/>
            <w:tcBorders>
              <w:left w:val="nil"/>
              <w:bottom w:val="single" w:sz="4" w:space="0" w:color="auto"/>
            </w:tcBorders>
          </w:tcPr>
          <w:p w:rsidR="00E10821" w:rsidRPr="003C124A" w:rsidRDefault="00E10821" w:rsidP="005A00D0">
            <w:pPr>
              <w:pStyle w:val="aff3"/>
              <w:rPr>
                <w:szCs w:val="24"/>
              </w:rPr>
            </w:pPr>
          </w:p>
        </w:tc>
        <w:tc>
          <w:tcPr>
            <w:tcW w:w="236" w:type="dxa"/>
          </w:tcPr>
          <w:p w:rsidR="00E10821" w:rsidRPr="003C124A" w:rsidRDefault="00E10821" w:rsidP="005A00D0">
            <w:pPr>
              <w:pStyle w:val="aff3"/>
              <w:rPr>
                <w:szCs w:val="24"/>
              </w:rPr>
            </w:pPr>
          </w:p>
        </w:tc>
        <w:tc>
          <w:tcPr>
            <w:tcW w:w="3474" w:type="dxa"/>
            <w:gridSpan w:val="2"/>
            <w:tcBorders>
              <w:bottom w:val="single" w:sz="4" w:space="0" w:color="auto"/>
            </w:tcBorders>
          </w:tcPr>
          <w:p w:rsidR="00E10821" w:rsidRPr="003C124A" w:rsidRDefault="00E10821" w:rsidP="005A00D0">
            <w:pPr>
              <w:pStyle w:val="aff3"/>
              <w:rPr>
                <w:szCs w:val="24"/>
              </w:rPr>
            </w:pPr>
          </w:p>
        </w:tc>
      </w:tr>
      <w:tr w:rsidR="00E10821" w:rsidRPr="003C124A" w:rsidTr="005A00D0">
        <w:tc>
          <w:tcPr>
            <w:tcW w:w="3348" w:type="dxa"/>
            <w:tcBorders>
              <w:top w:val="single" w:sz="4" w:space="0" w:color="auto"/>
            </w:tcBorders>
            <w:vAlign w:val="center"/>
          </w:tcPr>
          <w:p w:rsidR="00E10821" w:rsidRPr="003C124A" w:rsidRDefault="00E10821" w:rsidP="005A00D0">
            <w:pPr>
              <w:pStyle w:val="aff3"/>
              <w:jc w:val="center"/>
              <w:rPr>
                <w:szCs w:val="24"/>
              </w:rPr>
            </w:pPr>
            <w:r w:rsidRPr="003C124A">
              <w:rPr>
                <w:szCs w:val="24"/>
              </w:rPr>
              <w:t>(должность)</w:t>
            </w:r>
          </w:p>
        </w:tc>
        <w:tc>
          <w:tcPr>
            <w:tcW w:w="236" w:type="dxa"/>
            <w:vAlign w:val="center"/>
          </w:tcPr>
          <w:p w:rsidR="00E10821" w:rsidRPr="003C124A" w:rsidRDefault="00E10821" w:rsidP="005A00D0">
            <w:pPr>
              <w:pStyle w:val="aff3"/>
              <w:jc w:val="center"/>
              <w:rPr>
                <w:szCs w:val="24"/>
              </w:rPr>
            </w:pPr>
          </w:p>
        </w:tc>
        <w:tc>
          <w:tcPr>
            <w:tcW w:w="3191" w:type="dxa"/>
            <w:gridSpan w:val="2"/>
            <w:vAlign w:val="center"/>
          </w:tcPr>
          <w:p w:rsidR="00E10821" w:rsidRPr="003C124A" w:rsidRDefault="00E10821" w:rsidP="005A00D0">
            <w:pPr>
              <w:pStyle w:val="aff3"/>
              <w:jc w:val="center"/>
              <w:rPr>
                <w:szCs w:val="24"/>
              </w:rPr>
            </w:pPr>
            <w:r w:rsidRPr="003C124A">
              <w:rPr>
                <w:szCs w:val="24"/>
              </w:rPr>
              <w:t>(подпись)</w:t>
            </w:r>
          </w:p>
        </w:tc>
        <w:tc>
          <w:tcPr>
            <w:tcW w:w="236" w:type="dxa"/>
            <w:vAlign w:val="center"/>
          </w:tcPr>
          <w:p w:rsidR="00E10821" w:rsidRPr="003C124A" w:rsidRDefault="00E10821" w:rsidP="005A00D0">
            <w:pPr>
              <w:pStyle w:val="aff3"/>
              <w:jc w:val="center"/>
              <w:rPr>
                <w:szCs w:val="24"/>
              </w:rPr>
            </w:pPr>
          </w:p>
        </w:tc>
        <w:tc>
          <w:tcPr>
            <w:tcW w:w="3474" w:type="dxa"/>
            <w:gridSpan w:val="2"/>
            <w:vAlign w:val="center"/>
          </w:tcPr>
          <w:p w:rsidR="00E10821" w:rsidRPr="003C124A" w:rsidRDefault="00E10821" w:rsidP="005A00D0">
            <w:pPr>
              <w:pStyle w:val="aff3"/>
              <w:jc w:val="center"/>
              <w:rPr>
                <w:szCs w:val="24"/>
              </w:rPr>
            </w:pPr>
            <w:r w:rsidRPr="003C124A">
              <w:rPr>
                <w:szCs w:val="24"/>
              </w:rPr>
              <w:t>(Ф.И.О.)</w:t>
            </w:r>
          </w:p>
        </w:tc>
      </w:tr>
    </w:tbl>
    <w:p w:rsidR="00E10821" w:rsidRPr="003C124A" w:rsidRDefault="00E10821" w:rsidP="00E10821">
      <w:pPr>
        <w:pStyle w:val="7"/>
        <w:spacing w:before="0" w:after="0"/>
        <w:ind w:left="0"/>
        <w:jc w:val="right"/>
        <w:rPr>
          <w:rFonts w:ascii="Times New Roman" w:hAnsi="Times New Roman" w:cs="Times New Roman"/>
          <w:sz w:val="24"/>
          <w:szCs w:val="24"/>
        </w:rPr>
      </w:pPr>
    </w:p>
    <w:p w:rsidR="00E10821" w:rsidRPr="003C124A" w:rsidRDefault="00E10821" w:rsidP="00E10821">
      <w:pPr>
        <w:pStyle w:val="7"/>
        <w:spacing w:before="0" w:after="0"/>
        <w:ind w:left="0"/>
        <w:jc w:val="right"/>
        <w:rPr>
          <w:rFonts w:ascii="Times New Roman" w:hAnsi="Times New Roman" w:cs="Times New Roman"/>
          <w:sz w:val="24"/>
          <w:szCs w:val="24"/>
        </w:rPr>
      </w:pPr>
    </w:p>
    <w:p w:rsidR="00E10821" w:rsidRPr="003C124A" w:rsidRDefault="00E10821" w:rsidP="00E10821">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E10821" w:rsidRPr="003C124A" w:rsidRDefault="00E10821" w:rsidP="00E10821">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E10821" w:rsidRPr="003C124A" w:rsidRDefault="00E10821" w:rsidP="00E10821">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E10821" w:rsidRPr="003C124A" w:rsidRDefault="00E10821" w:rsidP="00E10821">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E10821" w:rsidRPr="003C124A" w:rsidTr="005A00D0">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E10821" w:rsidRPr="003C124A" w:rsidRDefault="00E10821" w:rsidP="005A00D0">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E10821" w:rsidRPr="003C124A" w:rsidRDefault="00E10821" w:rsidP="005A00D0">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E10821" w:rsidRPr="003C124A" w:rsidRDefault="00E10821" w:rsidP="005A00D0">
            <w:pPr>
              <w:widowControl w:val="0"/>
              <w:spacing w:after="0"/>
              <w:jc w:val="center"/>
              <w:rPr>
                <w:rFonts w:ascii="Times New Roman" w:hAnsi="Times New Roman"/>
                <w:i/>
                <w:snapToGrid w:val="0"/>
                <w:sz w:val="24"/>
                <w:szCs w:val="24"/>
              </w:rPr>
            </w:pPr>
          </w:p>
        </w:tc>
      </w:tr>
      <w:tr w:rsidR="00E10821" w:rsidRPr="003C124A" w:rsidTr="005A00D0">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E10821" w:rsidRPr="003C124A" w:rsidRDefault="00E10821" w:rsidP="005A00D0">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E10821" w:rsidRPr="003C124A" w:rsidRDefault="00E10821" w:rsidP="005A00D0">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E10821" w:rsidRPr="003C124A" w:rsidRDefault="00E10821" w:rsidP="005A00D0">
            <w:pPr>
              <w:widowControl w:val="0"/>
              <w:spacing w:after="0"/>
              <w:jc w:val="center"/>
              <w:rPr>
                <w:rFonts w:ascii="Times New Roman" w:hAnsi="Times New Roman"/>
                <w:i/>
                <w:snapToGrid w:val="0"/>
                <w:sz w:val="24"/>
                <w:szCs w:val="24"/>
              </w:rPr>
            </w:pPr>
          </w:p>
        </w:tc>
      </w:tr>
      <w:tr w:rsidR="00E10821" w:rsidRPr="003C124A" w:rsidTr="005A00D0">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E10821" w:rsidRPr="003C124A" w:rsidRDefault="00E10821" w:rsidP="005A00D0">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E10821" w:rsidRPr="003C124A" w:rsidRDefault="00E10821" w:rsidP="005A00D0">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E10821" w:rsidRPr="003C124A" w:rsidRDefault="00E10821" w:rsidP="005A00D0">
            <w:pPr>
              <w:widowControl w:val="0"/>
              <w:spacing w:after="0"/>
              <w:jc w:val="center"/>
              <w:rPr>
                <w:rFonts w:ascii="Times New Roman" w:hAnsi="Times New Roman"/>
                <w:i/>
                <w:snapToGrid w:val="0"/>
                <w:sz w:val="24"/>
                <w:szCs w:val="24"/>
              </w:rPr>
            </w:pPr>
          </w:p>
        </w:tc>
      </w:tr>
      <w:tr w:rsidR="00E10821" w:rsidRPr="003C124A" w:rsidTr="005A00D0">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E10821" w:rsidRPr="003C124A" w:rsidRDefault="00E10821" w:rsidP="005A00D0">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E10821" w:rsidRPr="003C124A" w:rsidRDefault="00E10821" w:rsidP="005A00D0">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E10821" w:rsidRPr="003C124A" w:rsidRDefault="00E10821" w:rsidP="005A00D0">
            <w:pPr>
              <w:widowControl w:val="0"/>
              <w:spacing w:after="0"/>
              <w:jc w:val="center"/>
              <w:rPr>
                <w:rFonts w:ascii="Times New Roman" w:hAnsi="Times New Roman"/>
                <w:i/>
                <w:snapToGrid w:val="0"/>
                <w:sz w:val="24"/>
                <w:szCs w:val="24"/>
              </w:rPr>
            </w:pPr>
          </w:p>
          <w:p w:rsidR="00E10821" w:rsidRPr="003C124A" w:rsidRDefault="00E10821" w:rsidP="005A00D0">
            <w:pPr>
              <w:widowControl w:val="0"/>
              <w:spacing w:after="0"/>
              <w:jc w:val="both"/>
              <w:rPr>
                <w:rFonts w:ascii="Times New Roman" w:hAnsi="Times New Roman"/>
                <w:i/>
                <w:snapToGrid w:val="0"/>
                <w:sz w:val="24"/>
                <w:szCs w:val="24"/>
              </w:rPr>
            </w:pPr>
          </w:p>
        </w:tc>
      </w:tr>
      <w:tr w:rsidR="00E10821" w:rsidRPr="003C124A" w:rsidTr="005A00D0">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E10821" w:rsidRPr="003C124A" w:rsidRDefault="00E10821" w:rsidP="005A00D0">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E10821" w:rsidRPr="003C124A" w:rsidRDefault="00E10821" w:rsidP="005A00D0">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E10821" w:rsidRPr="003C124A" w:rsidRDefault="00E10821" w:rsidP="005A00D0">
            <w:pPr>
              <w:widowControl w:val="0"/>
              <w:spacing w:after="0"/>
              <w:jc w:val="center"/>
              <w:rPr>
                <w:rFonts w:ascii="Times New Roman" w:hAnsi="Times New Roman"/>
                <w:i/>
                <w:snapToGrid w:val="0"/>
                <w:sz w:val="24"/>
                <w:szCs w:val="24"/>
              </w:rPr>
            </w:pPr>
          </w:p>
        </w:tc>
      </w:tr>
      <w:tr w:rsidR="00E10821" w:rsidRPr="003C124A" w:rsidTr="005A00D0">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E10821" w:rsidRPr="003C124A" w:rsidRDefault="00E10821" w:rsidP="005A00D0">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E10821" w:rsidRPr="003C124A" w:rsidRDefault="00E10821" w:rsidP="005A00D0">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E10821" w:rsidRPr="003C124A" w:rsidRDefault="00E10821" w:rsidP="005A00D0">
            <w:pPr>
              <w:widowControl w:val="0"/>
              <w:spacing w:after="0"/>
              <w:jc w:val="center"/>
              <w:rPr>
                <w:rFonts w:ascii="Times New Roman" w:hAnsi="Times New Roman"/>
                <w:i/>
                <w:snapToGrid w:val="0"/>
                <w:sz w:val="24"/>
                <w:szCs w:val="24"/>
              </w:rPr>
            </w:pPr>
          </w:p>
        </w:tc>
      </w:tr>
      <w:tr w:rsidR="00E10821" w:rsidRPr="003C124A" w:rsidTr="005A00D0">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E10821" w:rsidRPr="003C124A" w:rsidRDefault="00E10821" w:rsidP="005A00D0">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E10821" w:rsidRPr="003C124A" w:rsidRDefault="00E10821" w:rsidP="005A00D0">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E10821" w:rsidRPr="003C124A" w:rsidRDefault="00E10821" w:rsidP="005A00D0">
            <w:pPr>
              <w:widowControl w:val="0"/>
              <w:spacing w:after="0"/>
              <w:jc w:val="center"/>
              <w:rPr>
                <w:rFonts w:ascii="Times New Roman" w:hAnsi="Times New Roman"/>
                <w:i/>
                <w:snapToGrid w:val="0"/>
                <w:sz w:val="24"/>
                <w:szCs w:val="24"/>
              </w:rPr>
            </w:pPr>
          </w:p>
        </w:tc>
      </w:tr>
    </w:tbl>
    <w:p w:rsidR="00E10821" w:rsidRPr="003C124A" w:rsidRDefault="00E10821" w:rsidP="00E10821">
      <w:pPr>
        <w:spacing w:after="0"/>
        <w:rPr>
          <w:rFonts w:ascii="Times New Roman" w:hAnsi="Times New Roman"/>
          <w:sz w:val="24"/>
          <w:szCs w:val="24"/>
        </w:rPr>
      </w:pPr>
    </w:p>
    <w:p w:rsidR="00E10821" w:rsidRPr="003C124A" w:rsidRDefault="00E10821" w:rsidP="00E10821">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E10821" w:rsidRPr="003C124A" w:rsidRDefault="00E10821" w:rsidP="00E10821">
      <w:pPr>
        <w:spacing w:after="0"/>
        <w:jc w:val="both"/>
        <w:rPr>
          <w:rFonts w:ascii="Times New Roman" w:hAnsi="Times New Roman"/>
          <w:b/>
          <w:sz w:val="24"/>
          <w:szCs w:val="24"/>
        </w:rPr>
      </w:pPr>
    </w:p>
    <w:p w:rsidR="00E10821" w:rsidRPr="003C124A" w:rsidRDefault="00E10821" w:rsidP="00E10821">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E10821" w:rsidRPr="003C124A" w:rsidRDefault="00E10821" w:rsidP="00E10821">
      <w:pPr>
        <w:autoSpaceDE w:val="0"/>
        <w:autoSpaceDN w:val="0"/>
        <w:adjustRightInd w:val="0"/>
        <w:spacing w:after="0"/>
        <w:jc w:val="both"/>
        <w:rPr>
          <w:rFonts w:ascii="Times New Roman" w:hAnsi="Times New Roman"/>
          <w:b/>
          <w:sz w:val="24"/>
          <w:szCs w:val="24"/>
        </w:rPr>
      </w:pPr>
    </w:p>
    <w:p w:rsidR="00E10821" w:rsidRPr="003C124A" w:rsidRDefault="00E10821" w:rsidP="00E10821">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E10821" w:rsidRPr="003C124A" w:rsidRDefault="00E10821" w:rsidP="00E10821">
      <w:pPr>
        <w:autoSpaceDE w:val="0"/>
        <w:autoSpaceDN w:val="0"/>
        <w:adjustRightInd w:val="0"/>
        <w:spacing w:after="0"/>
        <w:rPr>
          <w:rFonts w:ascii="Times New Roman" w:hAnsi="Times New Roman"/>
          <w:b/>
          <w:sz w:val="24"/>
          <w:szCs w:val="24"/>
        </w:rPr>
      </w:pPr>
    </w:p>
    <w:p w:rsidR="00E10821" w:rsidRPr="003C124A" w:rsidRDefault="00E10821" w:rsidP="00E10821">
      <w:pPr>
        <w:pStyle w:val="aff3"/>
        <w:ind w:firstLine="708"/>
        <w:rPr>
          <w:i w:val="0"/>
          <w:szCs w:val="24"/>
        </w:rPr>
      </w:pPr>
    </w:p>
    <w:tbl>
      <w:tblPr>
        <w:tblW w:w="10368" w:type="dxa"/>
        <w:tblLook w:val="01E0"/>
      </w:tblPr>
      <w:tblGrid>
        <w:gridCol w:w="2808"/>
        <w:gridCol w:w="360"/>
        <w:gridCol w:w="3607"/>
        <w:gridCol w:w="236"/>
        <w:gridCol w:w="3357"/>
      </w:tblGrid>
      <w:tr w:rsidR="00E10821" w:rsidRPr="003C124A" w:rsidTr="005A00D0">
        <w:tc>
          <w:tcPr>
            <w:tcW w:w="2808" w:type="dxa"/>
            <w:tcBorders>
              <w:top w:val="nil"/>
              <w:left w:val="nil"/>
              <w:bottom w:val="single" w:sz="4" w:space="0" w:color="auto"/>
              <w:right w:val="nil"/>
            </w:tcBorders>
            <w:hideMark/>
          </w:tcPr>
          <w:p w:rsidR="00E10821" w:rsidRPr="003C124A" w:rsidRDefault="00E10821" w:rsidP="005A00D0">
            <w:pPr>
              <w:pStyle w:val="aff3"/>
              <w:jc w:val="left"/>
              <w:rPr>
                <w:i w:val="0"/>
                <w:szCs w:val="24"/>
              </w:rPr>
            </w:pPr>
            <w:r w:rsidRPr="003C124A">
              <w:rPr>
                <w:i w:val="0"/>
                <w:szCs w:val="24"/>
              </w:rPr>
              <w:t>«       »                  20     г.</w:t>
            </w:r>
          </w:p>
        </w:tc>
        <w:tc>
          <w:tcPr>
            <w:tcW w:w="360" w:type="dxa"/>
          </w:tcPr>
          <w:p w:rsidR="00E10821" w:rsidRPr="003C124A" w:rsidRDefault="00E10821" w:rsidP="005A00D0">
            <w:pPr>
              <w:pStyle w:val="aff3"/>
              <w:rPr>
                <w:i w:val="0"/>
                <w:szCs w:val="24"/>
              </w:rPr>
            </w:pPr>
          </w:p>
        </w:tc>
        <w:tc>
          <w:tcPr>
            <w:tcW w:w="3607" w:type="dxa"/>
            <w:tcBorders>
              <w:top w:val="nil"/>
              <w:left w:val="nil"/>
              <w:bottom w:val="single" w:sz="4" w:space="0" w:color="auto"/>
              <w:right w:val="nil"/>
            </w:tcBorders>
          </w:tcPr>
          <w:p w:rsidR="00E10821" w:rsidRPr="003C124A" w:rsidRDefault="00E10821" w:rsidP="005A00D0">
            <w:pPr>
              <w:pStyle w:val="aff3"/>
              <w:rPr>
                <w:i w:val="0"/>
                <w:szCs w:val="24"/>
              </w:rPr>
            </w:pPr>
          </w:p>
        </w:tc>
        <w:tc>
          <w:tcPr>
            <w:tcW w:w="236" w:type="dxa"/>
          </w:tcPr>
          <w:p w:rsidR="00E10821" w:rsidRPr="003C124A" w:rsidRDefault="00E10821" w:rsidP="005A00D0">
            <w:pPr>
              <w:pStyle w:val="aff3"/>
              <w:rPr>
                <w:i w:val="0"/>
                <w:szCs w:val="24"/>
              </w:rPr>
            </w:pPr>
          </w:p>
        </w:tc>
        <w:tc>
          <w:tcPr>
            <w:tcW w:w="3357" w:type="dxa"/>
            <w:tcBorders>
              <w:top w:val="nil"/>
              <w:left w:val="nil"/>
              <w:bottom w:val="single" w:sz="4" w:space="0" w:color="auto"/>
              <w:right w:val="nil"/>
            </w:tcBorders>
          </w:tcPr>
          <w:p w:rsidR="00E10821" w:rsidRPr="003C124A" w:rsidRDefault="00E10821" w:rsidP="005A00D0">
            <w:pPr>
              <w:pStyle w:val="aff3"/>
              <w:rPr>
                <w:i w:val="0"/>
                <w:szCs w:val="24"/>
              </w:rPr>
            </w:pPr>
          </w:p>
        </w:tc>
      </w:tr>
      <w:tr w:rsidR="00E10821" w:rsidRPr="003C124A" w:rsidTr="005A00D0">
        <w:tc>
          <w:tcPr>
            <w:tcW w:w="2808" w:type="dxa"/>
            <w:tcBorders>
              <w:top w:val="single" w:sz="4" w:space="0" w:color="auto"/>
              <w:left w:val="nil"/>
              <w:bottom w:val="nil"/>
              <w:right w:val="nil"/>
            </w:tcBorders>
            <w:vAlign w:val="center"/>
          </w:tcPr>
          <w:p w:rsidR="00E10821" w:rsidRPr="003C124A" w:rsidRDefault="00E10821" w:rsidP="005A00D0">
            <w:pPr>
              <w:pStyle w:val="aff3"/>
              <w:jc w:val="center"/>
              <w:rPr>
                <w:i w:val="0"/>
                <w:szCs w:val="24"/>
              </w:rPr>
            </w:pPr>
          </w:p>
        </w:tc>
        <w:tc>
          <w:tcPr>
            <w:tcW w:w="360" w:type="dxa"/>
            <w:vAlign w:val="center"/>
          </w:tcPr>
          <w:p w:rsidR="00E10821" w:rsidRPr="003C124A" w:rsidRDefault="00E10821" w:rsidP="005A00D0">
            <w:pPr>
              <w:pStyle w:val="aff3"/>
              <w:jc w:val="center"/>
              <w:rPr>
                <w:i w:val="0"/>
                <w:szCs w:val="24"/>
              </w:rPr>
            </w:pPr>
          </w:p>
        </w:tc>
        <w:tc>
          <w:tcPr>
            <w:tcW w:w="3607" w:type="dxa"/>
            <w:vAlign w:val="center"/>
            <w:hideMark/>
          </w:tcPr>
          <w:p w:rsidR="00E10821" w:rsidRPr="003C124A" w:rsidRDefault="00E10821" w:rsidP="005A00D0">
            <w:pPr>
              <w:pStyle w:val="aff3"/>
              <w:jc w:val="center"/>
              <w:rPr>
                <w:i w:val="0"/>
                <w:szCs w:val="24"/>
              </w:rPr>
            </w:pPr>
            <w:r w:rsidRPr="003C124A">
              <w:rPr>
                <w:i w:val="0"/>
                <w:szCs w:val="24"/>
              </w:rPr>
              <w:t>(подпись)</w:t>
            </w:r>
          </w:p>
        </w:tc>
        <w:tc>
          <w:tcPr>
            <w:tcW w:w="236" w:type="dxa"/>
            <w:vAlign w:val="center"/>
          </w:tcPr>
          <w:p w:rsidR="00E10821" w:rsidRPr="003C124A" w:rsidRDefault="00E10821" w:rsidP="005A00D0">
            <w:pPr>
              <w:pStyle w:val="aff3"/>
              <w:jc w:val="center"/>
              <w:rPr>
                <w:i w:val="0"/>
                <w:szCs w:val="24"/>
              </w:rPr>
            </w:pPr>
          </w:p>
        </w:tc>
        <w:tc>
          <w:tcPr>
            <w:tcW w:w="3357" w:type="dxa"/>
            <w:vAlign w:val="center"/>
            <w:hideMark/>
          </w:tcPr>
          <w:p w:rsidR="00E10821" w:rsidRPr="003C124A" w:rsidRDefault="00E10821" w:rsidP="005A00D0">
            <w:pPr>
              <w:pStyle w:val="aff3"/>
              <w:jc w:val="center"/>
              <w:rPr>
                <w:i w:val="0"/>
                <w:szCs w:val="24"/>
              </w:rPr>
            </w:pPr>
            <w:r w:rsidRPr="003C124A">
              <w:rPr>
                <w:i w:val="0"/>
                <w:szCs w:val="24"/>
              </w:rPr>
              <w:t>(Ф.И.О.)</w:t>
            </w:r>
          </w:p>
        </w:tc>
      </w:tr>
      <w:tr w:rsidR="00E10821" w:rsidRPr="003C124A" w:rsidTr="005A00D0">
        <w:tc>
          <w:tcPr>
            <w:tcW w:w="2808" w:type="dxa"/>
            <w:vAlign w:val="center"/>
          </w:tcPr>
          <w:p w:rsidR="00E10821" w:rsidRPr="003C124A" w:rsidRDefault="00E10821" w:rsidP="005A00D0">
            <w:pPr>
              <w:pStyle w:val="aff3"/>
              <w:rPr>
                <w:i w:val="0"/>
                <w:szCs w:val="24"/>
              </w:rPr>
            </w:pPr>
          </w:p>
        </w:tc>
        <w:tc>
          <w:tcPr>
            <w:tcW w:w="360" w:type="dxa"/>
            <w:vAlign w:val="center"/>
          </w:tcPr>
          <w:p w:rsidR="00E10821" w:rsidRPr="003C124A" w:rsidRDefault="00E10821" w:rsidP="005A00D0">
            <w:pPr>
              <w:pStyle w:val="aff3"/>
              <w:jc w:val="center"/>
              <w:rPr>
                <w:i w:val="0"/>
                <w:szCs w:val="24"/>
              </w:rPr>
            </w:pPr>
          </w:p>
        </w:tc>
        <w:tc>
          <w:tcPr>
            <w:tcW w:w="3607" w:type="dxa"/>
            <w:vAlign w:val="center"/>
            <w:hideMark/>
          </w:tcPr>
          <w:p w:rsidR="00E10821" w:rsidRPr="003C124A" w:rsidRDefault="00E10821" w:rsidP="005A00D0">
            <w:pPr>
              <w:pStyle w:val="aff3"/>
              <w:jc w:val="center"/>
              <w:rPr>
                <w:i w:val="0"/>
                <w:szCs w:val="24"/>
              </w:rPr>
            </w:pPr>
            <w:r w:rsidRPr="003C124A">
              <w:rPr>
                <w:i w:val="0"/>
                <w:szCs w:val="24"/>
              </w:rPr>
              <w:t>м.п.</w:t>
            </w:r>
          </w:p>
        </w:tc>
        <w:tc>
          <w:tcPr>
            <w:tcW w:w="236" w:type="dxa"/>
            <w:vAlign w:val="center"/>
          </w:tcPr>
          <w:p w:rsidR="00E10821" w:rsidRPr="003C124A" w:rsidRDefault="00E10821" w:rsidP="005A00D0">
            <w:pPr>
              <w:pStyle w:val="aff3"/>
              <w:jc w:val="center"/>
              <w:rPr>
                <w:i w:val="0"/>
                <w:szCs w:val="24"/>
              </w:rPr>
            </w:pPr>
          </w:p>
        </w:tc>
        <w:tc>
          <w:tcPr>
            <w:tcW w:w="3357" w:type="dxa"/>
            <w:vAlign w:val="center"/>
          </w:tcPr>
          <w:p w:rsidR="00E10821" w:rsidRPr="003C124A" w:rsidRDefault="00E10821" w:rsidP="005A00D0">
            <w:pPr>
              <w:pStyle w:val="aff3"/>
              <w:jc w:val="center"/>
              <w:rPr>
                <w:i w:val="0"/>
                <w:szCs w:val="24"/>
              </w:rPr>
            </w:pPr>
          </w:p>
        </w:tc>
      </w:tr>
    </w:tbl>
    <w:p w:rsidR="00E10821" w:rsidRPr="003C124A" w:rsidRDefault="00E10821" w:rsidP="00E10821">
      <w:pPr>
        <w:pStyle w:val="aff3"/>
        <w:rPr>
          <w:i w:val="0"/>
          <w:szCs w:val="24"/>
        </w:rPr>
      </w:pPr>
    </w:p>
    <w:p w:rsidR="00E10821" w:rsidRPr="003C124A" w:rsidRDefault="00E10821" w:rsidP="00E10821">
      <w:pPr>
        <w:pStyle w:val="aff3"/>
        <w:ind w:firstLine="708"/>
        <w:rPr>
          <w:i w:val="0"/>
          <w:szCs w:val="24"/>
        </w:rPr>
      </w:pPr>
    </w:p>
    <w:p w:rsidR="00E10821" w:rsidRPr="003C124A" w:rsidRDefault="00E10821" w:rsidP="00E10821">
      <w:pPr>
        <w:pStyle w:val="aff3"/>
        <w:ind w:firstLine="708"/>
        <w:rPr>
          <w:i w:val="0"/>
          <w:szCs w:val="24"/>
        </w:rPr>
      </w:pPr>
    </w:p>
    <w:tbl>
      <w:tblPr>
        <w:tblW w:w="10485" w:type="dxa"/>
        <w:tblLook w:val="01E0"/>
      </w:tblPr>
      <w:tblGrid>
        <w:gridCol w:w="3348"/>
        <w:gridCol w:w="236"/>
        <w:gridCol w:w="2460"/>
        <w:gridCol w:w="731"/>
        <w:gridCol w:w="236"/>
        <w:gridCol w:w="3410"/>
        <w:gridCol w:w="64"/>
      </w:tblGrid>
      <w:tr w:rsidR="00E10821" w:rsidRPr="003C124A" w:rsidTr="005A00D0">
        <w:trPr>
          <w:gridAfter w:val="1"/>
          <w:wAfter w:w="64" w:type="dxa"/>
          <w:trHeight w:val="602"/>
        </w:trPr>
        <w:tc>
          <w:tcPr>
            <w:tcW w:w="10421" w:type="dxa"/>
            <w:gridSpan w:val="6"/>
            <w:tcBorders>
              <w:top w:val="dashed" w:sz="8" w:space="0" w:color="auto"/>
              <w:left w:val="nil"/>
              <w:bottom w:val="nil"/>
              <w:right w:val="nil"/>
            </w:tcBorders>
            <w:vAlign w:val="center"/>
            <w:hideMark/>
          </w:tcPr>
          <w:p w:rsidR="00E10821" w:rsidRPr="003C124A" w:rsidRDefault="00E10821" w:rsidP="005A00D0">
            <w:pPr>
              <w:pStyle w:val="aff3"/>
              <w:jc w:val="center"/>
              <w:rPr>
                <w:b/>
                <w:i w:val="0"/>
                <w:szCs w:val="24"/>
              </w:rPr>
            </w:pPr>
            <w:r w:rsidRPr="003C124A">
              <w:rPr>
                <w:b/>
                <w:i w:val="0"/>
                <w:szCs w:val="24"/>
              </w:rPr>
              <w:t>заполняется должностным лицом, принявшим заявление</w:t>
            </w:r>
          </w:p>
        </w:tc>
      </w:tr>
      <w:tr w:rsidR="00E10821" w:rsidRPr="003C124A" w:rsidTr="005A00D0">
        <w:trPr>
          <w:gridAfter w:val="1"/>
          <w:wAfter w:w="64" w:type="dxa"/>
        </w:trPr>
        <w:tc>
          <w:tcPr>
            <w:tcW w:w="3348" w:type="dxa"/>
            <w:tcBorders>
              <w:top w:val="nil"/>
              <w:left w:val="nil"/>
              <w:bottom w:val="single" w:sz="4" w:space="0" w:color="auto"/>
              <w:right w:val="nil"/>
            </w:tcBorders>
            <w:hideMark/>
          </w:tcPr>
          <w:p w:rsidR="00E10821" w:rsidRPr="003C124A" w:rsidRDefault="00E10821" w:rsidP="005A00D0">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E10821" w:rsidRPr="003C124A" w:rsidRDefault="00E10821" w:rsidP="005A00D0">
            <w:pPr>
              <w:pStyle w:val="aff3"/>
              <w:jc w:val="left"/>
              <w:rPr>
                <w:i w:val="0"/>
                <w:szCs w:val="24"/>
              </w:rPr>
            </w:pPr>
            <w:r w:rsidRPr="003C124A">
              <w:rPr>
                <w:i w:val="0"/>
                <w:szCs w:val="24"/>
              </w:rPr>
              <w:t>«       »                  20     г.</w:t>
            </w:r>
          </w:p>
        </w:tc>
        <w:tc>
          <w:tcPr>
            <w:tcW w:w="4377" w:type="dxa"/>
            <w:gridSpan w:val="3"/>
          </w:tcPr>
          <w:p w:rsidR="00E10821" w:rsidRPr="003C124A" w:rsidRDefault="00E10821" w:rsidP="005A00D0">
            <w:pPr>
              <w:pStyle w:val="aff3"/>
              <w:rPr>
                <w:i w:val="0"/>
                <w:szCs w:val="24"/>
              </w:rPr>
            </w:pPr>
          </w:p>
        </w:tc>
      </w:tr>
      <w:tr w:rsidR="00E10821" w:rsidRPr="003C124A" w:rsidTr="005A00D0">
        <w:trPr>
          <w:gridAfter w:val="1"/>
          <w:wAfter w:w="64" w:type="dxa"/>
        </w:trPr>
        <w:tc>
          <w:tcPr>
            <w:tcW w:w="3348" w:type="dxa"/>
            <w:tcBorders>
              <w:top w:val="nil"/>
              <w:left w:val="nil"/>
              <w:bottom w:val="single" w:sz="4" w:space="0" w:color="auto"/>
              <w:right w:val="nil"/>
            </w:tcBorders>
            <w:hideMark/>
          </w:tcPr>
          <w:p w:rsidR="00E10821" w:rsidRPr="003C124A" w:rsidRDefault="00E10821" w:rsidP="005A00D0">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E10821" w:rsidRPr="003C124A" w:rsidRDefault="00E10821" w:rsidP="005A00D0">
            <w:pPr>
              <w:pStyle w:val="aff3"/>
              <w:jc w:val="left"/>
              <w:rPr>
                <w:i w:val="0"/>
                <w:szCs w:val="24"/>
              </w:rPr>
            </w:pPr>
            <w:r w:rsidRPr="003C124A">
              <w:rPr>
                <w:i w:val="0"/>
                <w:szCs w:val="24"/>
              </w:rPr>
              <w:t xml:space="preserve">               час.            мин.</w:t>
            </w:r>
          </w:p>
        </w:tc>
        <w:tc>
          <w:tcPr>
            <w:tcW w:w="4377" w:type="dxa"/>
            <w:gridSpan w:val="3"/>
          </w:tcPr>
          <w:p w:rsidR="00E10821" w:rsidRPr="003C124A" w:rsidRDefault="00E10821" w:rsidP="005A00D0">
            <w:pPr>
              <w:pStyle w:val="aff3"/>
              <w:rPr>
                <w:i w:val="0"/>
                <w:szCs w:val="24"/>
              </w:rPr>
            </w:pPr>
          </w:p>
        </w:tc>
      </w:tr>
      <w:tr w:rsidR="00E10821" w:rsidRPr="003C124A" w:rsidTr="005A00D0">
        <w:trPr>
          <w:gridAfter w:val="1"/>
          <w:wAfter w:w="64" w:type="dxa"/>
        </w:trPr>
        <w:tc>
          <w:tcPr>
            <w:tcW w:w="6044" w:type="dxa"/>
            <w:gridSpan w:val="3"/>
            <w:tcBorders>
              <w:top w:val="nil"/>
              <w:left w:val="nil"/>
              <w:bottom w:val="single" w:sz="4" w:space="0" w:color="auto"/>
              <w:right w:val="nil"/>
            </w:tcBorders>
            <w:hideMark/>
          </w:tcPr>
          <w:p w:rsidR="00E10821" w:rsidRPr="003C124A" w:rsidRDefault="00E10821" w:rsidP="005A00D0">
            <w:pPr>
              <w:pStyle w:val="aff3"/>
              <w:rPr>
                <w:i w:val="0"/>
                <w:szCs w:val="24"/>
              </w:rPr>
            </w:pPr>
            <w:r w:rsidRPr="003C124A">
              <w:rPr>
                <w:i w:val="0"/>
                <w:szCs w:val="24"/>
              </w:rPr>
              <w:t>Регистрационный номер</w:t>
            </w:r>
          </w:p>
        </w:tc>
        <w:tc>
          <w:tcPr>
            <w:tcW w:w="4377" w:type="dxa"/>
            <w:gridSpan w:val="3"/>
          </w:tcPr>
          <w:p w:rsidR="00E10821" w:rsidRPr="003C124A" w:rsidRDefault="00E10821" w:rsidP="005A00D0">
            <w:pPr>
              <w:pStyle w:val="aff3"/>
              <w:rPr>
                <w:i w:val="0"/>
                <w:szCs w:val="24"/>
              </w:rPr>
            </w:pPr>
          </w:p>
        </w:tc>
      </w:tr>
      <w:tr w:rsidR="00E10821" w:rsidRPr="003C124A" w:rsidTr="005A00D0">
        <w:tc>
          <w:tcPr>
            <w:tcW w:w="3348" w:type="dxa"/>
            <w:tcBorders>
              <w:top w:val="nil"/>
              <w:left w:val="nil"/>
              <w:bottom w:val="single" w:sz="4" w:space="0" w:color="auto"/>
              <w:right w:val="nil"/>
            </w:tcBorders>
          </w:tcPr>
          <w:p w:rsidR="00E10821" w:rsidRPr="003C124A" w:rsidRDefault="00E10821" w:rsidP="005A00D0">
            <w:pPr>
              <w:pStyle w:val="aff3"/>
              <w:rPr>
                <w:i w:val="0"/>
                <w:szCs w:val="24"/>
              </w:rPr>
            </w:pPr>
          </w:p>
        </w:tc>
        <w:tc>
          <w:tcPr>
            <w:tcW w:w="236" w:type="dxa"/>
            <w:tcBorders>
              <w:top w:val="single" w:sz="4" w:space="0" w:color="auto"/>
              <w:left w:val="nil"/>
              <w:bottom w:val="nil"/>
              <w:right w:val="nil"/>
            </w:tcBorders>
          </w:tcPr>
          <w:p w:rsidR="00E10821" w:rsidRPr="003C124A" w:rsidRDefault="00E10821" w:rsidP="005A00D0">
            <w:pPr>
              <w:pStyle w:val="aff3"/>
              <w:rPr>
                <w:i w:val="0"/>
                <w:szCs w:val="24"/>
              </w:rPr>
            </w:pPr>
          </w:p>
        </w:tc>
        <w:tc>
          <w:tcPr>
            <w:tcW w:w="3191" w:type="dxa"/>
            <w:gridSpan w:val="2"/>
            <w:tcBorders>
              <w:top w:val="nil"/>
              <w:left w:val="nil"/>
              <w:bottom w:val="single" w:sz="4" w:space="0" w:color="auto"/>
              <w:right w:val="nil"/>
            </w:tcBorders>
          </w:tcPr>
          <w:p w:rsidR="00E10821" w:rsidRPr="003C124A" w:rsidRDefault="00E10821" w:rsidP="005A00D0">
            <w:pPr>
              <w:pStyle w:val="aff3"/>
              <w:rPr>
                <w:i w:val="0"/>
                <w:szCs w:val="24"/>
              </w:rPr>
            </w:pPr>
          </w:p>
        </w:tc>
        <w:tc>
          <w:tcPr>
            <w:tcW w:w="236" w:type="dxa"/>
          </w:tcPr>
          <w:p w:rsidR="00E10821" w:rsidRPr="003C124A" w:rsidRDefault="00E10821" w:rsidP="005A00D0">
            <w:pPr>
              <w:pStyle w:val="aff3"/>
              <w:rPr>
                <w:i w:val="0"/>
                <w:szCs w:val="24"/>
              </w:rPr>
            </w:pPr>
          </w:p>
        </w:tc>
        <w:tc>
          <w:tcPr>
            <w:tcW w:w="3474" w:type="dxa"/>
            <w:gridSpan w:val="2"/>
            <w:tcBorders>
              <w:top w:val="nil"/>
              <w:left w:val="nil"/>
              <w:bottom w:val="single" w:sz="4" w:space="0" w:color="auto"/>
              <w:right w:val="nil"/>
            </w:tcBorders>
          </w:tcPr>
          <w:p w:rsidR="00E10821" w:rsidRPr="003C124A" w:rsidRDefault="00E10821" w:rsidP="005A00D0">
            <w:pPr>
              <w:pStyle w:val="aff3"/>
              <w:rPr>
                <w:i w:val="0"/>
                <w:szCs w:val="24"/>
              </w:rPr>
            </w:pPr>
          </w:p>
        </w:tc>
      </w:tr>
      <w:tr w:rsidR="00E10821" w:rsidRPr="003C124A" w:rsidTr="005A00D0">
        <w:tc>
          <w:tcPr>
            <w:tcW w:w="3348" w:type="dxa"/>
            <w:tcBorders>
              <w:top w:val="single" w:sz="4" w:space="0" w:color="auto"/>
              <w:left w:val="nil"/>
              <w:bottom w:val="nil"/>
              <w:right w:val="nil"/>
            </w:tcBorders>
            <w:vAlign w:val="center"/>
            <w:hideMark/>
          </w:tcPr>
          <w:p w:rsidR="00E10821" w:rsidRPr="003C124A" w:rsidRDefault="00E10821" w:rsidP="005A00D0">
            <w:pPr>
              <w:pStyle w:val="aff3"/>
              <w:jc w:val="center"/>
              <w:rPr>
                <w:i w:val="0"/>
                <w:szCs w:val="24"/>
              </w:rPr>
            </w:pPr>
            <w:r w:rsidRPr="003C124A">
              <w:rPr>
                <w:i w:val="0"/>
                <w:szCs w:val="24"/>
              </w:rPr>
              <w:t>(должность)</w:t>
            </w:r>
          </w:p>
        </w:tc>
        <w:tc>
          <w:tcPr>
            <w:tcW w:w="236" w:type="dxa"/>
            <w:vAlign w:val="center"/>
          </w:tcPr>
          <w:p w:rsidR="00E10821" w:rsidRPr="003C124A" w:rsidRDefault="00E10821" w:rsidP="005A00D0">
            <w:pPr>
              <w:pStyle w:val="aff3"/>
              <w:jc w:val="center"/>
              <w:rPr>
                <w:i w:val="0"/>
                <w:szCs w:val="24"/>
              </w:rPr>
            </w:pPr>
          </w:p>
        </w:tc>
        <w:tc>
          <w:tcPr>
            <w:tcW w:w="3191" w:type="dxa"/>
            <w:gridSpan w:val="2"/>
            <w:vAlign w:val="center"/>
            <w:hideMark/>
          </w:tcPr>
          <w:p w:rsidR="00E10821" w:rsidRPr="003C124A" w:rsidRDefault="00E10821" w:rsidP="005A00D0">
            <w:pPr>
              <w:pStyle w:val="aff3"/>
              <w:jc w:val="center"/>
              <w:rPr>
                <w:i w:val="0"/>
                <w:szCs w:val="24"/>
              </w:rPr>
            </w:pPr>
            <w:r w:rsidRPr="003C124A">
              <w:rPr>
                <w:i w:val="0"/>
                <w:szCs w:val="24"/>
              </w:rPr>
              <w:t>(подпись)</w:t>
            </w:r>
          </w:p>
        </w:tc>
        <w:tc>
          <w:tcPr>
            <w:tcW w:w="236" w:type="dxa"/>
            <w:vAlign w:val="center"/>
          </w:tcPr>
          <w:p w:rsidR="00E10821" w:rsidRPr="003C124A" w:rsidRDefault="00E10821" w:rsidP="005A00D0">
            <w:pPr>
              <w:pStyle w:val="aff3"/>
              <w:jc w:val="center"/>
              <w:rPr>
                <w:i w:val="0"/>
                <w:szCs w:val="24"/>
              </w:rPr>
            </w:pPr>
          </w:p>
        </w:tc>
        <w:tc>
          <w:tcPr>
            <w:tcW w:w="3474" w:type="dxa"/>
            <w:gridSpan w:val="2"/>
            <w:vAlign w:val="center"/>
            <w:hideMark/>
          </w:tcPr>
          <w:p w:rsidR="00E10821" w:rsidRPr="003C124A" w:rsidRDefault="00E10821" w:rsidP="005A00D0">
            <w:pPr>
              <w:pStyle w:val="aff3"/>
              <w:jc w:val="center"/>
              <w:rPr>
                <w:i w:val="0"/>
                <w:szCs w:val="24"/>
              </w:rPr>
            </w:pPr>
            <w:r w:rsidRPr="003C124A">
              <w:rPr>
                <w:i w:val="0"/>
                <w:szCs w:val="24"/>
              </w:rPr>
              <w:t>(Ф.И.О.)</w:t>
            </w:r>
          </w:p>
        </w:tc>
      </w:tr>
    </w:tbl>
    <w:p w:rsidR="00E10821" w:rsidRPr="003C124A" w:rsidRDefault="00E10821" w:rsidP="00E10821">
      <w:pPr>
        <w:pStyle w:val="ConsPlusNonformat"/>
        <w:jc w:val="right"/>
        <w:rPr>
          <w:rFonts w:ascii="Times New Roman" w:hAnsi="Times New Roman" w:cs="Times New Roman"/>
          <w:b/>
          <w:sz w:val="24"/>
          <w:szCs w:val="24"/>
          <w:u w:val="single"/>
        </w:rPr>
      </w:pPr>
    </w:p>
    <w:p w:rsidR="00E10821" w:rsidRPr="003C124A" w:rsidRDefault="00E10821" w:rsidP="00E10821">
      <w:pPr>
        <w:widowControl w:val="0"/>
        <w:spacing w:after="0"/>
        <w:ind w:firstLine="72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 3</w:t>
      </w:r>
    </w:p>
    <w:p w:rsidR="00E10821" w:rsidRPr="003C124A" w:rsidRDefault="00E10821" w:rsidP="00E10821">
      <w:pPr>
        <w:widowControl w:val="0"/>
        <w:spacing w:after="0"/>
        <w:ind w:firstLine="720"/>
        <w:jc w:val="right"/>
        <w:rPr>
          <w:rFonts w:ascii="Times New Roman" w:hAnsi="Times New Roman"/>
          <w:b/>
          <w:sz w:val="24"/>
          <w:szCs w:val="24"/>
          <w:u w:val="single"/>
        </w:rPr>
      </w:pPr>
    </w:p>
    <w:p w:rsidR="00E10821" w:rsidRPr="003C124A" w:rsidRDefault="00E10821" w:rsidP="00E10821">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E10821" w:rsidRPr="003C124A" w:rsidRDefault="00E10821" w:rsidP="00E10821">
      <w:pPr>
        <w:autoSpaceDE w:val="0"/>
        <w:autoSpaceDN w:val="0"/>
        <w:adjustRightInd w:val="0"/>
        <w:spacing w:after="0"/>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E10821" w:rsidRPr="003C124A" w:rsidRDefault="00E10821" w:rsidP="00E10821">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E10821" w:rsidRPr="003C124A" w:rsidTr="005A00D0">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E10821" w:rsidRPr="003C124A" w:rsidTr="005A00D0">
        <w:trPr>
          <w:cantSplit/>
          <w:trHeight w:val="240"/>
        </w:trPr>
        <w:tc>
          <w:tcPr>
            <w:tcW w:w="541"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r>
      <w:tr w:rsidR="00E10821" w:rsidRPr="003C124A" w:rsidTr="005A00D0">
        <w:trPr>
          <w:cantSplit/>
          <w:trHeight w:val="240"/>
        </w:trPr>
        <w:tc>
          <w:tcPr>
            <w:tcW w:w="541"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r>
      <w:tr w:rsidR="00E10821" w:rsidRPr="003C124A" w:rsidTr="005A00D0">
        <w:trPr>
          <w:cantSplit/>
          <w:trHeight w:val="240"/>
        </w:trPr>
        <w:tc>
          <w:tcPr>
            <w:tcW w:w="541"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r>
      <w:tr w:rsidR="00E10821" w:rsidRPr="003C124A" w:rsidTr="005A00D0">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r>
    </w:tbl>
    <w:p w:rsidR="00E10821" w:rsidRPr="003C124A" w:rsidRDefault="00E10821" w:rsidP="00E10821">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E10821" w:rsidRPr="003C124A" w:rsidTr="005A00D0">
        <w:tc>
          <w:tcPr>
            <w:tcW w:w="1728" w:type="dxa"/>
            <w:vMerge w:val="restart"/>
            <w:shd w:val="clear" w:color="auto" w:fill="auto"/>
            <w:vAlign w:val="center"/>
          </w:tcPr>
          <w:p w:rsidR="00E10821" w:rsidRPr="003C124A" w:rsidRDefault="00E10821" w:rsidP="005A00D0">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E10821" w:rsidRPr="003C124A" w:rsidRDefault="00E10821" w:rsidP="005A00D0">
            <w:pPr>
              <w:pStyle w:val="aff3"/>
              <w:rPr>
                <w:i w:val="0"/>
                <w:szCs w:val="24"/>
              </w:rPr>
            </w:pPr>
          </w:p>
        </w:tc>
        <w:tc>
          <w:tcPr>
            <w:tcW w:w="236" w:type="dxa"/>
            <w:shd w:val="clear" w:color="auto" w:fill="auto"/>
          </w:tcPr>
          <w:p w:rsidR="00E10821" w:rsidRPr="003C124A" w:rsidRDefault="00E10821" w:rsidP="005A00D0">
            <w:pPr>
              <w:pStyle w:val="aff3"/>
              <w:rPr>
                <w:i w:val="0"/>
                <w:szCs w:val="24"/>
              </w:rPr>
            </w:pPr>
          </w:p>
        </w:tc>
        <w:tc>
          <w:tcPr>
            <w:tcW w:w="2266" w:type="dxa"/>
            <w:tcBorders>
              <w:top w:val="nil"/>
              <w:left w:val="nil"/>
              <w:bottom w:val="single" w:sz="4" w:space="0" w:color="auto"/>
              <w:right w:val="nil"/>
            </w:tcBorders>
            <w:shd w:val="clear" w:color="auto" w:fill="auto"/>
          </w:tcPr>
          <w:p w:rsidR="00E10821" w:rsidRPr="003C124A" w:rsidRDefault="00E10821" w:rsidP="005A00D0">
            <w:pPr>
              <w:pStyle w:val="aff3"/>
              <w:rPr>
                <w:i w:val="0"/>
                <w:szCs w:val="24"/>
              </w:rPr>
            </w:pPr>
          </w:p>
        </w:tc>
        <w:tc>
          <w:tcPr>
            <w:tcW w:w="236" w:type="dxa"/>
            <w:shd w:val="clear" w:color="auto" w:fill="auto"/>
          </w:tcPr>
          <w:p w:rsidR="00E10821" w:rsidRPr="003C124A" w:rsidRDefault="00E10821" w:rsidP="005A00D0">
            <w:pPr>
              <w:pStyle w:val="aff3"/>
              <w:rPr>
                <w:i w:val="0"/>
                <w:szCs w:val="24"/>
              </w:rPr>
            </w:pPr>
          </w:p>
        </w:tc>
        <w:tc>
          <w:tcPr>
            <w:tcW w:w="2520" w:type="dxa"/>
            <w:tcBorders>
              <w:top w:val="nil"/>
              <w:left w:val="nil"/>
              <w:bottom w:val="single" w:sz="4" w:space="0" w:color="auto"/>
              <w:right w:val="nil"/>
            </w:tcBorders>
            <w:shd w:val="clear" w:color="auto" w:fill="auto"/>
          </w:tcPr>
          <w:p w:rsidR="00E10821" w:rsidRPr="003C124A" w:rsidRDefault="00E10821" w:rsidP="005A00D0">
            <w:pPr>
              <w:pStyle w:val="aff3"/>
              <w:rPr>
                <w:i w:val="0"/>
                <w:szCs w:val="24"/>
              </w:rPr>
            </w:pPr>
          </w:p>
        </w:tc>
      </w:tr>
      <w:tr w:rsidR="00E10821" w:rsidRPr="003C124A" w:rsidTr="005A00D0">
        <w:tc>
          <w:tcPr>
            <w:tcW w:w="0" w:type="auto"/>
            <w:vMerge/>
            <w:shd w:val="clear" w:color="auto" w:fill="auto"/>
            <w:vAlign w:val="center"/>
          </w:tcPr>
          <w:p w:rsidR="00E10821" w:rsidRPr="003C124A" w:rsidRDefault="00E10821" w:rsidP="005A00D0">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E10821" w:rsidRPr="003C124A" w:rsidRDefault="00E10821" w:rsidP="005A00D0">
            <w:pPr>
              <w:pStyle w:val="aff3"/>
              <w:jc w:val="center"/>
              <w:rPr>
                <w:i w:val="0"/>
                <w:szCs w:val="24"/>
              </w:rPr>
            </w:pPr>
            <w:r w:rsidRPr="003C124A">
              <w:rPr>
                <w:i w:val="0"/>
                <w:szCs w:val="24"/>
              </w:rPr>
              <w:t>(должность)</w:t>
            </w:r>
          </w:p>
        </w:tc>
        <w:tc>
          <w:tcPr>
            <w:tcW w:w="236" w:type="dxa"/>
            <w:shd w:val="clear" w:color="auto" w:fill="auto"/>
            <w:vAlign w:val="center"/>
          </w:tcPr>
          <w:p w:rsidR="00E10821" w:rsidRPr="003C124A" w:rsidRDefault="00E10821" w:rsidP="005A00D0">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E10821" w:rsidRPr="003C124A" w:rsidRDefault="00E10821" w:rsidP="005A00D0">
            <w:pPr>
              <w:pStyle w:val="aff3"/>
              <w:jc w:val="center"/>
              <w:rPr>
                <w:i w:val="0"/>
                <w:szCs w:val="24"/>
              </w:rPr>
            </w:pPr>
            <w:r w:rsidRPr="003C124A">
              <w:rPr>
                <w:i w:val="0"/>
                <w:szCs w:val="24"/>
              </w:rPr>
              <w:t>(подпись)</w:t>
            </w:r>
          </w:p>
        </w:tc>
        <w:tc>
          <w:tcPr>
            <w:tcW w:w="236" w:type="dxa"/>
            <w:shd w:val="clear" w:color="auto" w:fill="auto"/>
            <w:vAlign w:val="center"/>
          </w:tcPr>
          <w:p w:rsidR="00E10821" w:rsidRPr="003C124A" w:rsidRDefault="00E10821" w:rsidP="005A00D0">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E10821" w:rsidRPr="003C124A" w:rsidRDefault="00E10821" w:rsidP="005A00D0">
            <w:pPr>
              <w:pStyle w:val="aff3"/>
              <w:jc w:val="center"/>
              <w:rPr>
                <w:i w:val="0"/>
                <w:szCs w:val="24"/>
              </w:rPr>
            </w:pPr>
            <w:r w:rsidRPr="003C124A">
              <w:rPr>
                <w:i w:val="0"/>
                <w:szCs w:val="24"/>
              </w:rPr>
              <w:t>(Ф.И.О.)</w:t>
            </w:r>
          </w:p>
        </w:tc>
      </w:tr>
      <w:tr w:rsidR="00E10821" w:rsidRPr="003C124A" w:rsidTr="005A00D0">
        <w:tc>
          <w:tcPr>
            <w:tcW w:w="2808" w:type="dxa"/>
            <w:gridSpan w:val="2"/>
            <w:tcBorders>
              <w:top w:val="nil"/>
              <w:left w:val="nil"/>
              <w:bottom w:val="single" w:sz="4" w:space="0" w:color="auto"/>
              <w:right w:val="nil"/>
            </w:tcBorders>
            <w:shd w:val="clear" w:color="auto" w:fill="auto"/>
          </w:tcPr>
          <w:p w:rsidR="00E10821" w:rsidRPr="003C124A" w:rsidRDefault="00E10821" w:rsidP="005A00D0">
            <w:pPr>
              <w:pStyle w:val="aff3"/>
              <w:jc w:val="left"/>
              <w:rPr>
                <w:i w:val="0"/>
                <w:szCs w:val="24"/>
              </w:rPr>
            </w:pPr>
          </w:p>
          <w:p w:rsidR="00E10821" w:rsidRPr="003C124A" w:rsidRDefault="00E10821" w:rsidP="005A00D0">
            <w:pPr>
              <w:pStyle w:val="aff3"/>
              <w:jc w:val="left"/>
              <w:rPr>
                <w:i w:val="0"/>
                <w:szCs w:val="24"/>
              </w:rPr>
            </w:pPr>
            <w:r w:rsidRPr="003C124A">
              <w:rPr>
                <w:i w:val="0"/>
                <w:szCs w:val="24"/>
              </w:rPr>
              <w:t>«       »                  20     г.</w:t>
            </w:r>
          </w:p>
        </w:tc>
        <w:tc>
          <w:tcPr>
            <w:tcW w:w="1980" w:type="dxa"/>
            <w:gridSpan w:val="2"/>
            <w:shd w:val="clear" w:color="auto" w:fill="auto"/>
            <w:vAlign w:val="center"/>
          </w:tcPr>
          <w:p w:rsidR="00E10821" w:rsidRPr="003C124A" w:rsidRDefault="00E10821" w:rsidP="005A00D0">
            <w:pPr>
              <w:spacing w:after="0"/>
              <w:jc w:val="center"/>
              <w:rPr>
                <w:rFonts w:ascii="Times New Roman" w:hAnsi="Times New Roman"/>
                <w:sz w:val="24"/>
                <w:szCs w:val="24"/>
              </w:rPr>
            </w:pPr>
          </w:p>
        </w:tc>
        <w:tc>
          <w:tcPr>
            <w:tcW w:w="2266" w:type="dxa"/>
            <w:shd w:val="clear" w:color="auto" w:fill="auto"/>
            <w:vAlign w:val="center"/>
          </w:tcPr>
          <w:p w:rsidR="00E10821" w:rsidRPr="003C124A" w:rsidRDefault="00E10821" w:rsidP="005A00D0">
            <w:pPr>
              <w:pStyle w:val="aff3"/>
              <w:jc w:val="center"/>
              <w:rPr>
                <w:i w:val="0"/>
                <w:szCs w:val="24"/>
              </w:rPr>
            </w:pPr>
            <w:r w:rsidRPr="003C124A">
              <w:rPr>
                <w:i w:val="0"/>
                <w:szCs w:val="24"/>
              </w:rPr>
              <w:t>М.П.</w:t>
            </w:r>
          </w:p>
          <w:p w:rsidR="00E10821" w:rsidRPr="003C124A" w:rsidRDefault="00E10821" w:rsidP="005A00D0">
            <w:pPr>
              <w:pStyle w:val="aff3"/>
              <w:jc w:val="center"/>
              <w:rPr>
                <w:i w:val="0"/>
                <w:szCs w:val="24"/>
              </w:rPr>
            </w:pPr>
          </w:p>
        </w:tc>
        <w:tc>
          <w:tcPr>
            <w:tcW w:w="236" w:type="dxa"/>
            <w:shd w:val="clear" w:color="auto" w:fill="auto"/>
            <w:vAlign w:val="center"/>
          </w:tcPr>
          <w:p w:rsidR="00E10821" w:rsidRPr="003C124A" w:rsidRDefault="00E10821" w:rsidP="005A00D0">
            <w:pPr>
              <w:pStyle w:val="aff3"/>
              <w:jc w:val="center"/>
              <w:rPr>
                <w:i w:val="0"/>
                <w:szCs w:val="24"/>
              </w:rPr>
            </w:pPr>
          </w:p>
        </w:tc>
        <w:tc>
          <w:tcPr>
            <w:tcW w:w="2520" w:type="dxa"/>
            <w:shd w:val="clear" w:color="auto" w:fill="auto"/>
            <w:vAlign w:val="center"/>
          </w:tcPr>
          <w:p w:rsidR="00E10821" w:rsidRPr="003C124A" w:rsidRDefault="00E10821" w:rsidP="005A00D0">
            <w:pPr>
              <w:pStyle w:val="aff3"/>
              <w:jc w:val="center"/>
              <w:rPr>
                <w:i w:val="0"/>
                <w:szCs w:val="24"/>
              </w:rPr>
            </w:pPr>
          </w:p>
        </w:tc>
      </w:tr>
    </w:tbl>
    <w:p w:rsidR="00E10821" w:rsidRPr="003C124A" w:rsidRDefault="00E10821" w:rsidP="00E10821">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E10821" w:rsidRPr="003C124A" w:rsidTr="005A00D0">
        <w:tc>
          <w:tcPr>
            <w:tcW w:w="1728" w:type="dxa"/>
            <w:vMerge w:val="restart"/>
            <w:shd w:val="clear" w:color="auto" w:fill="auto"/>
            <w:vAlign w:val="center"/>
          </w:tcPr>
          <w:p w:rsidR="00E10821" w:rsidRPr="003C124A" w:rsidRDefault="00E10821" w:rsidP="005A00D0">
            <w:pPr>
              <w:pStyle w:val="aff3"/>
              <w:tabs>
                <w:tab w:val="left" w:pos="4055"/>
              </w:tabs>
              <w:rPr>
                <w:i w:val="0"/>
                <w:szCs w:val="24"/>
              </w:rPr>
            </w:pPr>
            <w:r w:rsidRPr="003C124A">
              <w:rPr>
                <w:i w:val="0"/>
                <w:szCs w:val="24"/>
              </w:rPr>
              <w:t>Главный бухгалтер</w:t>
            </w:r>
          </w:p>
        </w:tc>
        <w:tc>
          <w:tcPr>
            <w:tcW w:w="2520" w:type="dxa"/>
            <w:shd w:val="clear" w:color="auto" w:fill="auto"/>
          </w:tcPr>
          <w:p w:rsidR="00E10821" w:rsidRPr="003C124A" w:rsidRDefault="00E10821" w:rsidP="005A00D0">
            <w:pPr>
              <w:pStyle w:val="aff3"/>
              <w:rPr>
                <w:i w:val="0"/>
                <w:szCs w:val="24"/>
              </w:rPr>
            </w:pPr>
          </w:p>
        </w:tc>
        <w:tc>
          <w:tcPr>
            <w:tcW w:w="236" w:type="dxa"/>
            <w:shd w:val="clear" w:color="auto" w:fill="auto"/>
          </w:tcPr>
          <w:p w:rsidR="00E10821" w:rsidRPr="003C124A" w:rsidRDefault="00E10821" w:rsidP="005A00D0">
            <w:pPr>
              <w:pStyle w:val="aff3"/>
              <w:rPr>
                <w:i w:val="0"/>
                <w:szCs w:val="24"/>
              </w:rPr>
            </w:pPr>
          </w:p>
        </w:tc>
        <w:tc>
          <w:tcPr>
            <w:tcW w:w="2824" w:type="dxa"/>
            <w:tcBorders>
              <w:top w:val="nil"/>
              <w:left w:val="nil"/>
              <w:bottom w:val="single" w:sz="4" w:space="0" w:color="auto"/>
              <w:right w:val="nil"/>
            </w:tcBorders>
            <w:shd w:val="clear" w:color="auto" w:fill="auto"/>
          </w:tcPr>
          <w:p w:rsidR="00E10821" w:rsidRPr="003C124A" w:rsidRDefault="00E10821" w:rsidP="005A00D0">
            <w:pPr>
              <w:pStyle w:val="aff3"/>
              <w:rPr>
                <w:i w:val="0"/>
                <w:szCs w:val="24"/>
              </w:rPr>
            </w:pPr>
          </w:p>
        </w:tc>
        <w:tc>
          <w:tcPr>
            <w:tcW w:w="236" w:type="dxa"/>
            <w:shd w:val="clear" w:color="auto" w:fill="auto"/>
          </w:tcPr>
          <w:p w:rsidR="00E10821" w:rsidRPr="003C124A" w:rsidRDefault="00E10821" w:rsidP="005A00D0">
            <w:pPr>
              <w:pStyle w:val="aff3"/>
              <w:rPr>
                <w:i w:val="0"/>
                <w:szCs w:val="24"/>
              </w:rPr>
            </w:pPr>
          </w:p>
        </w:tc>
        <w:tc>
          <w:tcPr>
            <w:tcW w:w="2464" w:type="dxa"/>
            <w:tcBorders>
              <w:top w:val="nil"/>
              <w:left w:val="nil"/>
              <w:bottom w:val="single" w:sz="4" w:space="0" w:color="auto"/>
              <w:right w:val="nil"/>
            </w:tcBorders>
            <w:shd w:val="clear" w:color="auto" w:fill="auto"/>
          </w:tcPr>
          <w:p w:rsidR="00E10821" w:rsidRPr="003C124A" w:rsidRDefault="00E10821" w:rsidP="005A00D0">
            <w:pPr>
              <w:pStyle w:val="aff3"/>
              <w:rPr>
                <w:i w:val="0"/>
                <w:szCs w:val="24"/>
              </w:rPr>
            </w:pPr>
          </w:p>
        </w:tc>
      </w:tr>
      <w:tr w:rsidR="00E10821" w:rsidRPr="003C124A" w:rsidTr="005A00D0">
        <w:tc>
          <w:tcPr>
            <w:tcW w:w="0" w:type="auto"/>
            <w:vMerge/>
            <w:shd w:val="clear" w:color="auto" w:fill="auto"/>
            <w:vAlign w:val="center"/>
          </w:tcPr>
          <w:p w:rsidR="00E10821" w:rsidRPr="003C124A" w:rsidRDefault="00E10821" w:rsidP="005A00D0">
            <w:pPr>
              <w:spacing w:after="0"/>
              <w:rPr>
                <w:rFonts w:ascii="Times New Roman" w:hAnsi="Times New Roman"/>
                <w:sz w:val="24"/>
                <w:szCs w:val="24"/>
              </w:rPr>
            </w:pPr>
          </w:p>
        </w:tc>
        <w:tc>
          <w:tcPr>
            <w:tcW w:w="2520" w:type="dxa"/>
            <w:shd w:val="clear" w:color="auto" w:fill="auto"/>
            <w:vAlign w:val="center"/>
          </w:tcPr>
          <w:p w:rsidR="00E10821" w:rsidRPr="003C124A" w:rsidRDefault="00E10821" w:rsidP="005A00D0">
            <w:pPr>
              <w:pStyle w:val="aff3"/>
              <w:jc w:val="center"/>
              <w:rPr>
                <w:i w:val="0"/>
                <w:szCs w:val="24"/>
              </w:rPr>
            </w:pPr>
          </w:p>
        </w:tc>
        <w:tc>
          <w:tcPr>
            <w:tcW w:w="236" w:type="dxa"/>
            <w:shd w:val="clear" w:color="auto" w:fill="auto"/>
            <w:vAlign w:val="center"/>
          </w:tcPr>
          <w:p w:rsidR="00E10821" w:rsidRPr="003C124A" w:rsidRDefault="00E10821" w:rsidP="005A00D0">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E10821" w:rsidRPr="003C124A" w:rsidRDefault="00E10821" w:rsidP="005A00D0">
            <w:pPr>
              <w:pStyle w:val="aff3"/>
              <w:jc w:val="center"/>
              <w:rPr>
                <w:i w:val="0"/>
                <w:szCs w:val="24"/>
              </w:rPr>
            </w:pPr>
            <w:r w:rsidRPr="003C124A">
              <w:rPr>
                <w:i w:val="0"/>
                <w:szCs w:val="24"/>
              </w:rPr>
              <w:t>(подпись)</w:t>
            </w:r>
          </w:p>
        </w:tc>
        <w:tc>
          <w:tcPr>
            <w:tcW w:w="236" w:type="dxa"/>
            <w:shd w:val="clear" w:color="auto" w:fill="auto"/>
            <w:vAlign w:val="center"/>
          </w:tcPr>
          <w:p w:rsidR="00E10821" w:rsidRPr="003C124A" w:rsidRDefault="00E10821" w:rsidP="005A00D0">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E10821" w:rsidRPr="003C124A" w:rsidRDefault="00E10821" w:rsidP="005A00D0">
            <w:pPr>
              <w:pStyle w:val="aff3"/>
              <w:jc w:val="center"/>
              <w:rPr>
                <w:i w:val="0"/>
                <w:szCs w:val="24"/>
              </w:rPr>
            </w:pPr>
            <w:r w:rsidRPr="003C124A">
              <w:rPr>
                <w:i w:val="0"/>
                <w:szCs w:val="24"/>
              </w:rPr>
              <w:t>(Ф.И.О.)</w:t>
            </w:r>
          </w:p>
        </w:tc>
      </w:tr>
    </w:tbl>
    <w:p w:rsidR="00E10821" w:rsidRPr="003C124A" w:rsidRDefault="00E10821" w:rsidP="00E10821">
      <w:pPr>
        <w:widowControl w:val="0"/>
        <w:spacing w:after="0"/>
        <w:rPr>
          <w:rFonts w:ascii="Times New Roman" w:hAnsi="Times New Roman"/>
          <w:b/>
          <w:sz w:val="24"/>
          <w:szCs w:val="24"/>
          <w:u w:val="single"/>
        </w:rPr>
      </w:pPr>
    </w:p>
    <w:p w:rsidR="00E10821" w:rsidRPr="003C124A" w:rsidRDefault="00E10821" w:rsidP="00E10821">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E10821" w:rsidRPr="003C124A" w:rsidRDefault="00E10821" w:rsidP="00E10821">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E10821" w:rsidRPr="003C124A" w:rsidTr="005A00D0">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E10821" w:rsidRPr="003C124A" w:rsidTr="005A00D0">
        <w:trPr>
          <w:cantSplit/>
          <w:trHeight w:val="240"/>
        </w:trPr>
        <w:tc>
          <w:tcPr>
            <w:tcW w:w="2799"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E10821" w:rsidRPr="003C124A" w:rsidTr="005A00D0">
        <w:trPr>
          <w:cantSplit/>
          <w:trHeight w:val="240"/>
        </w:trPr>
        <w:tc>
          <w:tcPr>
            <w:tcW w:w="2799"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E10821" w:rsidRPr="003C124A" w:rsidRDefault="00E10821" w:rsidP="005A00D0">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E10821" w:rsidRPr="003C124A" w:rsidRDefault="00E10821" w:rsidP="00E10821">
      <w:pPr>
        <w:autoSpaceDE w:val="0"/>
        <w:autoSpaceDN w:val="0"/>
        <w:adjustRightInd w:val="0"/>
        <w:spacing w:after="0"/>
        <w:rPr>
          <w:rFonts w:ascii="Times New Roman" w:eastAsia="Arial Unicode MS" w:hAnsi="Times New Roman"/>
          <w:color w:val="000000"/>
          <w:sz w:val="24"/>
          <w:szCs w:val="24"/>
        </w:rPr>
      </w:pPr>
    </w:p>
    <w:p w:rsidR="00E10821" w:rsidRPr="003C124A" w:rsidRDefault="00E10821" w:rsidP="00E10821">
      <w:pPr>
        <w:autoSpaceDE w:val="0"/>
        <w:autoSpaceDN w:val="0"/>
        <w:adjustRightInd w:val="0"/>
        <w:spacing w:after="0"/>
        <w:rPr>
          <w:rFonts w:ascii="Times New Roman" w:eastAsia="Arial Unicode MS" w:hAnsi="Times New Roman"/>
          <w:color w:val="000000"/>
          <w:sz w:val="24"/>
          <w:szCs w:val="24"/>
        </w:rPr>
      </w:pPr>
    </w:p>
    <w:p w:rsidR="00E10821" w:rsidRPr="003C124A" w:rsidRDefault="00E10821" w:rsidP="00E10821">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E10821" w:rsidRPr="003C124A" w:rsidRDefault="00E10821" w:rsidP="00E10821">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E10821" w:rsidRPr="003C124A" w:rsidRDefault="00E10821" w:rsidP="00E10821">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E10821" w:rsidRPr="003C124A" w:rsidRDefault="00E10821" w:rsidP="00E10821">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E10821" w:rsidRPr="003C124A" w:rsidTr="005A00D0">
        <w:tc>
          <w:tcPr>
            <w:tcW w:w="1728" w:type="dxa"/>
            <w:vMerge w:val="restart"/>
            <w:shd w:val="clear" w:color="auto" w:fill="auto"/>
            <w:vAlign w:val="center"/>
          </w:tcPr>
          <w:p w:rsidR="00E10821" w:rsidRPr="003C124A" w:rsidRDefault="00E10821" w:rsidP="005A00D0">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E10821" w:rsidRPr="003C124A" w:rsidRDefault="00E10821" w:rsidP="005A00D0">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E10821" w:rsidRPr="003C124A" w:rsidRDefault="00E10821" w:rsidP="005A00D0">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E10821" w:rsidRPr="003C124A" w:rsidRDefault="00E10821" w:rsidP="005A00D0">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E10821" w:rsidRPr="003C124A" w:rsidRDefault="00E10821" w:rsidP="005A00D0">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E10821" w:rsidRPr="003C124A" w:rsidRDefault="00E10821" w:rsidP="005A00D0">
            <w:pPr>
              <w:widowControl w:val="0"/>
              <w:snapToGrid w:val="0"/>
              <w:spacing w:after="0"/>
              <w:jc w:val="both"/>
              <w:rPr>
                <w:rFonts w:ascii="Times New Roman" w:eastAsia="Arial Unicode MS" w:hAnsi="Times New Roman"/>
                <w:color w:val="000000"/>
                <w:sz w:val="24"/>
                <w:szCs w:val="24"/>
              </w:rPr>
            </w:pPr>
          </w:p>
        </w:tc>
      </w:tr>
      <w:tr w:rsidR="00E10821" w:rsidRPr="003C124A" w:rsidTr="005A00D0">
        <w:tc>
          <w:tcPr>
            <w:tcW w:w="0" w:type="auto"/>
            <w:vMerge/>
            <w:shd w:val="clear" w:color="auto" w:fill="auto"/>
            <w:vAlign w:val="center"/>
          </w:tcPr>
          <w:p w:rsidR="00E10821" w:rsidRPr="003C124A" w:rsidRDefault="00E10821" w:rsidP="005A00D0">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E10821" w:rsidRPr="003C124A" w:rsidRDefault="00E10821" w:rsidP="005A00D0">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E10821" w:rsidRPr="003C124A" w:rsidRDefault="00E10821" w:rsidP="005A00D0">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E10821" w:rsidRPr="003C124A" w:rsidRDefault="00E10821" w:rsidP="005A00D0">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E10821" w:rsidRPr="003C124A" w:rsidRDefault="00E10821" w:rsidP="005A00D0">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E10821" w:rsidRPr="003C124A" w:rsidRDefault="00E10821" w:rsidP="005A00D0">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E10821" w:rsidRPr="003C124A" w:rsidTr="005A00D0">
        <w:tc>
          <w:tcPr>
            <w:tcW w:w="2808" w:type="dxa"/>
            <w:gridSpan w:val="2"/>
            <w:tcBorders>
              <w:top w:val="nil"/>
              <w:left w:val="nil"/>
              <w:bottom w:val="single" w:sz="4" w:space="0" w:color="auto"/>
              <w:right w:val="nil"/>
            </w:tcBorders>
            <w:shd w:val="clear" w:color="auto" w:fill="auto"/>
          </w:tcPr>
          <w:p w:rsidR="00E10821" w:rsidRPr="003C124A" w:rsidRDefault="00E10821" w:rsidP="005A00D0">
            <w:pPr>
              <w:widowControl w:val="0"/>
              <w:snapToGrid w:val="0"/>
              <w:spacing w:after="0"/>
              <w:rPr>
                <w:rFonts w:ascii="Times New Roman" w:eastAsia="Arial Unicode MS" w:hAnsi="Times New Roman"/>
                <w:color w:val="000000"/>
                <w:sz w:val="24"/>
                <w:szCs w:val="24"/>
              </w:rPr>
            </w:pPr>
          </w:p>
          <w:p w:rsidR="00E10821" w:rsidRPr="003C124A" w:rsidRDefault="00E10821" w:rsidP="005A00D0">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E10821" w:rsidRPr="003C124A" w:rsidRDefault="00E10821" w:rsidP="005A00D0">
            <w:pPr>
              <w:spacing w:after="0"/>
              <w:jc w:val="center"/>
              <w:rPr>
                <w:rFonts w:ascii="Times New Roman" w:hAnsi="Times New Roman"/>
                <w:color w:val="000000"/>
                <w:sz w:val="24"/>
                <w:szCs w:val="24"/>
              </w:rPr>
            </w:pPr>
          </w:p>
        </w:tc>
        <w:tc>
          <w:tcPr>
            <w:tcW w:w="2174" w:type="dxa"/>
            <w:shd w:val="clear" w:color="auto" w:fill="auto"/>
            <w:vAlign w:val="center"/>
          </w:tcPr>
          <w:p w:rsidR="00E10821" w:rsidRPr="003C124A" w:rsidRDefault="00E10821" w:rsidP="005A00D0">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E10821" w:rsidRPr="003C124A" w:rsidRDefault="00E10821" w:rsidP="005A00D0">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E10821" w:rsidRPr="003C124A" w:rsidRDefault="00E10821" w:rsidP="005A00D0">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E10821" w:rsidRPr="003C124A" w:rsidRDefault="00E10821" w:rsidP="005A00D0">
            <w:pPr>
              <w:widowControl w:val="0"/>
              <w:snapToGrid w:val="0"/>
              <w:spacing w:after="0"/>
              <w:jc w:val="center"/>
              <w:rPr>
                <w:rFonts w:ascii="Times New Roman" w:eastAsia="Arial Unicode MS" w:hAnsi="Times New Roman"/>
                <w:color w:val="000000"/>
                <w:sz w:val="24"/>
                <w:szCs w:val="24"/>
              </w:rPr>
            </w:pP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Pr="003C124A" w:rsidRDefault="00E10821" w:rsidP="00E10821">
      <w:pPr>
        <w:spacing w:after="0"/>
        <w:ind w:firstLine="567"/>
        <w:jc w:val="right"/>
        <w:rPr>
          <w:rFonts w:ascii="Times New Roman" w:hAnsi="Times New Roman"/>
          <w:bCs/>
          <w:sz w:val="24"/>
          <w:szCs w:val="24"/>
        </w:rPr>
      </w:pPr>
      <w:r w:rsidRPr="003C124A">
        <w:rPr>
          <w:rFonts w:ascii="Times New Roman" w:hAnsi="Times New Roman"/>
          <w:sz w:val="24"/>
          <w:szCs w:val="24"/>
        </w:rPr>
        <w:lastRenderedPageBreak/>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E10821" w:rsidRPr="003C124A" w:rsidTr="005A00D0">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E10821" w:rsidRPr="003C124A" w:rsidTr="005A00D0">
        <w:trPr>
          <w:tblCellSpacing w:w="15" w:type="dxa"/>
        </w:trPr>
        <w:tc>
          <w:tcPr>
            <w:tcW w:w="4704" w:type="dxa"/>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E10821" w:rsidRPr="003C124A" w:rsidTr="005A00D0">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E10821" w:rsidRPr="003C124A" w:rsidRDefault="00E10821" w:rsidP="005A00D0">
            <w:pPr>
              <w:spacing w:after="0"/>
              <w:jc w:val="center"/>
              <w:rPr>
                <w:rFonts w:ascii="Times New Roman" w:hAnsi="Times New Roman"/>
                <w:sz w:val="24"/>
                <w:szCs w:val="24"/>
              </w:rPr>
            </w:pP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E10821" w:rsidRPr="003C124A" w:rsidRDefault="00E10821" w:rsidP="005A00D0">
            <w:pPr>
              <w:spacing w:after="0"/>
              <w:jc w:val="center"/>
              <w:rPr>
                <w:rFonts w:ascii="Times New Roman" w:hAnsi="Times New Roman"/>
                <w:sz w:val="24"/>
                <w:szCs w:val="24"/>
              </w:rPr>
            </w:pP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E10821" w:rsidRPr="003C124A" w:rsidRDefault="00E10821" w:rsidP="005A00D0">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w:t>
            </w:r>
            <w:r w:rsidRPr="003C124A">
              <w:rPr>
                <w:rFonts w:ascii="Times New Roman" w:hAnsi="Times New Roman"/>
                <w:sz w:val="24"/>
                <w:szCs w:val="24"/>
              </w:rPr>
              <w:lastRenderedPageBreak/>
              <w:t>Соглашением.</w:t>
            </w:r>
            <w:r w:rsidRPr="003C124A">
              <w:rPr>
                <w:rFonts w:ascii="Times New Roman" w:hAnsi="Times New Roman"/>
                <w:sz w:val="24"/>
                <w:szCs w:val="24"/>
              </w:rPr>
              <w:br/>
              <w:t>2.2.Грантодатель имеет право:</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E10821" w:rsidRPr="003C124A" w:rsidRDefault="00E10821" w:rsidP="005A00D0">
            <w:pPr>
              <w:spacing w:after="0"/>
              <w:jc w:val="both"/>
              <w:rPr>
                <w:rFonts w:ascii="Times New Roman" w:hAnsi="Times New Roman"/>
                <w:sz w:val="24"/>
                <w:szCs w:val="24"/>
              </w:rPr>
            </w:pP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E10821" w:rsidRPr="00AA41BC" w:rsidRDefault="00E10821" w:rsidP="005A00D0">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E10821" w:rsidRPr="00AA41BC" w:rsidRDefault="00E10821" w:rsidP="005A00D0">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E10821" w:rsidRPr="00AA41BC" w:rsidRDefault="00E10821" w:rsidP="005A00D0">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E10821" w:rsidRPr="003C124A" w:rsidRDefault="00E10821" w:rsidP="005A00D0">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E10821" w:rsidRPr="003C124A" w:rsidRDefault="00E10821" w:rsidP="005A00D0">
            <w:pPr>
              <w:spacing w:after="0"/>
              <w:jc w:val="center"/>
              <w:rPr>
                <w:rFonts w:ascii="Times New Roman" w:hAnsi="Times New Roman"/>
                <w:sz w:val="24"/>
                <w:szCs w:val="24"/>
              </w:rPr>
            </w:pP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E10821" w:rsidRPr="003C124A" w:rsidRDefault="00E10821" w:rsidP="005A00D0">
            <w:pPr>
              <w:spacing w:after="0"/>
              <w:jc w:val="both"/>
              <w:rPr>
                <w:rFonts w:ascii="Times New Roman" w:hAnsi="Times New Roman"/>
                <w:sz w:val="24"/>
                <w:szCs w:val="24"/>
              </w:rPr>
            </w:pP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E10821" w:rsidRPr="003C124A" w:rsidRDefault="00E10821" w:rsidP="005A00D0">
            <w:pPr>
              <w:spacing w:after="0"/>
              <w:jc w:val="center"/>
              <w:rPr>
                <w:rFonts w:ascii="Times New Roman" w:hAnsi="Times New Roman"/>
                <w:sz w:val="24"/>
                <w:szCs w:val="24"/>
              </w:rPr>
            </w:pP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E10821" w:rsidRPr="003C124A" w:rsidRDefault="00E10821" w:rsidP="005A00D0">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E10821" w:rsidRPr="003C124A" w:rsidRDefault="00E10821" w:rsidP="005A00D0">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E10821" w:rsidRPr="003C124A" w:rsidRDefault="00E10821" w:rsidP="005A00D0">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E10821" w:rsidRPr="003C124A" w:rsidRDefault="00E10821" w:rsidP="005A00D0">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E10821" w:rsidRPr="003C124A" w:rsidRDefault="00E10821" w:rsidP="005A00D0">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E10821" w:rsidRPr="003C124A" w:rsidRDefault="00E10821" w:rsidP="005A00D0">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E10821" w:rsidRPr="003C124A" w:rsidRDefault="00E10821" w:rsidP="005A00D0">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E10821" w:rsidRPr="003C124A" w:rsidRDefault="00E10821" w:rsidP="005A00D0">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E10821" w:rsidRPr="003C124A" w:rsidRDefault="00E10821" w:rsidP="005A00D0">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E10821" w:rsidRPr="003C124A" w:rsidRDefault="00E10821" w:rsidP="005A00D0">
            <w:pPr>
              <w:spacing w:after="0"/>
              <w:jc w:val="both"/>
              <w:rPr>
                <w:rFonts w:ascii="Times New Roman" w:hAnsi="Times New Roman"/>
                <w:sz w:val="24"/>
                <w:szCs w:val="24"/>
              </w:rPr>
            </w:pP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E10821" w:rsidRPr="003C124A" w:rsidRDefault="00E10821" w:rsidP="005A00D0">
            <w:pPr>
              <w:spacing w:after="0"/>
              <w:jc w:val="center"/>
              <w:rPr>
                <w:rFonts w:ascii="Times New Roman" w:hAnsi="Times New Roman"/>
                <w:sz w:val="24"/>
                <w:szCs w:val="24"/>
              </w:rPr>
            </w:pP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6.3. Соглашение составлено в двух экземплярах, имеющих равную юридическую силу, по </w:t>
            </w:r>
            <w:r w:rsidRPr="003C124A">
              <w:rPr>
                <w:rFonts w:ascii="Times New Roman" w:hAnsi="Times New Roman"/>
                <w:sz w:val="24"/>
                <w:szCs w:val="24"/>
              </w:rPr>
              <w:lastRenderedPageBreak/>
              <w:t>одному экземпляру для каждой из Сторон.</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E10821" w:rsidRPr="003C124A" w:rsidRDefault="00E10821" w:rsidP="005A00D0">
            <w:pPr>
              <w:spacing w:after="0"/>
              <w:jc w:val="center"/>
              <w:rPr>
                <w:rFonts w:ascii="Times New Roman" w:hAnsi="Times New Roman"/>
                <w:sz w:val="24"/>
                <w:szCs w:val="24"/>
              </w:rPr>
            </w:pPr>
          </w:p>
        </w:tc>
      </w:tr>
      <w:tr w:rsidR="00E10821" w:rsidRPr="003C124A" w:rsidTr="005A00D0">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E10821" w:rsidRPr="00400BA7" w:rsidRDefault="00E10821" w:rsidP="005A00D0">
            <w:pPr>
              <w:spacing w:after="0"/>
              <w:jc w:val="both"/>
              <w:rPr>
                <w:rFonts w:ascii="Times New Roman" w:hAnsi="Times New Roman"/>
                <w:sz w:val="24"/>
                <w:szCs w:val="24"/>
              </w:rPr>
            </w:pPr>
            <w:r w:rsidRPr="00400BA7">
              <w:rPr>
                <w:rFonts w:ascii="Times New Roman" w:hAnsi="Times New Roman"/>
                <w:sz w:val="24"/>
                <w:szCs w:val="24"/>
              </w:rPr>
              <w:lastRenderedPageBreak/>
              <w:t>ГРАНТОДАТЕЛЬ:</w:t>
            </w:r>
            <w:r w:rsidRPr="00400BA7">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E10821" w:rsidRPr="00400BA7" w:rsidRDefault="00E10821" w:rsidP="005A00D0">
            <w:pPr>
              <w:spacing w:after="0"/>
              <w:jc w:val="both"/>
              <w:rPr>
                <w:rFonts w:ascii="Times New Roman" w:hAnsi="Times New Roman"/>
                <w:sz w:val="24"/>
                <w:szCs w:val="24"/>
              </w:rPr>
            </w:pPr>
            <w:r w:rsidRPr="00400BA7">
              <w:rPr>
                <w:rFonts w:ascii="Times New Roman" w:hAnsi="Times New Roman"/>
                <w:sz w:val="24"/>
                <w:szCs w:val="24"/>
              </w:rPr>
              <w:t xml:space="preserve">Юридический адрес: 646430 Омская область, </w:t>
            </w:r>
            <w:proofErr w:type="spellStart"/>
            <w:r w:rsidRPr="00400BA7">
              <w:rPr>
                <w:rFonts w:ascii="Times New Roman" w:hAnsi="Times New Roman"/>
                <w:sz w:val="24"/>
                <w:szCs w:val="24"/>
              </w:rPr>
              <w:t>Муромцевский</w:t>
            </w:r>
            <w:proofErr w:type="spellEnd"/>
            <w:r w:rsidRPr="00400BA7">
              <w:rPr>
                <w:rFonts w:ascii="Times New Roman" w:hAnsi="Times New Roman"/>
                <w:sz w:val="24"/>
                <w:szCs w:val="24"/>
              </w:rPr>
              <w:t xml:space="preserve"> район, р.п.Муромцево , ул.Красноармейская д.2</w:t>
            </w:r>
            <w:r w:rsidRPr="00400BA7">
              <w:rPr>
                <w:rFonts w:ascii="Times New Roman" w:hAnsi="Times New Roman"/>
                <w:sz w:val="24"/>
                <w:szCs w:val="24"/>
              </w:rPr>
              <w:br/>
              <w:t>тел :8 (38158) 22-489</w:t>
            </w:r>
          </w:p>
          <w:p w:rsidR="00E10821" w:rsidRPr="00400BA7" w:rsidRDefault="00E10821" w:rsidP="005A00D0">
            <w:pPr>
              <w:spacing w:after="0"/>
              <w:jc w:val="both"/>
              <w:rPr>
                <w:rFonts w:ascii="Times New Roman" w:hAnsi="Times New Roman"/>
                <w:sz w:val="24"/>
                <w:szCs w:val="24"/>
              </w:rPr>
            </w:pPr>
            <w:r w:rsidRPr="00400BA7">
              <w:rPr>
                <w:rFonts w:ascii="Times New Roman" w:hAnsi="Times New Roman"/>
                <w:sz w:val="24"/>
                <w:szCs w:val="24"/>
              </w:rPr>
              <w:t>ИНН 5522006148</w:t>
            </w:r>
          </w:p>
          <w:p w:rsidR="00E10821" w:rsidRPr="00400BA7" w:rsidRDefault="00E10821" w:rsidP="005A00D0">
            <w:pPr>
              <w:spacing w:after="0"/>
              <w:jc w:val="both"/>
              <w:rPr>
                <w:rFonts w:ascii="Times New Roman" w:hAnsi="Times New Roman"/>
                <w:sz w:val="24"/>
                <w:szCs w:val="24"/>
              </w:rPr>
            </w:pPr>
            <w:r w:rsidRPr="00400BA7">
              <w:rPr>
                <w:rFonts w:ascii="Times New Roman" w:hAnsi="Times New Roman"/>
                <w:sz w:val="24"/>
                <w:szCs w:val="24"/>
              </w:rPr>
              <w:t>КПП 552201001</w:t>
            </w:r>
          </w:p>
          <w:p w:rsidR="00E10821" w:rsidRPr="00400BA7" w:rsidRDefault="00E10821" w:rsidP="005A00D0">
            <w:pPr>
              <w:spacing w:after="0"/>
              <w:jc w:val="both"/>
              <w:rPr>
                <w:rFonts w:ascii="Times New Roman" w:hAnsi="Times New Roman"/>
                <w:sz w:val="24"/>
                <w:szCs w:val="24"/>
              </w:rPr>
            </w:pPr>
            <w:r w:rsidRPr="00400BA7">
              <w:rPr>
                <w:rFonts w:ascii="Times New Roman" w:hAnsi="Times New Roman"/>
                <w:sz w:val="24"/>
                <w:szCs w:val="24"/>
              </w:rPr>
              <w:t xml:space="preserve">ОГРН 1055541006355 </w:t>
            </w:r>
          </w:p>
          <w:p w:rsidR="00E10821" w:rsidRPr="00D0748C" w:rsidRDefault="00E10821" w:rsidP="005A00D0">
            <w:pPr>
              <w:spacing w:after="0"/>
              <w:rPr>
                <w:rFonts w:ascii="Times New Roman" w:hAnsi="Times New Roman"/>
                <w:color w:val="FF0000"/>
                <w:sz w:val="24"/>
                <w:szCs w:val="24"/>
              </w:rPr>
            </w:pPr>
            <w:proofErr w:type="spellStart"/>
            <w:r w:rsidRPr="00D0748C">
              <w:rPr>
                <w:rFonts w:ascii="Times New Roman" w:hAnsi="Times New Roman"/>
                <w:color w:val="FF0000"/>
                <w:sz w:val="24"/>
                <w:szCs w:val="24"/>
              </w:rPr>
              <w:t>р</w:t>
            </w:r>
            <w:proofErr w:type="spellEnd"/>
            <w:r w:rsidRPr="00D0748C">
              <w:rPr>
                <w:rFonts w:ascii="Times New Roman" w:hAnsi="Times New Roman"/>
                <w:color w:val="FF0000"/>
                <w:sz w:val="24"/>
                <w:szCs w:val="24"/>
              </w:rPr>
              <w:t>/с 03231643526340005200</w:t>
            </w:r>
          </w:p>
          <w:p w:rsidR="00E10821" w:rsidRPr="00D0748C" w:rsidRDefault="00E10821" w:rsidP="005A00D0">
            <w:pPr>
              <w:spacing w:after="0"/>
              <w:rPr>
                <w:rFonts w:ascii="Times New Roman" w:hAnsi="Times New Roman"/>
                <w:color w:val="FF0000"/>
                <w:sz w:val="24"/>
                <w:szCs w:val="24"/>
              </w:rPr>
            </w:pPr>
            <w:r w:rsidRPr="00D0748C">
              <w:rPr>
                <w:rFonts w:ascii="Times New Roman" w:hAnsi="Times New Roman"/>
                <w:color w:val="FF0000"/>
                <w:sz w:val="24"/>
                <w:szCs w:val="24"/>
              </w:rPr>
              <w:t>Отделение Омск Банка России//УФК по Омской области г.Омск</w:t>
            </w:r>
          </w:p>
          <w:p w:rsidR="00E10821" w:rsidRPr="00400BA7" w:rsidRDefault="00E10821" w:rsidP="005A00D0">
            <w:pPr>
              <w:spacing w:after="0"/>
              <w:jc w:val="both"/>
              <w:rPr>
                <w:rFonts w:ascii="Times New Roman" w:hAnsi="Times New Roman"/>
                <w:sz w:val="24"/>
                <w:szCs w:val="24"/>
              </w:rPr>
            </w:pPr>
            <w:r w:rsidRPr="00400BA7">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E10821" w:rsidRPr="003C124A" w:rsidRDefault="00E10821" w:rsidP="005A00D0">
            <w:pPr>
              <w:spacing w:after="0"/>
              <w:jc w:val="both"/>
              <w:rPr>
                <w:rFonts w:ascii="Times New Roman" w:hAnsi="Times New Roman"/>
                <w:sz w:val="24"/>
                <w:szCs w:val="24"/>
              </w:rPr>
            </w:pPr>
          </w:p>
        </w:tc>
      </w:tr>
      <w:tr w:rsidR="00E10821" w:rsidRPr="003C124A" w:rsidTr="005A00D0">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E10821" w:rsidRDefault="00E10821" w:rsidP="005A00D0">
            <w:pPr>
              <w:spacing w:after="0"/>
              <w:jc w:val="both"/>
              <w:rPr>
                <w:rFonts w:ascii="Times New Roman" w:hAnsi="Times New Roman"/>
                <w:sz w:val="24"/>
                <w:szCs w:val="24"/>
              </w:rPr>
            </w:pPr>
          </w:p>
          <w:p w:rsidR="00E10821" w:rsidRPr="00400BA7" w:rsidRDefault="00E10821" w:rsidP="005A00D0">
            <w:pPr>
              <w:spacing w:after="0"/>
              <w:jc w:val="both"/>
              <w:rPr>
                <w:rFonts w:ascii="Times New Roman" w:hAnsi="Times New Roman"/>
                <w:sz w:val="24"/>
                <w:szCs w:val="24"/>
              </w:rPr>
            </w:pPr>
            <w:r w:rsidRPr="00400BA7">
              <w:rPr>
                <w:rFonts w:ascii="Times New Roman" w:hAnsi="Times New Roman"/>
                <w:sz w:val="24"/>
                <w:szCs w:val="24"/>
              </w:rPr>
              <w:t>Председатель</w:t>
            </w:r>
          </w:p>
          <w:p w:rsidR="00E10821" w:rsidRPr="00400BA7" w:rsidRDefault="00E10821" w:rsidP="005A00D0">
            <w:pPr>
              <w:spacing w:after="0"/>
              <w:jc w:val="both"/>
              <w:rPr>
                <w:rFonts w:ascii="Times New Roman" w:hAnsi="Times New Roman"/>
                <w:sz w:val="24"/>
                <w:szCs w:val="24"/>
              </w:rPr>
            </w:pPr>
            <w:r w:rsidRPr="00400BA7">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E10821" w:rsidRDefault="00E10821" w:rsidP="005A00D0">
            <w:pPr>
              <w:spacing w:after="0"/>
              <w:jc w:val="both"/>
              <w:rPr>
                <w:rFonts w:ascii="Times New Roman" w:hAnsi="Times New Roman"/>
                <w:sz w:val="24"/>
                <w:szCs w:val="24"/>
              </w:rPr>
            </w:pPr>
          </w:p>
          <w:p w:rsidR="00E10821" w:rsidRPr="003C124A" w:rsidRDefault="00E10821" w:rsidP="005A00D0">
            <w:pPr>
              <w:spacing w:after="0"/>
              <w:jc w:val="both"/>
              <w:rPr>
                <w:rFonts w:ascii="Times New Roman" w:hAnsi="Times New Roman"/>
                <w:sz w:val="24"/>
                <w:szCs w:val="24"/>
              </w:rPr>
            </w:pP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E10821" w:rsidRPr="003C124A" w:rsidRDefault="00E10821" w:rsidP="00E10821">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E10821" w:rsidRPr="003C124A" w:rsidTr="005A00D0">
        <w:trPr>
          <w:trHeight w:val="15"/>
          <w:tblCellSpacing w:w="15" w:type="dxa"/>
        </w:trPr>
        <w:tc>
          <w:tcPr>
            <w:tcW w:w="799" w:type="dxa"/>
            <w:vAlign w:val="center"/>
            <w:hideMark/>
          </w:tcPr>
          <w:p w:rsidR="00E10821" w:rsidRPr="003C124A" w:rsidRDefault="00E10821" w:rsidP="005A00D0">
            <w:pPr>
              <w:spacing w:after="0"/>
              <w:rPr>
                <w:rFonts w:ascii="Times New Roman" w:hAnsi="Times New Roman"/>
                <w:sz w:val="24"/>
                <w:szCs w:val="24"/>
              </w:rPr>
            </w:pPr>
          </w:p>
        </w:tc>
        <w:tc>
          <w:tcPr>
            <w:tcW w:w="4983" w:type="dxa"/>
            <w:gridSpan w:val="2"/>
            <w:vAlign w:val="center"/>
            <w:hideMark/>
          </w:tcPr>
          <w:p w:rsidR="00E10821" w:rsidRPr="003C124A" w:rsidRDefault="00E10821" w:rsidP="005A00D0">
            <w:pPr>
              <w:spacing w:after="0"/>
              <w:rPr>
                <w:rFonts w:ascii="Times New Roman" w:hAnsi="Times New Roman"/>
                <w:sz w:val="24"/>
                <w:szCs w:val="24"/>
              </w:rPr>
            </w:pPr>
          </w:p>
        </w:tc>
        <w:tc>
          <w:tcPr>
            <w:tcW w:w="2110" w:type="dxa"/>
            <w:vAlign w:val="center"/>
            <w:hideMark/>
          </w:tcPr>
          <w:p w:rsidR="00E10821" w:rsidRPr="003C124A" w:rsidRDefault="00E10821" w:rsidP="005A00D0">
            <w:pPr>
              <w:spacing w:after="0"/>
              <w:rPr>
                <w:rFonts w:ascii="Times New Roman" w:hAnsi="Times New Roman"/>
                <w:sz w:val="24"/>
                <w:szCs w:val="24"/>
              </w:rPr>
            </w:pPr>
          </w:p>
        </w:tc>
        <w:tc>
          <w:tcPr>
            <w:tcW w:w="1642" w:type="dxa"/>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 xml:space="preserve">          (руб.)</w:t>
            </w: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r>
      <w:tr w:rsidR="00E10821" w:rsidRPr="003C124A" w:rsidTr="005A00D0">
        <w:trPr>
          <w:trHeight w:val="15"/>
          <w:tblCellSpacing w:w="15" w:type="dxa"/>
        </w:trPr>
        <w:tc>
          <w:tcPr>
            <w:tcW w:w="4325" w:type="dxa"/>
            <w:gridSpan w:val="2"/>
            <w:vAlign w:val="center"/>
            <w:hideMark/>
          </w:tcPr>
          <w:p w:rsidR="00E10821" w:rsidRPr="003C124A" w:rsidRDefault="00E10821" w:rsidP="005A00D0">
            <w:pPr>
              <w:spacing w:after="0"/>
              <w:rPr>
                <w:rFonts w:ascii="Times New Roman" w:hAnsi="Times New Roman"/>
                <w:sz w:val="24"/>
                <w:szCs w:val="24"/>
              </w:rPr>
            </w:pPr>
          </w:p>
        </w:tc>
        <w:tc>
          <w:tcPr>
            <w:tcW w:w="3597" w:type="dxa"/>
            <w:gridSpan w:val="2"/>
            <w:vAlign w:val="center"/>
            <w:hideMark/>
          </w:tcPr>
          <w:p w:rsidR="00E10821" w:rsidRPr="003C124A" w:rsidRDefault="00E10821" w:rsidP="005A00D0">
            <w:pPr>
              <w:spacing w:after="0"/>
              <w:rPr>
                <w:rFonts w:ascii="Times New Roman" w:hAnsi="Times New Roman"/>
                <w:sz w:val="24"/>
                <w:szCs w:val="24"/>
              </w:rPr>
            </w:pPr>
          </w:p>
        </w:tc>
        <w:tc>
          <w:tcPr>
            <w:tcW w:w="1642" w:type="dxa"/>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br/>
              <w:t>Председатель</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От Грантополучателя:</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E10821" w:rsidRPr="003C124A" w:rsidRDefault="00E10821" w:rsidP="005A00D0">
            <w:pPr>
              <w:spacing w:after="0"/>
              <w:rPr>
                <w:rFonts w:ascii="Times New Roman" w:hAnsi="Times New Roman"/>
                <w:sz w:val="24"/>
                <w:szCs w:val="24"/>
              </w:rPr>
            </w:pPr>
          </w:p>
        </w:tc>
      </w:tr>
    </w:tbl>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Pr="003C124A" w:rsidRDefault="00E10821" w:rsidP="00E10821">
      <w:pPr>
        <w:spacing w:after="0"/>
        <w:jc w:val="right"/>
        <w:rPr>
          <w:rFonts w:ascii="Times New Roman" w:hAnsi="Times New Roman"/>
          <w:sz w:val="24"/>
          <w:szCs w:val="24"/>
        </w:rPr>
      </w:pPr>
      <w:r w:rsidRPr="003C124A">
        <w:rPr>
          <w:rFonts w:ascii="Times New Roman" w:hAnsi="Times New Roman"/>
          <w:sz w:val="24"/>
          <w:szCs w:val="24"/>
        </w:rPr>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lastRenderedPageBreak/>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E10821" w:rsidRPr="003C124A" w:rsidTr="005A00D0">
        <w:trPr>
          <w:trHeight w:val="15"/>
          <w:tblCellSpacing w:w="15" w:type="dxa"/>
        </w:trPr>
        <w:tc>
          <w:tcPr>
            <w:tcW w:w="871" w:type="dxa"/>
            <w:vAlign w:val="center"/>
            <w:hideMark/>
          </w:tcPr>
          <w:p w:rsidR="00E10821" w:rsidRPr="003C124A" w:rsidRDefault="00E10821" w:rsidP="005A00D0">
            <w:pPr>
              <w:spacing w:after="0"/>
              <w:rPr>
                <w:rFonts w:ascii="Times New Roman" w:hAnsi="Times New Roman"/>
                <w:sz w:val="24"/>
                <w:szCs w:val="24"/>
              </w:rPr>
            </w:pPr>
          </w:p>
        </w:tc>
        <w:tc>
          <w:tcPr>
            <w:tcW w:w="1748" w:type="dxa"/>
            <w:vAlign w:val="center"/>
            <w:hideMark/>
          </w:tcPr>
          <w:p w:rsidR="00E10821" w:rsidRPr="003C124A" w:rsidRDefault="00E10821" w:rsidP="005A00D0">
            <w:pPr>
              <w:spacing w:after="0"/>
              <w:rPr>
                <w:rFonts w:ascii="Times New Roman" w:hAnsi="Times New Roman"/>
                <w:sz w:val="24"/>
                <w:szCs w:val="24"/>
              </w:rPr>
            </w:pPr>
          </w:p>
        </w:tc>
        <w:tc>
          <w:tcPr>
            <w:tcW w:w="2806" w:type="dxa"/>
            <w:gridSpan w:val="3"/>
            <w:vAlign w:val="center"/>
            <w:hideMark/>
          </w:tcPr>
          <w:p w:rsidR="00E10821" w:rsidRPr="003C124A" w:rsidRDefault="00E10821" w:rsidP="005A00D0">
            <w:pPr>
              <w:spacing w:after="0"/>
              <w:rPr>
                <w:rFonts w:ascii="Times New Roman" w:hAnsi="Times New Roman"/>
                <w:sz w:val="24"/>
                <w:szCs w:val="24"/>
              </w:rPr>
            </w:pPr>
          </w:p>
        </w:tc>
        <w:tc>
          <w:tcPr>
            <w:tcW w:w="1516" w:type="dxa"/>
            <w:vAlign w:val="center"/>
            <w:hideMark/>
          </w:tcPr>
          <w:p w:rsidR="00E10821" w:rsidRPr="003C124A" w:rsidRDefault="00E10821" w:rsidP="005A00D0">
            <w:pPr>
              <w:spacing w:after="0"/>
              <w:rPr>
                <w:rFonts w:ascii="Times New Roman" w:hAnsi="Times New Roman"/>
                <w:sz w:val="24"/>
                <w:szCs w:val="24"/>
              </w:rPr>
            </w:pPr>
          </w:p>
        </w:tc>
        <w:tc>
          <w:tcPr>
            <w:tcW w:w="2631" w:type="dxa"/>
            <w:gridSpan w:val="2"/>
            <w:vAlign w:val="center"/>
            <w:hideMark/>
          </w:tcPr>
          <w:p w:rsidR="00E10821" w:rsidRPr="003C124A" w:rsidRDefault="00E10821" w:rsidP="005A00D0">
            <w:pPr>
              <w:spacing w:after="0"/>
              <w:rPr>
                <w:rFonts w:ascii="Times New Roman" w:hAnsi="Times New Roman"/>
                <w:sz w:val="24"/>
                <w:szCs w:val="24"/>
              </w:rPr>
            </w:pPr>
          </w:p>
        </w:tc>
        <w:tc>
          <w:tcPr>
            <w:tcW w:w="1133" w:type="dxa"/>
            <w:vAlign w:val="center"/>
            <w:hideMark/>
          </w:tcPr>
          <w:p w:rsidR="00E10821" w:rsidRPr="003C124A" w:rsidRDefault="00E10821" w:rsidP="005A00D0">
            <w:pPr>
              <w:spacing w:after="0"/>
              <w:rPr>
                <w:rFonts w:ascii="Times New Roman" w:hAnsi="Times New Roman"/>
                <w:sz w:val="24"/>
                <w:szCs w:val="24"/>
              </w:rPr>
            </w:pPr>
          </w:p>
        </w:tc>
      </w:tr>
      <w:tr w:rsidR="00E10821" w:rsidRPr="003C124A" w:rsidTr="005A00D0">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E10821" w:rsidRPr="003C124A" w:rsidTr="005A00D0">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p>
        </w:tc>
      </w:tr>
      <w:tr w:rsidR="00E10821" w:rsidRPr="003C124A" w:rsidTr="005A00D0">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10821" w:rsidRPr="003C124A" w:rsidRDefault="00E10821" w:rsidP="005A00D0">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10821" w:rsidRPr="003C124A" w:rsidRDefault="00E10821" w:rsidP="005A00D0">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10821" w:rsidRPr="003C124A" w:rsidRDefault="00E10821" w:rsidP="005A00D0">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r>
      <w:tr w:rsidR="00E10821" w:rsidRPr="003C124A" w:rsidTr="005A00D0">
        <w:trPr>
          <w:trHeight w:val="15"/>
          <w:tblCellSpacing w:w="15" w:type="dxa"/>
        </w:trPr>
        <w:tc>
          <w:tcPr>
            <w:tcW w:w="4654" w:type="dxa"/>
            <w:gridSpan w:val="4"/>
            <w:vAlign w:val="center"/>
            <w:hideMark/>
          </w:tcPr>
          <w:p w:rsidR="00E10821" w:rsidRPr="003C124A" w:rsidRDefault="00E10821" w:rsidP="005A00D0">
            <w:pPr>
              <w:spacing w:after="0"/>
              <w:rPr>
                <w:rFonts w:ascii="Times New Roman" w:hAnsi="Times New Roman"/>
                <w:sz w:val="24"/>
                <w:szCs w:val="24"/>
              </w:rPr>
            </w:pPr>
          </w:p>
        </w:tc>
        <w:tc>
          <w:tcPr>
            <w:tcW w:w="6171" w:type="dxa"/>
            <w:gridSpan w:val="5"/>
            <w:vAlign w:val="center"/>
            <w:hideMark/>
          </w:tcPr>
          <w:p w:rsidR="00E10821" w:rsidRPr="003C124A" w:rsidRDefault="00E10821" w:rsidP="005A00D0">
            <w:pPr>
              <w:spacing w:after="0"/>
              <w:rPr>
                <w:rFonts w:ascii="Times New Roman" w:hAnsi="Times New Roman"/>
                <w:sz w:val="24"/>
                <w:szCs w:val="24"/>
              </w:rPr>
            </w:pPr>
          </w:p>
        </w:tc>
      </w:tr>
      <w:tr w:rsidR="00E10821" w:rsidRPr="003C124A" w:rsidTr="005A00D0">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От Грантополучателя:</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E10821" w:rsidRPr="003C124A"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Default="00E10821" w:rsidP="00E10821">
      <w:pPr>
        <w:spacing w:after="0"/>
        <w:jc w:val="right"/>
        <w:rPr>
          <w:rFonts w:ascii="Times New Roman" w:hAnsi="Times New Roman"/>
          <w:sz w:val="24"/>
          <w:szCs w:val="24"/>
        </w:rPr>
      </w:pPr>
    </w:p>
    <w:p w:rsidR="00E10821" w:rsidRPr="003C124A" w:rsidRDefault="00E10821" w:rsidP="00E10821">
      <w:pPr>
        <w:spacing w:after="0"/>
        <w:jc w:val="right"/>
        <w:rPr>
          <w:rFonts w:ascii="Times New Roman" w:hAnsi="Times New Roman"/>
          <w:sz w:val="24"/>
          <w:szCs w:val="24"/>
        </w:rPr>
      </w:pPr>
      <w:r w:rsidRPr="003C124A">
        <w:rPr>
          <w:rFonts w:ascii="Times New Roman" w:hAnsi="Times New Roman"/>
          <w:sz w:val="24"/>
          <w:szCs w:val="24"/>
        </w:rPr>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E10821" w:rsidRPr="003C124A" w:rsidTr="005A00D0">
        <w:trPr>
          <w:gridAfter w:val="1"/>
          <w:wAfter w:w="3846" w:type="dxa"/>
          <w:trHeight w:val="15"/>
          <w:tblCellSpacing w:w="15" w:type="dxa"/>
        </w:trPr>
        <w:tc>
          <w:tcPr>
            <w:tcW w:w="1654" w:type="dxa"/>
            <w:gridSpan w:val="3"/>
            <w:vAlign w:val="center"/>
            <w:hideMark/>
          </w:tcPr>
          <w:p w:rsidR="00E10821" w:rsidRPr="003C124A" w:rsidRDefault="00E10821" w:rsidP="005A00D0">
            <w:pPr>
              <w:spacing w:after="0"/>
              <w:rPr>
                <w:rFonts w:ascii="Times New Roman" w:hAnsi="Times New Roman"/>
                <w:sz w:val="24"/>
                <w:szCs w:val="24"/>
              </w:rPr>
            </w:pPr>
          </w:p>
        </w:tc>
        <w:tc>
          <w:tcPr>
            <w:tcW w:w="2162" w:type="dxa"/>
            <w:gridSpan w:val="2"/>
            <w:vAlign w:val="center"/>
            <w:hideMark/>
          </w:tcPr>
          <w:p w:rsidR="00E10821" w:rsidRPr="003C124A" w:rsidRDefault="00E10821" w:rsidP="005A00D0">
            <w:pPr>
              <w:spacing w:after="0"/>
              <w:rPr>
                <w:rFonts w:ascii="Times New Roman" w:hAnsi="Times New Roman"/>
                <w:sz w:val="24"/>
                <w:szCs w:val="24"/>
              </w:rPr>
            </w:pPr>
          </w:p>
        </w:tc>
        <w:tc>
          <w:tcPr>
            <w:tcW w:w="1313" w:type="dxa"/>
          </w:tcPr>
          <w:p w:rsidR="00E10821" w:rsidRPr="003C124A" w:rsidRDefault="00E10821" w:rsidP="005A00D0">
            <w:pPr>
              <w:spacing w:after="0"/>
              <w:rPr>
                <w:rFonts w:ascii="Times New Roman" w:hAnsi="Times New Roman"/>
                <w:sz w:val="24"/>
                <w:szCs w:val="24"/>
              </w:rPr>
            </w:pPr>
          </w:p>
        </w:tc>
        <w:tc>
          <w:tcPr>
            <w:tcW w:w="1525" w:type="dxa"/>
            <w:vAlign w:val="center"/>
            <w:hideMark/>
          </w:tcPr>
          <w:p w:rsidR="00E10821" w:rsidRPr="003C124A" w:rsidRDefault="00E10821" w:rsidP="005A00D0">
            <w:pPr>
              <w:spacing w:after="0"/>
              <w:rPr>
                <w:rFonts w:ascii="Times New Roman" w:hAnsi="Times New Roman"/>
                <w:sz w:val="24"/>
                <w:szCs w:val="24"/>
              </w:rPr>
            </w:pPr>
          </w:p>
        </w:tc>
        <w:tc>
          <w:tcPr>
            <w:tcW w:w="3082" w:type="dxa"/>
            <w:gridSpan w:val="4"/>
            <w:vAlign w:val="center"/>
            <w:hideMark/>
          </w:tcPr>
          <w:p w:rsidR="00E10821" w:rsidRPr="003C124A" w:rsidRDefault="00E10821" w:rsidP="005A00D0">
            <w:pPr>
              <w:spacing w:after="0"/>
              <w:rPr>
                <w:rFonts w:ascii="Times New Roman" w:hAnsi="Times New Roman"/>
                <w:sz w:val="24"/>
                <w:szCs w:val="24"/>
              </w:rPr>
            </w:pPr>
          </w:p>
        </w:tc>
        <w:tc>
          <w:tcPr>
            <w:tcW w:w="850" w:type="dxa"/>
            <w:vAlign w:val="center"/>
            <w:hideMark/>
          </w:tcPr>
          <w:p w:rsidR="00E10821" w:rsidRPr="003C124A" w:rsidRDefault="00E10821" w:rsidP="005A00D0">
            <w:pPr>
              <w:spacing w:after="0"/>
              <w:rPr>
                <w:rFonts w:ascii="Times New Roman" w:hAnsi="Times New Roman"/>
                <w:sz w:val="24"/>
                <w:szCs w:val="24"/>
              </w:rPr>
            </w:pPr>
          </w:p>
        </w:tc>
      </w:tr>
      <w:tr w:rsidR="00E10821" w:rsidRPr="003C124A" w:rsidTr="005A00D0">
        <w:trPr>
          <w:gridAfter w:val="4"/>
          <w:wAfter w:w="5279" w:type="dxa"/>
          <w:tblCellSpacing w:w="15" w:type="dxa"/>
        </w:trPr>
        <w:tc>
          <w:tcPr>
            <w:tcW w:w="50" w:type="dxa"/>
            <w:tcBorders>
              <w:top w:val="nil"/>
              <w:left w:val="nil"/>
              <w:bottom w:val="nil"/>
              <w:right w:val="nil"/>
            </w:tcBorders>
          </w:tcPr>
          <w:p w:rsidR="00E10821" w:rsidRPr="003C124A" w:rsidRDefault="00E10821" w:rsidP="005A00D0">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lastRenderedPageBreak/>
              <w:t>(указывается в рублях)</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E10821" w:rsidRPr="003C124A" w:rsidTr="005A00D0">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lastRenderedPageBreak/>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E10821" w:rsidRPr="003C124A" w:rsidTr="005A00D0">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p>
        </w:tc>
      </w:tr>
      <w:tr w:rsidR="00E10821" w:rsidRPr="003C124A" w:rsidTr="005A00D0">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center"/>
              <w:rPr>
                <w:rFonts w:ascii="Times New Roman" w:hAnsi="Times New Roman"/>
                <w:sz w:val="24"/>
                <w:szCs w:val="24"/>
              </w:rPr>
            </w:pPr>
            <w:r w:rsidRPr="003C124A">
              <w:rPr>
                <w:rFonts w:ascii="Times New Roman" w:hAnsi="Times New Roman"/>
                <w:sz w:val="24"/>
                <w:szCs w:val="24"/>
              </w:rPr>
              <w:t>7</w:t>
            </w:r>
          </w:p>
        </w:tc>
      </w:tr>
      <w:tr w:rsidR="00E10821" w:rsidRPr="003C124A" w:rsidTr="005A00D0">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10821" w:rsidRPr="003C124A" w:rsidRDefault="00E10821" w:rsidP="005A00D0">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r>
      <w:tr w:rsidR="00E10821" w:rsidRPr="003C124A" w:rsidTr="005A00D0">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10821" w:rsidRPr="003C124A" w:rsidRDefault="00E10821" w:rsidP="005A00D0">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r>
      <w:tr w:rsidR="00E10821" w:rsidRPr="003C124A" w:rsidTr="005A00D0">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10821" w:rsidRPr="003C124A" w:rsidRDefault="00E10821" w:rsidP="005A00D0">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E10821" w:rsidRPr="003C124A" w:rsidRDefault="00E10821" w:rsidP="005A00D0">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p>
        </w:tc>
      </w:tr>
      <w:tr w:rsidR="00E10821" w:rsidRPr="003C124A" w:rsidTr="005A00D0">
        <w:trPr>
          <w:trHeight w:val="15"/>
          <w:tblCellSpacing w:w="15" w:type="dxa"/>
        </w:trPr>
        <w:tc>
          <w:tcPr>
            <w:tcW w:w="97" w:type="dxa"/>
            <w:gridSpan w:val="2"/>
          </w:tcPr>
          <w:p w:rsidR="00E10821" w:rsidRPr="003C124A" w:rsidRDefault="00E10821" w:rsidP="005A00D0">
            <w:pPr>
              <w:spacing w:after="0"/>
              <w:rPr>
                <w:rFonts w:ascii="Times New Roman" w:hAnsi="Times New Roman"/>
                <w:sz w:val="24"/>
                <w:szCs w:val="24"/>
              </w:rPr>
            </w:pPr>
          </w:p>
        </w:tc>
        <w:tc>
          <w:tcPr>
            <w:tcW w:w="10609" w:type="dxa"/>
            <w:gridSpan w:val="10"/>
            <w:vAlign w:val="cente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E10821" w:rsidRPr="003C124A" w:rsidRDefault="00E10821" w:rsidP="005A00D0">
            <w:pPr>
              <w:spacing w:after="0"/>
              <w:rPr>
                <w:rFonts w:ascii="Times New Roman" w:hAnsi="Times New Roman"/>
                <w:sz w:val="24"/>
                <w:szCs w:val="24"/>
              </w:rPr>
            </w:pPr>
          </w:p>
        </w:tc>
      </w:tr>
      <w:tr w:rsidR="00E10821" w:rsidRPr="003C124A" w:rsidTr="005A00D0">
        <w:trPr>
          <w:gridAfter w:val="1"/>
          <w:wAfter w:w="3846" w:type="dxa"/>
          <w:tblCellSpacing w:w="15" w:type="dxa"/>
        </w:trPr>
        <w:tc>
          <w:tcPr>
            <w:tcW w:w="97" w:type="dxa"/>
            <w:gridSpan w:val="2"/>
            <w:tcBorders>
              <w:top w:val="nil"/>
              <w:left w:val="nil"/>
              <w:bottom w:val="nil"/>
              <w:right w:val="nil"/>
            </w:tcBorders>
          </w:tcPr>
          <w:p w:rsidR="00E10821" w:rsidRPr="003C124A" w:rsidRDefault="00E10821" w:rsidP="005A00D0">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От Грантополучателя:</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E10821" w:rsidRPr="003C124A" w:rsidRDefault="00E10821" w:rsidP="00E10821">
      <w:pPr>
        <w:spacing w:after="0"/>
        <w:jc w:val="right"/>
        <w:rPr>
          <w:rFonts w:ascii="Times New Roman" w:hAnsi="Times New Roman"/>
          <w:sz w:val="24"/>
          <w:szCs w:val="24"/>
        </w:rPr>
      </w:pPr>
      <w:r w:rsidRPr="003C124A">
        <w:rPr>
          <w:rFonts w:ascii="Times New Roman" w:hAnsi="Times New Roman"/>
          <w:sz w:val="24"/>
          <w:szCs w:val="24"/>
        </w:rPr>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E10821" w:rsidRPr="003C124A" w:rsidTr="005A00D0">
        <w:trPr>
          <w:trHeight w:val="15"/>
          <w:tblCellSpacing w:w="15" w:type="dxa"/>
        </w:trPr>
        <w:tc>
          <w:tcPr>
            <w:tcW w:w="867" w:type="dxa"/>
            <w:gridSpan w:val="2"/>
            <w:vAlign w:val="center"/>
            <w:hideMark/>
          </w:tcPr>
          <w:p w:rsidR="00E10821" w:rsidRPr="003C124A" w:rsidRDefault="00E10821" w:rsidP="005A00D0">
            <w:pPr>
              <w:spacing w:after="0"/>
              <w:rPr>
                <w:rFonts w:ascii="Times New Roman" w:hAnsi="Times New Roman"/>
                <w:sz w:val="24"/>
                <w:szCs w:val="24"/>
              </w:rPr>
            </w:pPr>
          </w:p>
        </w:tc>
        <w:tc>
          <w:tcPr>
            <w:tcW w:w="1740" w:type="dxa"/>
            <w:vAlign w:val="center"/>
            <w:hideMark/>
          </w:tcPr>
          <w:p w:rsidR="00E10821" w:rsidRPr="003C124A" w:rsidRDefault="00E10821" w:rsidP="005A00D0">
            <w:pPr>
              <w:spacing w:after="0"/>
              <w:rPr>
                <w:rFonts w:ascii="Times New Roman" w:hAnsi="Times New Roman"/>
                <w:sz w:val="24"/>
                <w:szCs w:val="24"/>
              </w:rPr>
            </w:pPr>
          </w:p>
        </w:tc>
        <w:tc>
          <w:tcPr>
            <w:tcW w:w="2826" w:type="dxa"/>
            <w:gridSpan w:val="3"/>
            <w:vAlign w:val="center"/>
            <w:hideMark/>
          </w:tcPr>
          <w:p w:rsidR="00E10821" w:rsidRPr="003C124A" w:rsidRDefault="00E10821" w:rsidP="005A00D0">
            <w:pPr>
              <w:spacing w:after="0"/>
              <w:rPr>
                <w:rFonts w:ascii="Times New Roman" w:hAnsi="Times New Roman"/>
                <w:sz w:val="24"/>
                <w:szCs w:val="24"/>
              </w:rPr>
            </w:pPr>
          </w:p>
        </w:tc>
        <w:tc>
          <w:tcPr>
            <w:tcW w:w="1510" w:type="dxa"/>
            <w:gridSpan w:val="3"/>
            <w:vAlign w:val="center"/>
            <w:hideMark/>
          </w:tcPr>
          <w:p w:rsidR="00E10821" w:rsidRPr="003C124A" w:rsidRDefault="00E10821" w:rsidP="005A00D0">
            <w:pPr>
              <w:spacing w:after="0"/>
              <w:rPr>
                <w:rFonts w:ascii="Times New Roman" w:hAnsi="Times New Roman"/>
                <w:sz w:val="24"/>
                <w:szCs w:val="24"/>
              </w:rPr>
            </w:pPr>
          </w:p>
        </w:tc>
        <w:tc>
          <w:tcPr>
            <w:tcW w:w="2620" w:type="dxa"/>
            <w:gridSpan w:val="2"/>
            <w:vAlign w:val="center"/>
            <w:hideMark/>
          </w:tcPr>
          <w:p w:rsidR="00E10821" w:rsidRPr="003C124A" w:rsidRDefault="00E10821" w:rsidP="005A00D0">
            <w:pPr>
              <w:spacing w:after="0"/>
              <w:rPr>
                <w:rFonts w:ascii="Times New Roman" w:hAnsi="Times New Roman"/>
                <w:sz w:val="24"/>
                <w:szCs w:val="24"/>
              </w:rPr>
            </w:pPr>
          </w:p>
        </w:tc>
        <w:tc>
          <w:tcPr>
            <w:tcW w:w="1142" w:type="dxa"/>
            <w:gridSpan w:val="2"/>
            <w:vAlign w:val="center"/>
            <w:hideMark/>
          </w:tcPr>
          <w:p w:rsidR="00E10821" w:rsidRPr="003C124A" w:rsidRDefault="00E10821" w:rsidP="005A00D0">
            <w:pPr>
              <w:spacing w:after="0"/>
              <w:rPr>
                <w:rFonts w:ascii="Times New Roman" w:hAnsi="Times New Roman"/>
                <w:sz w:val="24"/>
                <w:szCs w:val="24"/>
              </w:rPr>
            </w:pPr>
          </w:p>
        </w:tc>
      </w:tr>
      <w:tr w:rsidR="00E10821" w:rsidRPr="003C124A" w:rsidTr="005A00D0">
        <w:trPr>
          <w:gridBefore w:val="1"/>
          <w:gridAfter w:val="1"/>
          <w:wBefore w:w="616" w:type="dxa"/>
          <w:wAfter w:w="498" w:type="dxa"/>
          <w:trHeight w:val="15"/>
          <w:tblCellSpacing w:w="15" w:type="dxa"/>
        </w:trPr>
        <w:tc>
          <w:tcPr>
            <w:tcW w:w="2052" w:type="dxa"/>
            <w:gridSpan w:val="3"/>
            <w:vAlign w:val="center"/>
            <w:hideMark/>
          </w:tcPr>
          <w:p w:rsidR="00E10821" w:rsidRPr="003C124A" w:rsidRDefault="00E10821" w:rsidP="005A00D0">
            <w:pPr>
              <w:spacing w:after="0"/>
              <w:jc w:val="both"/>
              <w:rPr>
                <w:rFonts w:ascii="Times New Roman" w:hAnsi="Times New Roman"/>
                <w:sz w:val="24"/>
                <w:szCs w:val="24"/>
              </w:rPr>
            </w:pPr>
          </w:p>
        </w:tc>
        <w:tc>
          <w:tcPr>
            <w:tcW w:w="2006" w:type="dxa"/>
            <w:vAlign w:val="center"/>
            <w:hideMark/>
          </w:tcPr>
          <w:p w:rsidR="00E10821" w:rsidRPr="003C124A" w:rsidRDefault="00E10821" w:rsidP="005A00D0">
            <w:pPr>
              <w:spacing w:after="0"/>
              <w:jc w:val="both"/>
              <w:rPr>
                <w:rFonts w:ascii="Times New Roman" w:hAnsi="Times New Roman"/>
                <w:sz w:val="24"/>
                <w:szCs w:val="24"/>
              </w:rPr>
            </w:pPr>
          </w:p>
        </w:tc>
        <w:tc>
          <w:tcPr>
            <w:tcW w:w="1457" w:type="dxa"/>
            <w:gridSpan w:val="3"/>
            <w:vAlign w:val="center"/>
            <w:hideMark/>
          </w:tcPr>
          <w:p w:rsidR="00E10821" w:rsidRPr="003C124A" w:rsidRDefault="00E10821" w:rsidP="005A00D0">
            <w:pPr>
              <w:spacing w:after="0"/>
              <w:jc w:val="both"/>
              <w:rPr>
                <w:rFonts w:ascii="Times New Roman" w:hAnsi="Times New Roman"/>
                <w:sz w:val="24"/>
                <w:szCs w:val="24"/>
              </w:rPr>
            </w:pPr>
          </w:p>
        </w:tc>
        <w:tc>
          <w:tcPr>
            <w:tcW w:w="1882" w:type="dxa"/>
            <w:gridSpan w:val="2"/>
            <w:vAlign w:val="center"/>
            <w:hideMark/>
          </w:tcPr>
          <w:p w:rsidR="00E10821" w:rsidRPr="003C124A" w:rsidRDefault="00E10821" w:rsidP="005A00D0">
            <w:pPr>
              <w:spacing w:after="0"/>
              <w:jc w:val="both"/>
              <w:rPr>
                <w:rFonts w:ascii="Times New Roman" w:hAnsi="Times New Roman"/>
                <w:sz w:val="24"/>
                <w:szCs w:val="24"/>
              </w:rPr>
            </w:pPr>
          </w:p>
        </w:tc>
        <w:tc>
          <w:tcPr>
            <w:tcW w:w="2164" w:type="dxa"/>
            <w:gridSpan w:val="2"/>
            <w:vAlign w:val="center"/>
            <w:hideMark/>
          </w:tcPr>
          <w:p w:rsidR="00E10821" w:rsidRPr="003C124A" w:rsidRDefault="00E10821" w:rsidP="005A00D0">
            <w:pPr>
              <w:spacing w:after="0"/>
              <w:jc w:val="both"/>
              <w:rPr>
                <w:rFonts w:ascii="Times New Roman" w:hAnsi="Times New Roman"/>
                <w:sz w:val="24"/>
                <w:szCs w:val="24"/>
              </w:rPr>
            </w:pPr>
          </w:p>
        </w:tc>
      </w:tr>
      <w:tr w:rsidR="00E10821" w:rsidRPr="003C124A" w:rsidTr="005A00D0">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r>
      <w:tr w:rsidR="00E10821" w:rsidRPr="003C124A" w:rsidTr="005A00D0">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E10821" w:rsidRPr="003C124A" w:rsidTr="005A00D0">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E10821" w:rsidRPr="003C124A" w:rsidTr="005A00D0">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E10821" w:rsidRPr="003C124A" w:rsidTr="005A00D0">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r>
      <w:tr w:rsidR="00E10821" w:rsidRPr="003C124A" w:rsidTr="005A00D0">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p>
        </w:tc>
      </w:tr>
      <w:tr w:rsidR="00E10821" w:rsidRPr="003C124A" w:rsidTr="005A00D0">
        <w:trPr>
          <w:gridBefore w:val="1"/>
          <w:gridAfter w:val="1"/>
          <w:wBefore w:w="619" w:type="dxa"/>
          <w:wAfter w:w="500" w:type="dxa"/>
          <w:trHeight w:val="15"/>
          <w:tblCellSpacing w:w="15" w:type="dxa"/>
        </w:trPr>
        <w:tc>
          <w:tcPr>
            <w:tcW w:w="5226" w:type="dxa"/>
            <w:gridSpan w:val="6"/>
            <w:vAlign w:val="center"/>
            <w:hideMark/>
          </w:tcPr>
          <w:p w:rsidR="00E10821" w:rsidRDefault="00E10821" w:rsidP="005A00D0">
            <w:pPr>
              <w:spacing w:after="0"/>
              <w:jc w:val="both"/>
              <w:rPr>
                <w:rFonts w:ascii="Times New Roman" w:hAnsi="Times New Roman"/>
                <w:sz w:val="24"/>
                <w:szCs w:val="24"/>
              </w:rPr>
            </w:pPr>
          </w:p>
          <w:p w:rsidR="00E10821" w:rsidRPr="003C124A" w:rsidRDefault="00E10821" w:rsidP="005A00D0">
            <w:pPr>
              <w:spacing w:after="0"/>
              <w:jc w:val="both"/>
              <w:rPr>
                <w:rFonts w:ascii="Times New Roman" w:hAnsi="Times New Roman"/>
                <w:sz w:val="24"/>
                <w:szCs w:val="24"/>
              </w:rPr>
            </w:pPr>
          </w:p>
        </w:tc>
        <w:tc>
          <w:tcPr>
            <w:tcW w:w="4420" w:type="dxa"/>
            <w:gridSpan w:val="5"/>
            <w:vAlign w:val="center"/>
            <w:hideMark/>
          </w:tcPr>
          <w:p w:rsidR="00E10821" w:rsidRPr="003C124A" w:rsidRDefault="00E10821" w:rsidP="005A00D0">
            <w:pPr>
              <w:spacing w:after="0"/>
              <w:jc w:val="both"/>
              <w:rPr>
                <w:rFonts w:ascii="Times New Roman" w:hAnsi="Times New Roman"/>
                <w:sz w:val="24"/>
                <w:szCs w:val="24"/>
              </w:rPr>
            </w:pPr>
          </w:p>
        </w:tc>
      </w:tr>
      <w:tr w:rsidR="00E10821" w:rsidRPr="003C124A" w:rsidTr="005A00D0">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E10821" w:rsidRPr="003C124A" w:rsidRDefault="00E10821" w:rsidP="005A00D0">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w:t>
            </w:r>
            <w:r w:rsidRPr="003C124A">
              <w:rPr>
                <w:rFonts w:ascii="Times New Roman" w:hAnsi="Times New Roman"/>
                <w:sz w:val="24"/>
                <w:szCs w:val="24"/>
              </w:rPr>
              <w:lastRenderedPageBreak/>
              <w:t>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lastRenderedPageBreak/>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lastRenderedPageBreak/>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w:t>
      </w:r>
      <w:r w:rsidRPr="003C124A">
        <w:rPr>
          <w:b w:val="0"/>
        </w:rPr>
        <w:lastRenderedPageBreak/>
        <w:t xml:space="preserve">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w:t>
      </w:r>
      <w:r w:rsidRPr="003C124A">
        <w:rPr>
          <w:rFonts w:ascii="Times New Roman" w:hAnsi="Times New Roman" w:cs="Times New Roman"/>
          <w:sz w:val="24"/>
          <w:szCs w:val="24"/>
        </w:rPr>
        <w:lastRenderedPageBreak/>
        <w:t xml:space="preserve">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w:t>
      </w:r>
      <w:r w:rsidRPr="003C124A">
        <w:rPr>
          <w:rFonts w:ascii="Times New Roman" w:hAnsi="Times New Roman" w:cs="Times New Roman"/>
          <w:sz w:val="24"/>
          <w:szCs w:val="24"/>
        </w:rPr>
        <w:lastRenderedPageBreak/>
        <w:t>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Arial Unicode MS"/>
    <w:panose1 w:val="00000000000000000000"/>
    <w:charset w:val="86"/>
    <w:family w:val="auto"/>
    <w:notTrueType/>
    <w:pitch w:val="default"/>
    <w:sig w:usb0="00000201" w:usb1="080E0000" w:usb2="00000010" w:usb3="00000000" w:csb0="00040004"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508C"/>
    <w:rsid w:val="000122C6"/>
    <w:rsid w:val="0002413D"/>
    <w:rsid w:val="00026B51"/>
    <w:rsid w:val="0003105E"/>
    <w:rsid w:val="00082A78"/>
    <w:rsid w:val="00084856"/>
    <w:rsid w:val="000A0E1D"/>
    <w:rsid w:val="000A2295"/>
    <w:rsid w:val="000A4567"/>
    <w:rsid w:val="000B736F"/>
    <w:rsid w:val="000E348C"/>
    <w:rsid w:val="000E415E"/>
    <w:rsid w:val="000F1590"/>
    <w:rsid w:val="000F5779"/>
    <w:rsid w:val="00113BF4"/>
    <w:rsid w:val="00114EFC"/>
    <w:rsid w:val="00116380"/>
    <w:rsid w:val="00116B10"/>
    <w:rsid w:val="001254E3"/>
    <w:rsid w:val="00125544"/>
    <w:rsid w:val="00131912"/>
    <w:rsid w:val="00156C6E"/>
    <w:rsid w:val="00164FB4"/>
    <w:rsid w:val="00185FCC"/>
    <w:rsid w:val="001877B2"/>
    <w:rsid w:val="00193DD6"/>
    <w:rsid w:val="00195731"/>
    <w:rsid w:val="00196E3D"/>
    <w:rsid w:val="001A0095"/>
    <w:rsid w:val="001A0C79"/>
    <w:rsid w:val="001A4EBA"/>
    <w:rsid w:val="001B79B9"/>
    <w:rsid w:val="001C52E9"/>
    <w:rsid w:val="001C678D"/>
    <w:rsid w:val="001D640E"/>
    <w:rsid w:val="001E20A4"/>
    <w:rsid w:val="00206859"/>
    <w:rsid w:val="0021463D"/>
    <w:rsid w:val="00214B88"/>
    <w:rsid w:val="00214E4C"/>
    <w:rsid w:val="002364EC"/>
    <w:rsid w:val="00237B3A"/>
    <w:rsid w:val="0024481D"/>
    <w:rsid w:val="00255A7A"/>
    <w:rsid w:val="00260534"/>
    <w:rsid w:val="002625CF"/>
    <w:rsid w:val="00265C62"/>
    <w:rsid w:val="002705C7"/>
    <w:rsid w:val="00274423"/>
    <w:rsid w:val="002974C7"/>
    <w:rsid w:val="002975AE"/>
    <w:rsid w:val="002B7F4C"/>
    <w:rsid w:val="002D24A8"/>
    <w:rsid w:val="002E0904"/>
    <w:rsid w:val="002F48D5"/>
    <w:rsid w:val="002F5600"/>
    <w:rsid w:val="00300124"/>
    <w:rsid w:val="00301B1F"/>
    <w:rsid w:val="00306508"/>
    <w:rsid w:val="00322550"/>
    <w:rsid w:val="0036207D"/>
    <w:rsid w:val="00363127"/>
    <w:rsid w:val="00363BC1"/>
    <w:rsid w:val="003656E7"/>
    <w:rsid w:val="003677AB"/>
    <w:rsid w:val="00371F06"/>
    <w:rsid w:val="003741D7"/>
    <w:rsid w:val="00395A87"/>
    <w:rsid w:val="003B218B"/>
    <w:rsid w:val="003C124A"/>
    <w:rsid w:val="003C6C25"/>
    <w:rsid w:val="003D4E86"/>
    <w:rsid w:val="003E1877"/>
    <w:rsid w:val="00400581"/>
    <w:rsid w:val="004007B1"/>
    <w:rsid w:val="0040353B"/>
    <w:rsid w:val="004036AD"/>
    <w:rsid w:val="004061E9"/>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F1E2E"/>
    <w:rsid w:val="004F5BEE"/>
    <w:rsid w:val="00504565"/>
    <w:rsid w:val="00510C63"/>
    <w:rsid w:val="005110FB"/>
    <w:rsid w:val="005276A2"/>
    <w:rsid w:val="00536958"/>
    <w:rsid w:val="00556D2D"/>
    <w:rsid w:val="00561334"/>
    <w:rsid w:val="00566611"/>
    <w:rsid w:val="005958C2"/>
    <w:rsid w:val="005A00D0"/>
    <w:rsid w:val="005B5C37"/>
    <w:rsid w:val="005F1A64"/>
    <w:rsid w:val="005F2614"/>
    <w:rsid w:val="006017DD"/>
    <w:rsid w:val="00603A66"/>
    <w:rsid w:val="00611ED6"/>
    <w:rsid w:val="006223F6"/>
    <w:rsid w:val="0062600B"/>
    <w:rsid w:val="00626DF2"/>
    <w:rsid w:val="00637F00"/>
    <w:rsid w:val="00651DD5"/>
    <w:rsid w:val="00657218"/>
    <w:rsid w:val="0067028D"/>
    <w:rsid w:val="00671528"/>
    <w:rsid w:val="00694E4B"/>
    <w:rsid w:val="0069630E"/>
    <w:rsid w:val="006B3605"/>
    <w:rsid w:val="006C067F"/>
    <w:rsid w:val="006E0BD5"/>
    <w:rsid w:val="006F1DF1"/>
    <w:rsid w:val="007054FE"/>
    <w:rsid w:val="00725E60"/>
    <w:rsid w:val="007569B0"/>
    <w:rsid w:val="00770CBA"/>
    <w:rsid w:val="00783A4F"/>
    <w:rsid w:val="00784891"/>
    <w:rsid w:val="007853A0"/>
    <w:rsid w:val="007A1AEB"/>
    <w:rsid w:val="007A44D1"/>
    <w:rsid w:val="007B20ED"/>
    <w:rsid w:val="007B513E"/>
    <w:rsid w:val="007B57FF"/>
    <w:rsid w:val="007D0531"/>
    <w:rsid w:val="007D0F79"/>
    <w:rsid w:val="007D3370"/>
    <w:rsid w:val="007F4A9F"/>
    <w:rsid w:val="007F6A78"/>
    <w:rsid w:val="00821C87"/>
    <w:rsid w:val="0084234E"/>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56220"/>
    <w:rsid w:val="00965806"/>
    <w:rsid w:val="00972EC8"/>
    <w:rsid w:val="00984BDA"/>
    <w:rsid w:val="00995666"/>
    <w:rsid w:val="009A43F3"/>
    <w:rsid w:val="009A5DEC"/>
    <w:rsid w:val="009D1B33"/>
    <w:rsid w:val="009D650C"/>
    <w:rsid w:val="00A048D6"/>
    <w:rsid w:val="00A100C6"/>
    <w:rsid w:val="00A11F07"/>
    <w:rsid w:val="00A129BE"/>
    <w:rsid w:val="00A20055"/>
    <w:rsid w:val="00A24B86"/>
    <w:rsid w:val="00A3713F"/>
    <w:rsid w:val="00A63E83"/>
    <w:rsid w:val="00A828BD"/>
    <w:rsid w:val="00AA41BC"/>
    <w:rsid w:val="00AA560A"/>
    <w:rsid w:val="00AB08C5"/>
    <w:rsid w:val="00AB527F"/>
    <w:rsid w:val="00AC2072"/>
    <w:rsid w:val="00AD1015"/>
    <w:rsid w:val="00AD5D98"/>
    <w:rsid w:val="00AE4FE4"/>
    <w:rsid w:val="00AF0512"/>
    <w:rsid w:val="00B012E1"/>
    <w:rsid w:val="00B1104E"/>
    <w:rsid w:val="00B23861"/>
    <w:rsid w:val="00B433A7"/>
    <w:rsid w:val="00B463D7"/>
    <w:rsid w:val="00B50FB7"/>
    <w:rsid w:val="00B76085"/>
    <w:rsid w:val="00B81DF9"/>
    <w:rsid w:val="00BA04FA"/>
    <w:rsid w:val="00BC733F"/>
    <w:rsid w:val="00BD4E74"/>
    <w:rsid w:val="00BD6DA9"/>
    <w:rsid w:val="00BE5793"/>
    <w:rsid w:val="00C059C9"/>
    <w:rsid w:val="00C07B3A"/>
    <w:rsid w:val="00C10F38"/>
    <w:rsid w:val="00C11003"/>
    <w:rsid w:val="00C33BFA"/>
    <w:rsid w:val="00C35804"/>
    <w:rsid w:val="00C428BA"/>
    <w:rsid w:val="00C54F7F"/>
    <w:rsid w:val="00C563A0"/>
    <w:rsid w:val="00C61FCE"/>
    <w:rsid w:val="00C6396A"/>
    <w:rsid w:val="00C65D71"/>
    <w:rsid w:val="00C8530E"/>
    <w:rsid w:val="00C90156"/>
    <w:rsid w:val="00C96DA2"/>
    <w:rsid w:val="00CC0B1D"/>
    <w:rsid w:val="00CC35F2"/>
    <w:rsid w:val="00CE1D5D"/>
    <w:rsid w:val="00CE4D45"/>
    <w:rsid w:val="00CE7B76"/>
    <w:rsid w:val="00CF5E57"/>
    <w:rsid w:val="00D00240"/>
    <w:rsid w:val="00D00493"/>
    <w:rsid w:val="00D03443"/>
    <w:rsid w:val="00D04229"/>
    <w:rsid w:val="00D06D1F"/>
    <w:rsid w:val="00D115C9"/>
    <w:rsid w:val="00D12886"/>
    <w:rsid w:val="00D24104"/>
    <w:rsid w:val="00D3182C"/>
    <w:rsid w:val="00D347C8"/>
    <w:rsid w:val="00D43B62"/>
    <w:rsid w:val="00D51961"/>
    <w:rsid w:val="00D57D1E"/>
    <w:rsid w:val="00D63F09"/>
    <w:rsid w:val="00D6796C"/>
    <w:rsid w:val="00D8389B"/>
    <w:rsid w:val="00D878A1"/>
    <w:rsid w:val="00DA5521"/>
    <w:rsid w:val="00DB0E89"/>
    <w:rsid w:val="00DC1A74"/>
    <w:rsid w:val="00DC4E43"/>
    <w:rsid w:val="00DD535D"/>
    <w:rsid w:val="00DD7758"/>
    <w:rsid w:val="00E02617"/>
    <w:rsid w:val="00E10821"/>
    <w:rsid w:val="00E12A29"/>
    <w:rsid w:val="00E23395"/>
    <w:rsid w:val="00E25EC5"/>
    <w:rsid w:val="00E2698F"/>
    <w:rsid w:val="00E34820"/>
    <w:rsid w:val="00E4494D"/>
    <w:rsid w:val="00E51B13"/>
    <w:rsid w:val="00E52A6B"/>
    <w:rsid w:val="00E5516F"/>
    <w:rsid w:val="00E655D2"/>
    <w:rsid w:val="00E71038"/>
    <w:rsid w:val="00E77379"/>
    <w:rsid w:val="00E82554"/>
    <w:rsid w:val="00E9233A"/>
    <w:rsid w:val="00E9268A"/>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50F8A"/>
    <w:rsid w:val="00F53C87"/>
    <w:rsid w:val="00F72AEE"/>
    <w:rsid w:val="00F81C62"/>
    <w:rsid w:val="00FA03D5"/>
    <w:rsid w:val="00FA537D"/>
    <w:rsid w:val="00FA5636"/>
    <w:rsid w:val="00FC3BED"/>
    <w:rsid w:val="00FD2F11"/>
    <w:rsid w:val="00FE0AF6"/>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99"/>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9F47885B462D592FE5609B817558606B9CEF44EA38590FB4A9A6D3997E8E44C44A413BBA3FC4B50E9D950979LEgEL" TargetMode="External"/><Relationship Id="rId13" Type="http://schemas.openxmlformats.org/officeDocument/2006/relationships/hyperlink" Target="consultantplus://offline/ref=36965D7B2E0C84C6FB26697DF00CCD97767BC899244D64E9285CFCC1DE0752CDB588E272F9CF013FF38DA6y2B0K"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ettings" Target="settings.xml"/><Relationship Id="rId7" Type="http://schemas.openxmlformats.org/officeDocument/2006/relationships/hyperlink" Target="consultantplus://offline/ref=6C40496F286EBD3C320832F48BD1AF86ED04A28B2083C81985580421D7E0A53906000561C7AB1063A9FCB892B01A06C21705356C677532DAw3Z8K" TargetMode="External"/><Relationship Id="rId12"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7" Type="http://schemas.openxmlformats.org/officeDocument/2006/relationships/hyperlink" Target="consultantplus://offline/ref=36965D7B2E0C84C6FB26697DF00CCD97767BC899244D64E9285CFCC1DE0752CDB588E272F9CF013FF38DA6y2B0K" TargetMode="External"/><Relationship Id="rId2" Type="http://schemas.openxmlformats.org/officeDocument/2006/relationships/styles" Target="styles.xml"/><Relationship Id="rId16" Type="http://schemas.openxmlformats.org/officeDocument/2006/relationships/hyperlink" Target="https://login.consultant.ru/link/?req=doc&amp;base=LAW&amp;n=380885&amp;date=13.01.202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267E3766179AC30C5BFC6C285A032CB570686090F8D509E22D6C8D1E2EAC011444C2F6EDF59165C5BB42DAD51E162237C2009B5A4CCB5D3gCcF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hyperlink" Target="consultantplus://offline/ref=36965D7B2E0C84C6FB26697DF00CCD97767BC899244D64E9285CFCC1DE0752CDB588E272F9CF013FF38DA6y2B0K" TargetMode="Externa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CAB8EE23A2663310D67F61BE0D89D281A57DD0BD059E1pF7C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74373B83F7D2939E1652B7DA948127DE54DA388E93E2663310D67F61BpE70I" TargetMode="External"/><Relationship Id="rId14" Type="http://schemas.openxmlformats.org/officeDocument/2006/relationships/hyperlink" Target="https://login.consultant.ru/link/?req=doc&amp;base=LAW&amp;n=380885&amp;date=13.01.202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55</TotalTime>
  <Pages>81</Pages>
  <Words>31193</Words>
  <Characters>177801</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208577</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5</cp:revision>
  <cp:lastPrinted>2013-07-18T06:14:00Z</cp:lastPrinted>
  <dcterms:created xsi:type="dcterms:W3CDTF">2023-03-14T10:43:00Z</dcterms:created>
  <dcterms:modified xsi:type="dcterms:W3CDTF">2023-03-16T07:00:00Z</dcterms:modified>
</cp:coreProperties>
</file>